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E67E1" w14:textId="77777777" w:rsidR="00EC0A85" w:rsidRPr="001F50B0" w:rsidRDefault="00652CF4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  <w:bookmarkStart w:id="0" w:name="Title"/>
      <w:bookmarkStart w:id="1" w:name="SubTitle"/>
      <w:r w:rsidRPr="001F50B0">
        <w:rPr>
          <w:rFonts w:asciiTheme="majorBidi" w:hAnsiTheme="majorBidi" w:cstheme="majorBidi"/>
          <w:sz w:val="30"/>
          <w:szCs w:val="30"/>
        </w:rPr>
        <w:tab/>
      </w:r>
    </w:p>
    <w:p w14:paraId="1AF4007A" w14:textId="77777777" w:rsidR="00EC0A85" w:rsidRPr="001F50B0" w:rsidRDefault="00EC0A85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1DC304B7" w14:textId="77777777" w:rsidR="00506E9C" w:rsidRPr="001F50B0" w:rsidRDefault="00506E9C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  <w:cs/>
        </w:rPr>
      </w:pPr>
    </w:p>
    <w:p w14:paraId="5D98A364" w14:textId="77777777" w:rsidR="00506E9C" w:rsidRPr="001F50B0" w:rsidRDefault="00506E9C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</w:p>
    <w:p w14:paraId="43C11509" w14:textId="77777777" w:rsidR="00506E9C" w:rsidRPr="001F50B0" w:rsidRDefault="00506E9C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</w:p>
    <w:p w14:paraId="6150CEB6" w14:textId="77777777" w:rsidR="00506E9C" w:rsidRPr="001F50B0" w:rsidRDefault="00506E9C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</w:p>
    <w:p w14:paraId="74171127" w14:textId="77777777" w:rsidR="00506E9C" w:rsidRPr="001F50B0" w:rsidRDefault="00506E9C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</w:p>
    <w:p w14:paraId="33F9FABB" w14:textId="77777777" w:rsidR="00EC0A85" w:rsidRPr="001F50B0" w:rsidRDefault="00EC0A85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  <w:r w:rsidRPr="001F50B0">
        <w:rPr>
          <w:rFonts w:asciiTheme="majorBidi" w:hAnsiTheme="majorBidi" w:cstheme="majorBidi"/>
          <w:sz w:val="52"/>
          <w:szCs w:val="52"/>
          <w:cs/>
        </w:rPr>
        <w:t>บริษัท ทรอปิคอลแคนนิ่ง</w:t>
      </w:r>
      <w:r w:rsidRPr="001F50B0">
        <w:rPr>
          <w:rFonts w:asciiTheme="majorBidi" w:hAnsiTheme="majorBidi" w:cstheme="majorBidi"/>
          <w:sz w:val="52"/>
          <w:szCs w:val="52"/>
        </w:rPr>
        <w:t xml:space="preserve"> (</w:t>
      </w:r>
      <w:r w:rsidRPr="001F50B0">
        <w:rPr>
          <w:rFonts w:asciiTheme="majorBidi" w:hAnsiTheme="majorBidi" w:cstheme="majorBidi"/>
          <w:sz w:val="52"/>
          <w:szCs w:val="52"/>
          <w:cs/>
        </w:rPr>
        <w:t>ประเทศไทย</w:t>
      </w:r>
      <w:r w:rsidRPr="001F50B0">
        <w:rPr>
          <w:rFonts w:asciiTheme="majorBidi" w:hAnsiTheme="majorBidi" w:cstheme="majorBidi"/>
          <w:sz w:val="52"/>
          <w:szCs w:val="52"/>
        </w:rPr>
        <w:t xml:space="preserve">) </w:t>
      </w:r>
      <w:r w:rsidRPr="001F50B0">
        <w:rPr>
          <w:rFonts w:asciiTheme="majorBidi" w:hAnsiTheme="majorBidi" w:cstheme="majorBidi"/>
          <w:sz w:val="52"/>
          <w:szCs w:val="52"/>
          <w:cs/>
        </w:rPr>
        <w:t xml:space="preserve">จำกัด </w:t>
      </w:r>
      <w:r w:rsidRPr="001F50B0">
        <w:rPr>
          <w:rFonts w:asciiTheme="majorBidi" w:hAnsiTheme="majorBidi" w:cstheme="majorBidi"/>
          <w:sz w:val="52"/>
          <w:szCs w:val="52"/>
        </w:rPr>
        <w:t>(</w:t>
      </w:r>
      <w:r w:rsidRPr="001F50B0">
        <w:rPr>
          <w:rFonts w:asciiTheme="majorBidi" w:hAnsiTheme="majorBidi" w:cstheme="majorBidi"/>
          <w:sz w:val="52"/>
          <w:szCs w:val="52"/>
          <w:cs/>
        </w:rPr>
        <w:t>มหาชน</w:t>
      </w:r>
      <w:r w:rsidRPr="001F50B0">
        <w:rPr>
          <w:rFonts w:asciiTheme="majorBidi" w:hAnsiTheme="majorBidi" w:cstheme="majorBidi"/>
          <w:sz w:val="52"/>
          <w:szCs w:val="52"/>
        </w:rPr>
        <w:t>)</w:t>
      </w:r>
    </w:p>
    <w:p w14:paraId="1814B1A0" w14:textId="77777777" w:rsidR="00EC0A85" w:rsidRPr="001F50B0" w:rsidRDefault="00EC0A85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  <w:r w:rsidRPr="001F50B0">
        <w:rPr>
          <w:rFonts w:asciiTheme="majorBidi" w:hAnsiTheme="majorBidi" w:cstheme="majorBidi"/>
          <w:sz w:val="52"/>
          <w:szCs w:val="52"/>
          <w:cs/>
        </w:rPr>
        <w:t>และบริษัทย่อย</w:t>
      </w:r>
    </w:p>
    <w:p w14:paraId="6CEF0ADC" w14:textId="77777777" w:rsidR="00EC0A85" w:rsidRPr="001F50B0" w:rsidRDefault="00EC0A85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  <w:cs/>
        </w:rPr>
      </w:pPr>
    </w:p>
    <w:p w14:paraId="781B4B34" w14:textId="5FDEA178" w:rsidR="00BB4C9E" w:rsidRPr="001F50B0" w:rsidRDefault="00BB4C9E" w:rsidP="00BB4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r w:rsidRPr="001F50B0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Pr="001F50B0">
        <w:rPr>
          <w:rFonts w:asciiTheme="majorBidi" w:hAnsiTheme="majorBidi" w:cstheme="majorBidi"/>
          <w:sz w:val="32"/>
          <w:szCs w:val="32"/>
          <w:cs/>
          <w:lang w:val="th-TH"/>
        </w:rPr>
        <w:t>ระหว่างกาล</w:t>
      </w:r>
      <w:r w:rsidRPr="001F50B0">
        <w:rPr>
          <w:rFonts w:asciiTheme="majorBidi" w:hAnsiTheme="majorBidi" w:cstheme="majorBidi"/>
          <w:sz w:val="32"/>
          <w:szCs w:val="32"/>
          <w:cs/>
        </w:rPr>
        <w:t>แบบย่อ</w:t>
      </w:r>
    </w:p>
    <w:p w14:paraId="4A20F6D6" w14:textId="239F7F2A" w:rsidR="00BB4C9E" w:rsidRPr="001F50B0" w:rsidRDefault="00BB4C9E" w:rsidP="00BB4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  <w:cs/>
        </w:rPr>
      </w:pPr>
      <w:r w:rsidRPr="001F50B0">
        <w:rPr>
          <w:rFonts w:asciiTheme="majorBidi" w:hAnsiTheme="majorBidi" w:cstheme="majorBidi"/>
          <w:sz w:val="32"/>
          <w:szCs w:val="32"/>
          <w:cs/>
        </w:rPr>
        <w:t>สำหรับ</w:t>
      </w:r>
      <w:r w:rsidRPr="001F50B0">
        <w:rPr>
          <w:rFonts w:asciiTheme="majorBidi" w:hAnsiTheme="majorBidi" w:cstheme="majorBidi"/>
          <w:sz w:val="32"/>
          <w:szCs w:val="32"/>
          <w:cs/>
          <w:lang w:val="th-TH"/>
        </w:rPr>
        <w:t>งวดสามเดือน</w:t>
      </w:r>
      <w:r w:rsidRPr="001F50B0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1F50B0">
        <w:rPr>
          <w:rFonts w:asciiTheme="majorBidi" w:hAnsiTheme="majorBidi" w:cstheme="majorBidi"/>
          <w:sz w:val="32"/>
          <w:szCs w:val="32"/>
          <w:cs/>
          <w:lang w:val="th-TH"/>
        </w:rPr>
        <w:t xml:space="preserve"> </w:t>
      </w:r>
      <w:r w:rsidRPr="001F50B0">
        <w:rPr>
          <w:rFonts w:asciiTheme="majorBidi" w:hAnsiTheme="majorBidi" w:cstheme="majorBidi"/>
          <w:sz w:val="32"/>
          <w:szCs w:val="32"/>
        </w:rPr>
        <w:t xml:space="preserve">31 </w:t>
      </w:r>
      <w:r w:rsidRPr="001F50B0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Pr="001F50B0">
        <w:rPr>
          <w:rFonts w:asciiTheme="majorBidi" w:hAnsiTheme="majorBidi" w:cstheme="majorBidi"/>
          <w:sz w:val="32"/>
          <w:szCs w:val="32"/>
        </w:rPr>
        <w:t>256</w:t>
      </w:r>
      <w:r w:rsidR="008B1C06">
        <w:rPr>
          <w:rFonts w:asciiTheme="majorBidi" w:hAnsiTheme="majorBidi" w:cstheme="majorBidi"/>
          <w:sz w:val="32"/>
          <w:szCs w:val="32"/>
        </w:rPr>
        <w:t>4</w:t>
      </w:r>
    </w:p>
    <w:p w14:paraId="6DAA4DC6" w14:textId="77777777" w:rsidR="00BB4C9E" w:rsidRPr="001F50B0" w:rsidRDefault="00BB4C9E" w:rsidP="00BB4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eastAsia="MS Mincho" w:hAnsiTheme="majorBidi" w:cstheme="majorBidi"/>
          <w:sz w:val="32"/>
          <w:szCs w:val="32"/>
          <w:lang w:eastAsia="ja-JP"/>
        </w:rPr>
      </w:pPr>
      <w:r w:rsidRPr="001F50B0">
        <w:rPr>
          <w:rFonts w:asciiTheme="majorBidi" w:hAnsiTheme="majorBidi" w:cstheme="majorBidi"/>
          <w:sz w:val="32"/>
          <w:szCs w:val="32"/>
          <w:cs/>
        </w:rPr>
        <w:t>แล</w:t>
      </w:r>
      <w:r w:rsidRPr="001F50B0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t>ะ</w:t>
      </w:r>
    </w:p>
    <w:bookmarkEnd w:id="0"/>
    <w:bookmarkEnd w:id="1"/>
    <w:p w14:paraId="06F328C5" w14:textId="77777777" w:rsidR="003C72E3" w:rsidRPr="001F50B0" w:rsidRDefault="003C72E3" w:rsidP="003C72E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1F50B0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p w14:paraId="531FD563" w14:textId="77777777" w:rsidR="00D82901" w:rsidRPr="001F50B0" w:rsidRDefault="00D82901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074A147B" w14:textId="77777777" w:rsidR="00D82901" w:rsidRPr="001F50B0" w:rsidRDefault="00D82901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40005A2C" w14:textId="77777777" w:rsidR="00452E82" w:rsidRPr="001F50B0" w:rsidRDefault="00452E82" w:rsidP="000E69F1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  <w:cs/>
        </w:rPr>
        <w:sectPr w:rsidR="00452E82" w:rsidRPr="001F50B0" w:rsidSect="00AE4282">
          <w:footerReference w:type="default" r:id="rId8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</w:sectPr>
      </w:pPr>
    </w:p>
    <w:p w14:paraId="68901942" w14:textId="77777777" w:rsidR="00BD3733" w:rsidRPr="001F50B0" w:rsidRDefault="00BD3733" w:rsidP="00F53061">
      <w:pPr>
        <w:rPr>
          <w:rFonts w:asciiTheme="majorBidi" w:hAnsiTheme="majorBidi" w:cstheme="majorBidi"/>
        </w:rPr>
      </w:pPr>
    </w:p>
    <w:p w14:paraId="7B25D98E" w14:textId="77777777" w:rsidR="00BD3733" w:rsidRPr="001F50B0" w:rsidRDefault="00BD3733" w:rsidP="00F53061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61821F5" w14:textId="77777777" w:rsidR="003109E2" w:rsidRPr="001F50B0" w:rsidRDefault="003109E2" w:rsidP="00F53061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6DB9A22" w14:textId="77777777" w:rsidR="003109E2" w:rsidRPr="001F50B0" w:rsidRDefault="003109E2" w:rsidP="00F53061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1B4D403" w14:textId="77777777" w:rsidR="00DB31AD" w:rsidRPr="001F50B0" w:rsidRDefault="00DB31AD" w:rsidP="00F53061">
      <w:pPr>
        <w:rPr>
          <w:rFonts w:asciiTheme="majorBidi" w:hAnsiTheme="majorBidi" w:cstheme="majorBidi"/>
          <w:sz w:val="32"/>
          <w:szCs w:val="32"/>
        </w:rPr>
      </w:pPr>
    </w:p>
    <w:p w14:paraId="11361969" w14:textId="77777777" w:rsidR="00982C54" w:rsidRPr="001F50B0" w:rsidRDefault="00982C54" w:rsidP="00F53061">
      <w:pPr>
        <w:rPr>
          <w:rFonts w:asciiTheme="majorBidi" w:hAnsiTheme="majorBidi" w:cstheme="majorBidi"/>
          <w:sz w:val="32"/>
          <w:szCs w:val="32"/>
        </w:rPr>
      </w:pPr>
    </w:p>
    <w:p w14:paraId="63798BF7" w14:textId="77777777" w:rsidR="00982C54" w:rsidRPr="001F50B0" w:rsidRDefault="00982C54" w:rsidP="00F53061">
      <w:pPr>
        <w:rPr>
          <w:rFonts w:asciiTheme="majorBidi" w:hAnsiTheme="majorBidi" w:cstheme="majorBidi"/>
          <w:sz w:val="32"/>
          <w:szCs w:val="32"/>
        </w:rPr>
      </w:pPr>
    </w:p>
    <w:p w14:paraId="48FB63C3" w14:textId="77777777" w:rsidR="00982C54" w:rsidRPr="001F50B0" w:rsidRDefault="00982C54" w:rsidP="00F53061">
      <w:pPr>
        <w:rPr>
          <w:rFonts w:asciiTheme="majorBidi" w:hAnsiTheme="majorBidi" w:cstheme="majorBidi"/>
          <w:sz w:val="32"/>
          <w:szCs w:val="32"/>
        </w:rPr>
      </w:pPr>
    </w:p>
    <w:p w14:paraId="6F2F124B" w14:textId="77777777" w:rsidR="005C1B81" w:rsidRPr="001F50B0" w:rsidRDefault="005C1B81" w:rsidP="00536C48">
      <w:pPr>
        <w:rPr>
          <w:rFonts w:asciiTheme="majorBidi" w:hAnsiTheme="majorBidi" w:cstheme="majorBidi"/>
        </w:rPr>
      </w:pPr>
    </w:p>
    <w:p w14:paraId="598AD570" w14:textId="77777777" w:rsidR="00A170B3" w:rsidRPr="001F50B0" w:rsidRDefault="00A170B3" w:rsidP="00A170B3">
      <w:pPr>
        <w:tabs>
          <w:tab w:val="left" w:pos="8640"/>
        </w:tabs>
        <w:rPr>
          <w:rFonts w:asciiTheme="majorBidi" w:hAnsiTheme="majorBidi" w:cstheme="majorBidi"/>
          <w:b/>
          <w:sz w:val="22"/>
        </w:rPr>
      </w:pPr>
      <w:r w:rsidRPr="001F50B0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E2B1E6D" w14:textId="77777777" w:rsidR="00A170B3" w:rsidRPr="001F50B0" w:rsidRDefault="00A170B3" w:rsidP="00A170B3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173B154A" w14:textId="77777777" w:rsidR="00A170B3" w:rsidRPr="001F50B0" w:rsidRDefault="00A170B3" w:rsidP="00A170B3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1F50B0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 บริษัท ทรอปิคอลแคนนิ่ง (ประเทศไทย)</w:t>
      </w:r>
      <w:r w:rsidRPr="001F50B0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b/>
          <w:bCs/>
          <w:sz w:val="30"/>
          <w:szCs w:val="30"/>
          <w:cs/>
        </w:rPr>
        <w:t>จำกัด (มหาชน)</w:t>
      </w:r>
    </w:p>
    <w:p w14:paraId="50AC7B9E" w14:textId="77777777" w:rsidR="00A170B3" w:rsidRPr="001F50B0" w:rsidRDefault="00A170B3" w:rsidP="00A170B3">
      <w:pPr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040F3E09" w14:textId="42585233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ณ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001F50B0">
        <w:rPr>
          <w:rFonts w:asciiTheme="majorBidi" w:hAnsiTheme="majorBidi" w:cstheme="majorBidi"/>
          <w:sz w:val="30"/>
          <w:szCs w:val="30"/>
        </w:rPr>
        <w:t xml:space="preserve"> 31 </w:t>
      </w:r>
      <w:r w:rsidRPr="001F50B0">
        <w:rPr>
          <w:rFonts w:asciiTheme="majorBidi" w:hAnsiTheme="majorBidi" w:cstheme="majorBidi"/>
          <w:sz w:val="30"/>
          <w:szCs w:val="30"/>
          <w:cs/>
        </w:rPr>
        <w:t>มีนาคม</w:t>
      </w:r>
      <w:r w:rsidRPr="001F50B0">
        <w:rPr>
          <w:rFonts w:asciiTheme="majorBidi" w:hAnsiTheme="majorBidi" w:cstheme="majorBidi"/>
          <w:sz w:val="30"/>
          <w:szCs w:val="30"/>
        </w:rPr>
        <w:t xml:space="preserve"> 256</w:t>
      </w:r>
      <w:r w:rsidR="008B1C06">
        <w:rPr>
          <w:rFonts w:asciiTheme="majorBidi" w:hAnsiTheme="majorBidi" w:cstheme="majorBidi"/>
          <w:sz w:val="30"/>
          <w:szCs w:val="30"/>
        </w:rPr>
        <w:t>4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</w:rPr>
        <w:br/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และงบกระแสเงินสดรวมและงบกระแสเงินสดเฉพาะกิจการสำหรับงวดสามเดือนสิ้นสุดวันที่ </w:t>
      </w:r>
      <w:r w:rsidRPr="001F50B0">
        <w:rPr>
          <w:rFonts w:asciiTheme="majorBidi" w:hAnsiTheme="majorBidi" w:cstheme="majorBidi"/>
          <w:sz w:val="30"/>
          <w:szCs w:val="30"/>
        </w:rPr>
        <w:t xml:space="preserve">31 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1F50B0">
        <w:rPr>
          <w:rFonts w:asciiTheme="majorBidi" w:hAnsiTheme="majorBidi" w:cstheme="majorBidi"/>
          <w:sz w:val="30"/>
          <w:szCs w:val="30"/>
        </w:rPr>
        <w:t>256</w:t>
      </w:r>
      <w:r w:rsidR="008B1C06">
        <w:rPr>
          <w:rFonts w:asciiTheme="majorBidi" w:hAnsiTheme="majorBidi" w:cstheme="majorBidi"/>
          <w:sz w:val="30"/>
          <w:szCs w:val="30"/>
        </w:rPr>
        <w:t>4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และหมายเหตุประกอบงบการเงินแบบย่อ (ข้อมูลทางการเงิน</w:t>
      </w:r>
      <w:r w:rsidRPr="001F50B0">
        <w:rPr>
          <w:rFonts w:asciiTheme="majorBidi" w:hAnsiTheme="majorBidi" w:cstheme="majorBidi"/>
          <w:sz w:val="30"/>
          <w:szCs w:val="30"/>
        </w:rPr>
        <w:br/>
      </w:r>
      <w:r w:rsidRPr="001F50B0">
        <w:rPr>
          <w:rFonts w:asciiTheme="majorBidi" w:hAnsiTheme="majorBidi" w:cstheme="majorBidi"/>
          <w:sz w:val="30"/>
          <w:szCs w:val="30"/>
          <w:cs/>
        </w:rPr>
        <w:t>ระหว่างกาล) ของบริษัท ทรอปิคอลแคนนิ่ง (ประเทศไทย)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จำกัด (มหาชน) และบริษัทย่อย และของเฉพาะ</w:t>
      </w:r>
      <w:r w:rsidRPr="001F50B0">
        <w:rPr>
          <w:rFonts w:asciiTheme="majorBidi" w:hAnsiTheme="majorBidi" w:cstheme="majorBidi"/>
          <w:sz w:val="30"/>
          <w:szCs w:val="30"/>
        </w:rPr>
        <w:br/>
      </w:r>
      <w:r w:rsidRPr="001F50B0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pacing w:val="-4"/>
          <w:sz w:val="30"/>
          <w:szCs w:val="30"/>
          <w:cs/>
        </w:rPr>
        <w:t>ทรอปิคอลแคนนิ่ง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(ประเทศไทย)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จำกัด (มหาชน) ตามลำดับ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 ตามมาตรฐานการบัญชีฉบับที่ </w:t>
      </w:r>
      <w:r w:rsidRPr="001F50B0">
        <w:rPr>
          <w:rFonts w:asciiTheme="majorBidi" w:hAnsiTheme="majorBidi" w:cstheme="majorBidi"/>
          <w:sz w:val="30"/>
          <w:szCs w:val="30"/>
        </w:rPr>
        <w:t>34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</w:t>
      </w:r>
      <w:r w:rsidRPr="001F50B0">
        <w:rPr>
          <w:rFonts w:asciiTheme="majorBidi" w:hAnsiTheme="majorBidi" w:cstheme="majorBidi"/>
          <w:sz w:val="30"/>
          <w:szCs w:val="30"/>
          <w:cs/>
        </w:rPr>
        <w:br/>
        <w:t>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</w:p>
    <w:p w14:paraId="57CB8662" w14:textId="77777777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35EF3066" w14:textId="77777777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1F50B0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342087E1" w14:textId="77777777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F099FDF" w14:textId="77777777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รหัส</w:t>
      </w:r>
      <w:r w:rsidRPr="001F50B0">
        <w:rPr>
          <w:rFonts w:asciiTheme="majorBidi" w:hAnsiTheme="majorBidi" w:cstheme="majorBidi"/>
          <w:sz w:val="30"/>
          <w:szCs w:val="30"/>
        </w:rPr>
        <w:t xml:space="preserve"> 2410 “</w:t>
      </w:r>
      <w:r w:rsidRPr="001F50B0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F50B0">
        <w:rPr>
          <w:rFonts w:asciiTheme="majorBidi" w:hAnsiTheme="majorBidi" w:cstheme="majorBidi"/>
          <w:sz w:val="30"/>
          <w:szCs w:val="30"/>
        </w:rPr>
        <w:t>”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1F50B0">
        <w:rPr>
          <w:rFonts w:asciiTheme="majorBidi" w:hAnsiTheme="majorBidi" w:cstheme="majorBidi"/>
          <w:sz w:val="30"/>
          <w:szCs w:val="30"/>
        </w:rPr>
        <w:t xml:space="preserve"> </w:t>
      </w:r>
      <w:r w:rsidRPr="001F50B0">
        <w:rPr>
          <w:rFonts w:asciiTheme="majorBidi" w:hAnsiTheme="majorBidi" w:cstheme="majorBidi"/>
          <w:sz w:val="30"/>
          <w:szCs w:val="30"/>
          <w:cs/>
        </w:rPr>
        <w:t>ดังนั้นข้าพเจ้าจึงไม่อาจแสดงความเห็นต่อข้อมูลทางการเงินระหว่างกาลที่สอบทาน</w:t>
      </w:r>
    </w:p>
    <w:p w14:paraId="514FFE25" w14:textId="77777777" w:rsidR="00AE4282" w:rsidRPr="001F50B0" w:rsidRDefault="00AE4282" w:rsidP="00A170B3">
      <w:pPr>
        <w:autoSpaceDE w:val="0"/>
        <w:autoSpaceDN w:val="0"/>
        <w:adjustRightInd w:val="0"/>
        <w:spacing w:before="240"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1483160C" w14:textId="77777777" w:rsidR="00AE4282" w:rsidRPr="001F50B0" w:rsidRDefault="00AE4282" w:rsidP="00A170B3">
      <w:pPr>
        <w:autoSpaceDE w:val="0"/>
        <w:autoSpaceDN w:val="0"/>
        <w:adjustRightInd w:val="0"/>
        <w:spacing w:before="240"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5464D5A" w14:textId="04D5AE0F" w:rsidR="00AE4282" w:rsidRPr="001F50B0" w:rsidRDefault="00AE4282" w:rsidP="00A170B3">
      <w:pPr>
        <w:autoSpaceDE w:val="0"/>
        <w:autoSpaceDN w:val="0"/>
        <w:adjustRightInd w:val="0"/>
        <w:spacing w:before="240"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  <w:sectPr w:rsidR="00AE4282" w:rsidRPr="001F50B0" w:rsidSect="00AE4282">
          <w:footerReference w:type="default" r:id="rId9"/>
          <w:footerReference w:type="first" r:id="rId10"/>
          <w:type w:val="nextColumn"/>
          <w:pgSz w:w="11909" w:h="16834" w:code="9"/>
          <w:pgMar w:top="691" w:right="1152" w:bottom="576" w:left="1152" w:header="720" w:footer="720" w:gutter="0"/>
          <w:cols w:space="720"/>
          <w:titlePg/>
        </w:sectPr>
      </w:pPr>
    </w:p>
    <w:p w14:paraId="01C329E9" w14:textId="527D288D" w:rsidR="00A170B3" w:rsidRDefault="00A170B3" w:rsidP="00AD1E35">
      <w:pPr>
        <w:tabs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i/>
          <w:iCs/>
          <w:sz w:val="30"/>
          <w:szCs w:val="30"/>
        </w:rPr>
      </w:pPr>
    </w:p>
    <w:p w14:paraId="26899319" w14:textId="06DCF2D0" w:rsidR="00AD1E35" w:rsidRDefault="00AD1E35" w:rsidP="00AD1E35">
      <w:pPr>
        <w:tabs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i/>
          <w:iCs/>
          <w:sz w:val="30"/>
          <w:szCs w:val="30"/>
        </w:rPr>
      </w:pPr>
    </w:p>
    <w:p w14:paraId="655BC909" w14:textId="77777777" w:rsidR="00AD1E35" w:rsidRPr="001F50B0" w:rsidRDefault="00AD1E35" w:rsidP="00AD1E35">
      <w:pPr>
        <w:tabs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i/>
          <w:iCs/>
          <w:sz w:val="30"/>
          <w:szCs w:val="30"/>
        </w:rPr>
      </w:pPr>
    </w:p>
    <w:p w14:paraId="372B7064" w14:textId="77777777" w:rsidR="00A170B3" w:rsidRPr="001F50B0" w:rsidRDefault="00A170B3" w:rsidP="00A170B3">
      <w:pPr>
        <w:rPr>
          <w:rFonts w:asciiTheme="majorBidi" w:hAnsiTheme="majorBidi" w:cstheme="majorBidi"/>
          <w:i/>
          <w:iCs/>
          <w:sz w:val="30"/>
          <w:szCs w:val="30"/>
        </w:rPr>
      </w:pPr>
      <w:r w:rsidRPr="001F50B0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18836E45" w14:textId="77777777" w:rsidR="00A170B3" w:rsidRPr="001F50B0" w:rsidRDefault="00A170B3" w:rsidP="00A170B3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52A118E" w14:textId="77777777" w:rsidR="00A170B3" w:rsidRPr="001F50B0" w:rsidRDefault="00A170B3" w:rsidP="00A170B3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1F50B0">
        <w:rPr>
          <w:rFonts w:asciiTheme="majorBidi" w:hAnsiTheme="majorBidi" w:cstheme="majorBidi"/>
          <w:sz w:val="30"/>
          <w:szCs w:val="30"/>
        </w:rPr>
        <w:t>34</w:t>
      </w:r>
      <w:r w:rsidRPr="001F50B0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39F028D0" w14:textId="77777777" w:rsidR="00A170B3" w:rsidRPr="001F50B0" w:rsidRDefault="00A170B3" w:rsidP="00A170B3">
      <w:pPr>
        <w:rPr>
          <w:rFonts w:asciiTheme="majorBidi" w:hAnsiTheme="majorBidi" w:cstheme="majorBidi"/>
          <w:sz w:val="30"/>
          <w:szCs w:val="30"/>
        </w:rPr>
      </w:pPr>
    </w:p>
    <w:p w14:paraId="4D5A7E31" w14:textId="77777777" w:rsidR="00A170B3" w:rsidRPr="001F50B0" w:rsidRDefault="00A170B3" w:rsidP="00A170B3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23A7F458" w14:textId="77777777" w:rsidR="00A170B3" w:rsidRPr="001F50B0" w:rsidRDefault="00A170B3" w:rsidP="00A170B3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7D55A5F0" w14:textId="77777777" w:rsidR="00A170B3" w:rsidRPr="001F50B0" w:rsidRDefault="00A170B3" w:rsidP="00A170B3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59CBDD73" w14:textId="77777777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 w:rsidRPr="001F50B0">
        <w:rPr>
          <w:rFonts w:asciiTheme="majorBidi" w:hAnsiTheme="majorBidi" w:cstheme="majorBidi"/>
          <w:sz w:val="30"/>
          <w:szCs w:val="30"/>
          <w:cs/>
          <w:lang w:val="th-TH"/>
        </w:rPr>
        <w:t>(บงกช อ่ำเสงี่ยม)</w:t>
      </w:r>
    </w:p>
    <w:p w14:paraId="7CFB68F4" w14:textId="77777777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  <w:lang w:val="th-TH"/>
        </w:rPr>
      </w:pPr>
      <w:r w:rsidRPr="001F50B0">
        <w:rPr>
          <w:rFonts w:asciiTheme="majorBidi" w:hAnsiTheme="majorBidi" w:cstheme="majorBidi"/>
          <w:sz w:val="30"/>
          <w:szCs w:val="30"/>
          <w:cs/>
          <w:lang w:val="th-TH"/>
        </w:rPr>
        <w:t>ผู้สอบบัญชีรับอนุญาต</w:t>
      </w:r>
    </w:p>
    <w:p w14:paraId="53F65339" w14:textId="77777777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  <w:lang w:val="th-TH"/>
        </w:rPr>
        <w:t xml:space="preserve">เลขทะเบียน </w:t>
      </w:r>
      <w:r w:rsidRPr="001F50B0">
        <w:rPr>
          <w:rFonts w:asciiTheme="majorBidi" w:hAnsiTheme="majorBidi" w:cstheme="majorBidi"/>
          <w:sz w:val="30"/>
          <w:szCs w:val="30"/>
        </w:rPr>
        <w:t>3684</w:t>
      </w:r>
    </w:p>
    <w:p w14:paraId="2BE391D7" w14:textId="77777777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45EC0AB" w14:textId="77777777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5212389C" w14:textId="77777777" w:rsidR="00A170B3" w:rsidRPr="001F50B0" w:rsidRDefault="00A170B3" w:rsidP="00A17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1F50B0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2012A65F" w14:textId="53EC1CDB" w:rsidR="00A170B3" w:rsidRPr="001F50B0" w:rsidRDefault="00194698" w:rsidP="00A170B3">
      <w:pPr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1</w:t>
      </w:r>
      <w:r w:rsidR="00C566BC">
        <w:rPr>
          <w:rFonts w:asciiTheme="majorBidi" w:hAnsiTheme="majorBidi" w:cstheme="majorBidi"/>
          <w:sz w:val="30"/>
          <w:szCs w:val="30"/>
        </w:rPr>
        <w:t>4</w:t>
      </w:r>
      <w:r w:rsidR="00A170B3" w:rsidRPr="00A26C8D">
        <w:rPr>
          <w:rFonts w:asciiTheme="majorBidi" w:hAnsiTheme="majorBidi" w:cstheme="majorBidi"/>
          <w:sz w:val="30"/>
          <w:szCs w:val="30"/>
        </w:rPr>
        <w:t xml:space="preserve"> </w:t>
      </w:r>
      <w:r w:rsidR="00A170B3" w:rsidRPr="00A26C8D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="00A170B3" w:rsidRPr="00A26C8D">
        <w:rPr>
          <w:rFonts w:asciiTheme="majorBidi" w:hAnsiTheme="majorBidi" w:cstheme="majorBidi"/>
          <w:sz w:val="30"/>
          <w:szCs w:val="30"/>
        </w:rPr>
        <w:t>256</w:t>
      </w:r>
      <w:r w:rsidR="008B1C06">
        <w:rPr>
          <w:rFonts w:asciiTheme="majorBidi" w:hAnsiTheme="majorBidi" w:cstheme="majorBidi"/>
          <w:sz w:val="30"/>
          <w:szCs w:val="30"/>
        </w:rPr>
        <w:t>4</w:t>
      </w:r>
    </w:p>
    <w:p w14:paraId="7009FF6C" w14:textId="181B52C8" w:rsidR="003B4E0B" w:rsidRPr="001F50B0" w:rsidRDefault="003B4E0B" w:rsidP="0052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5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sectPr w:rsidR="003B4E0B" w:rsidRPr="001F50B0" w:rsidSect="00AE4282">
      <w:footerReference w:type="default" r:id="rId11"/>
      <w:type w:val="nextColumn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E0D65" w14:textId="77777777" w:rsidR="00673182" w:rsidRDefault="00673182" w:rsidP="00CE3999">
      <w:pPr>
        <w:pStyle w:val="BodyText2"/>
      </w:pPr>
      <w:r>
        <w:separator/>
      </w:r>
    </w:p>
  </w:endnote>
  <w:endnote w:type="continuationSeparator" w:id="0">
    <w:p w14:paraId="121104D3" w14:textId="77777777" w:rsidR="00673182" w:rsidRDefault="00673182" w:rsidP="00CE3999">
      <w:pPr>
        <w:pStyle w:val="BodyText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FAE51" w14:textId="77777777" w:rsidR="00B57785" w:rsidRDefault="00B57785" w:rsidP="00CA04F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1FC55" w14:textId="77777777" w:rsidR="00B57785" w:rsidRPr="00240FF9" w:rsidRDefault="00B57785">
    <w:pPr>
      <w:pStyle w:val="Footer"/>
      <w:jc w:val="center"/>
      <w:rPr>
        <w:rFonts w:ascii="Angsana New" w:hAnsi="Angsana New"/>
        <w:sz w:val="30"/>
        <w:szCs w:val="30"/>
      </w:rPr>
    </w:pPr>
    <w:r w:rsidRPr="00240FF9">
      <w:rPr>
        <w:rFonts w:ascii="Angsana New" w:hAnsi="Angsana New"/>
        <w:sz w:val="30"/>
        <w:szCs w:val="30"/>
      </w:rPr>
      <w:fldChar w:fldCharType="begin"/>
    </w:r>
    <w:r w:rsidRPr="00240FF9">
      <w:rPr>
        <w:rFonts w:ascii="Angsana New" w:hAnsi="Angsana New"/>
        <w:sz w:val="30"/>
        <w:szCs w:val="30"/>
      </w:rPr>
      <w:instrText xml:space="preserve"> PAGE   \* MERGEFORMAT </w:instrText>
    </w:r>
    <w:r w:rsidRPr="00240FF9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6</w:t>
    </w:r>
    <w:r w:rsidRPr="00240FF9">
      <w:rPr>
        <w:rFonts w:ascii="Angsana New" w:hAnsi="Angsana New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93B9D" w14:textId="77777777" w:rsidR="00B57785" w:rsidRDefault="00B5778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E1FD3" w14:textId="77777777" w:rsidR="00B57785" w:rsidRPr="004233E3" w:rsidRDefault="00B57785" w:rsidP="000D0AF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4233E3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4233E3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75</w: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607CEF9" w14:textId="77777777" w:rsidR="00B57785" w:rsidRPr="000F024E" w:rsidRDefault="00B57785" w:rsidP="00012399">
    <w:pPr>
      <w:pStyle w:val="Footer"/>
      <w:tabs>
        <w:tab w:val="decimal" w:pos="14130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D567D" w14:textId="77777777" w:rsidR="00673182" w:rsidRDefault="00673182" w:rsidP="00CE3999">
      <w:pPr>
        <w:pStyle w:val="BodyText2"/>
      </w:pPr>
      <w:r>
        <w:separator/>
      </w:r>
    </w:p>
  </w:footnote>
  <w:footnote w:type="continuationSeparator" w:id="0">
    <w:p w14:paraId="5D65407E" w14:textId="77777777" w:rsidR="00673182" w:rsidRDefault="00673182" w:rsidP="00CE3999">
      <w:pPr>
        <w:pStyle w:val="BodyText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FA38EF46"/>
    <w:lvl w:ilvl="0" w:tplc="E5C435C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74009"/>
    <w:multiLevelType w:val="singleLevel"/>
    <w:tmpl w:val="8E8AD0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09C61796"/>
    <w:multiLevelType w:val="hybridMultilevel"/>
    <w:tmpl w:val="36F244B0"/>
    <w:lvl w:ilvl="0" w:tplc="BB28A57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A3B29"/>
    <w:multiLevelType w:val="hybridMultilevel"/>
    <w:tmpl w:val="393C3BF8"/>
    <w:lvl w:ilvl="0" w:tplc="08701248">
      <w:start w:val="1"/>
      <w:numFmt w:val="thaiLetters"/>
      <w:lvlText w:val="(%1)"/>
      <w:lvlJc w:val="left"/>
      <w:pPr>
        <w:ind w:left="90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0A40B2A"/>
    <w:multiLevelType w:val="multilevel"/>
    <w:tmpl w:val="BE0C72B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1C1C0EB8"/>
    <w:multiLevelType w:val="hybridMultilevel"/>
    <w:tmpl w:val="985C8A58"/>
    <w:lvl w:ilvl="0" w:tplc="D58E4E12">
      <w:start w:val="1"/>
      <w:numFmt w:val="decimal"/>
      <w:lvlText w:val="(%1)"/>
      <w:lvlJc w:val="left"/>
      <w:pPr>
        <w:ind w:left="1260" w:hanging="360"/>
      </w:pPr>
      <w:rPr>
        <w:rFonts w:ascii="Angsana New" w:hAnsi="Angsana New" w:cs="Angsana New" w:hint="cs"/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18D58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2FE4076D"/>
    <w:multiLevelType w:val="singleLevel"/>
    <w:tmpl w:val="43BA972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30A5009"/>
    <w:multiLevelType w:val="multilevel"/>
    <w:tmpl w:val="1FC64FC4"/>
    <w:lvl w:ilvl="0">
      <w:start w:val="1"/>
      <w:numFmt w:val="decimal"/>
      <w:pStyle w:val="Heading1"/>
      <w:lvlText w:val="%1"/>
      <w:lvlJc w:val="left"/>
      <w:pPr>
        <w:tabs>
          <w:tab w:val="num" w:pos="286"/>
        </w:tabs>
        <w:ind w:left="286" w:hanging="283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579"/>
        </w:tabs>
        <w:ind w:left="579" w:hanging="576"/>
      </w:pPr>
    </w:lvl>
    <w:lvl w:ilvl="2">
      <w:start w:val="1"/>
      <w:numFmt w:val="decimal"/>
      <w:lvlText w:val=".%1%2.%3"/>
      <w:lvlJc w:val="left"/>
      <w:pPr>
        <w:tabs>
          <w:tab w:val="num" w:pos="723"/>
        </w:tabs>
        <w:ind w:left="723" w:hanging="720"/>
      </w:pPr>
    </w:lvl>
    <w:lvl w:ilvl="3">
      <w:start w:val="1"/>
      <w:numFmt w:val="decimal"/>
      <w:lvlText w:val="%1.%2.%3.%4"/>
      <w:lvlJc w:val="left"/>
      <w:pPr>
        <w:tabs>
          <w:tab w:val="num" w:pos="867"/>
        </w:tabs>
        <w:ind w:left="867" w:hanging="864"/>
      </w:pPr>
    </w:lvl>
    <w:lvl w:ilvl="4">
      <w:start w:val="1"/>
      <w:numFmt w:val="decimal"/>
      <w:lvlText w:val="%1.%2.%3.%4.%5"/>
      <w:lvlJc w:val="left"/>
      <w:pPr>
        <w:tabs>
          <w:tab w:val="num" w:pos="1011"/>
        </w:tabs>
        <w:ind w:left="1011" w:hanging="1008"/>
      </w:pPr>
    </w:lvl>
    <w:lvl w:ilvl="5">
      <w:start w:val="1"/>
      <w:numFmt w:val="decimal"/>
      <w:lvlText w:val="%1.%2.%3.%4.%5.%6"/>
      <w:lvlJc w:val="left"/>
      <w:pPr>
        <w:tabs>
          <w:tab w:val="num" w:pos="1443"/>
        </w:tabs>
        <w:ind w:left="115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9"/>
        </w:tabs>
        <w:ind w:left="129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3"/>
        </w:tabs>
        <w:ind w:left="144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7"/>
        </w:tabs>
        <w:ind w:left="1587" w:hanging="1584"/>
      </w:pPr>
    </w:lvl>
  </w:abstractNum>
  <w:abstractNum w:abstractNumId="20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3" w15:restartNumberingAfterBreak="0">
    <w:nsid w:val="3FC94AA7"/>
    <w:multiLevelType w:val="hybridMultilevel"/>
    <w:tmpl w:val="019E8D38"/>
    <w:lvl w:ilvl="0" w:tplc="1B6C585E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  <w:sz w:val="22"/>
        <w:szCs w:val="22"/>
      </w:rPr>
    </w:lvl>
    <w:lvl w:ilvl="1" w:tplc="5C548A76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60703AB6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C3A89818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3BD829E2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64E340C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2C16BB0A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18AE4F30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40182594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4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F135D2E"/>
    <w:multiLevelType w:val="hybridMultilevel"/>
    <w:tmpl w:val="18D646EC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b w:val="0"/>
        <w:b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FCB52DD"/>
    <w:multiLevelType w:val="hybridMultilevel"/>
    <w:tmpl w:val="7F266FD6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lang w:bidi="th-TH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AE6622C"/>
    <w:multiLevelType w:val="hybridMultilevel"/>
    <w:tmpl w:val="2C2E5676"/>
    <w:lvl w:ilvl="0" w:tplc="76AC2AD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1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29" w15:restartNumberingAfterBreak="0">
    <w:nsid w:val="62274345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665C1C30"/>
    <w:multiLevelType w:val="hybridMultilevel"/>
    <w:tmpl w:val="228CD8CC"/>
    <w:lvl w:ilvl="0" w:tplc="466852A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cs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2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6F706D0A"/>
    <w:multiLevelType w:val="multilevel"/>
    <w:tmpl w:val="923436F6"/>
    <w:lvl w:ilvl="0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eastAsia="Times New Roman" w:hAnsi="Angsana New" w:cs="Angsana New" w:hint="cs"/>
        <w:lang w:bidi="th-TH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4" w15:restartNumberingAfterBreak="0">
    <w:nsid w:val="72377F1C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5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6" w15:restartNumberingAfterBreak="0">
    <w:nsid w:val="7F6C32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0"/>
  </w:num>
  <w:num w:numId="12">
    <w:abstractNumId w:val="17"/>
  </w:num>
  <w:num w:numId="13">
    <w:abstractNumId w:val="31"/>
  </w:num>
  <w:num w:numId="14">
    <w:abstractNumId w:val="19"/>
  </w:num>
  <w:num w:numId="15">
    <w:abstractNumId w:val="21"/>
  </w:num>
  <w:num w:numId="16">
    <w:abstractNumId w:val="14"/>
  </w:num>
  <w:num w:numId="17">
    <w:abstractNumId w:val="10"/>
  </w:num>
  <w:num w:numId="18">
    <w:abstractNumId w:val="18"/>
  </w:num>
  <w:num w:numId="19">
    <w:abstractNumId w:val="11"/>
  </w:num>
  <w:num w:numId="20">
    <w:abstractNumId w:val="13"/>
  </w:num>
  <w:num w:numId="21">
    <w:abstractNumId w:val="28"/>
  </w:num>
  <w:num w:numId="22">
    <w:abstractNumId w:val="23"/>
  </w:num>
  <w:num w:numId="23">
    <w:abstractNumId w:val="36"/>
  </w:num>
  <w:num w:numId="24">
    <w:abstractNumId w:val="35"/>
  </w:num>
  <w:num w:numId="25">
    <w:abstractNumId w:val="27"/>
  </w:num>
  <w:num w:numId="26">
    <w:abstractNumId w:val="12"/>
  </w:num>
  <w:num w:numId="27">
    <w:abstractNumId w:val="16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6"/>
  </w:num>
  <w:num w:numId="32">
    <w:abstractNumId w:val="34"/>
  </w:num>
  <w:num w:numId="33">
    <w:abstractNumId w:val="29"/>
  </w:num>
  <w:num w:numId="34">
    <w:abstractNumId w:val="24"/>
  </w:num>
  <w:num w:numId="35">
    <w:abstractNumId w:val="32"/>
  </w:num>
  <w:num w:numId="36">
    <w:abstractNumId w:val="30"/>
  </w:num>
  <w:num w:numId="37">
    <w:abstractNumId w:val="25"/>
  </w:num>
  <w:num w:numId="38">
    <w:abstractNumId w:val="15"/>
  </w:num>
  <w:num w:numId="39">
    <w:abstractNumId w:val="33"/>
  </w:num>
  <w:num w:numId="40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isplayBackgroundShape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6145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F64"/>
    <w:rsid w:val="00000053"/>
    <w:rsid w:val="0000062B"/>
    <w:rsid w:val="00001627"/>
    <w:rsid w:val="0000185C"/>
    <w:rsid w:val="000024CA"/>
    <w:rsid w:val="00002834"/>
    <w:rsid w:val="00002C06"/>
    <w:rsid w:val="00002F01"/>
    <w:rsid w:val="000035C9"/>
    <w:rsid w:val="0000369A"/>
    <w:rsid w:val="00003B33"/>
    <w:rsid w:val="000040CD"/>
    <w:rsid w:val="00004348"/>
    <w:rsid w:val="0000440B"/>
    <w:rsid w:val="00004536"/>
    <w:rsid w:val="0000467D"/>
    <w:rsid w:val="00004884"/>
    <w:rsid w:val="00004A85"/>
    <w:rsid w:val="00004B87"/>
    <w:rsid w:val="00004B8B"/>
    <w:rsid w:val="00004B90"/>
    <w:rsid w:val="00004E15"/>
    <w:rsid w:val="0000512B"/>
    <w:rsid w:val="000055F9"/>
    <w:rsid w:val="000056D9"/>
    <w:rsid w:val="00006374"/>
    <w:rsid w:val="0000680A"/>
    <w:rsid w:val="00007034"/>
    <w:rsid w:val="000073CB"/>
    <w:rsid w:val="00007A07"/>
    <w:rsid w:val="00010661"/>
    <w:rsid w:val="00010B8F"/>
    <w:rsid w:val="00010D7C"/>
    <w:rsid w:val="00010FAB"/>
    <w:rsid w:val="000114FF"/>
    <w:rsid w:val="00012399"/>
    <w:rsid w:val="00012E4B"/>
    <w:rsid w:val="00013A6A"/>
    <w:rsid w:val="00013B8D"/>
    <w:rsid w:val="00013ECC"/>
    <w:rsid w:val="00014212"/>
    <w:rsid w:val="0001455A"/>
    <w:rsid w:val="00014896"/>
    <w:rsid w:val="000150B5"/>
    <w:rsid w:val="00015324"/>
    <w:rsid w:val="0001545F"/>
    <w:rsid w:val="000155BE"/>
    <w:rsid w:val="000156A6"/>
    <w:rsid w:val="00015AA3"/>
    <w:rsid w:val="00015AFC"/>
    <w:rsid w:val="00015E71"/>
    <w:rsid w:val="00015F40"/>
    <w:rsid w:val="000161EB"/>
    <w:rsid w:val="00016B29"/>
    <w:rsid w:val="00016E92"/>
    <w:rsid w:val="00017413"/>
    <w:rsid w:val="00017528"/>
    <w:rsid w:val="00017ED5"/>
    <w:rsid w:val="0002025D"/>
    <w:rsid w:val="000206E5"/>
    <w:rsid w:val="000208D0"/>
    <w:rsid w:val="00020AC9"/>
    <w:rsid w:val="00021329"/>
    <w:rsid w:val="000214B4"/>
    <w:rsid w:val="000219DB"/>
    <w:rsid w:val="00021BB9"/>
    <w:rsid w:val="00021C49"/>
    <w:rsid w:val="0002246C"/>
    <w:rsid w:val="0002302B"/>
    <w:rsid w:val="0002319F"/>
    <w:rsid w:val="00024312"/>
    <w:rsid w:val="00024322"/>
    <w:rsid w:val="00024674"/>
    <w:rsid w:val="0002469D"/>
    <w:rsid w:val="000249C6"/>
    <w:rsid w:val="00025CA1"/>
    <w:rsid w:val="00025CF9"/>
    <w:rsid w:val="00025DF1"/>
    <w:rsid w:val="00025EDF"/>
    <w:rsid w:val="00026787"/>
    <w:rsid w:val="000267E6"/>
    <w:rsid w:val="00026AB4"/>
    <w:rsid w:val="00027F0C"/>
    <w:rsid w:val="00032316"/>
    <w:rsid w:val="0003231C"/>
    <w:rsid w:val="0003297A"/>
    <w:rsid w:val="000334F5"/>
    <w:rsid w:val="00033529"/>
    <w:rsid w:val="000338DE"/>
    <w:rsid w:val="000338F2"/>
    <w:rsid w:val="00033A8F"/>
    <w:rsid w:val="00033E7B"/>
    <w:rsid w:val="00033FBD"/>
    <w:rsid w:val="0003458D"/>
    <w:rsid w:val="00034B9A"/>
    <w:rsid w:val="0003581E"/>
    <w:rsid w:val="000359B9"/>
    <w:rsid w:val="00035B57"/>
    <w:rsid w:val="00036299"/>
    <w:rsid w:val="00036AB5"/>
    <w:rsid w:val="0003711B"/>
    <w:rsid w:val="00037279"/>
    <w:rsid w:val="000372F0"/>
    <w:rsid w:val="00037382"/>
    <w:rsid w:val="0003751C"/>
    <w:rsid w:val="00037B3D"/>
    <w:rsid w:val="0004031E"/>
    <w:rsid w:val="0004067E"/>
    <w:rsid w:val="00040774"/>
    <w:rsid w:val="00040AF8"/>
    <w:rsid w:val="00040D43"/>
    <w:rsid w:val="000416F9"/>
    <w:rsid w:val="000419E2"/>
    <w:rsid w:val="00042073"/>
    <w:rsid w:val="000421F1"/>
    <w:rsid w:val="00042CEE"/>
    <w:rsid w:val="000445C2"/>
    <w:rsid w:val="0004496B"/>
    <w:rsid w:val="00044C00"/>
    <w:rsid w:val="00045033"/>
    <w:rsid w:val="00045630"/>
    <w:rsid w:val="000458F8"/>
    <w:rsid w:val="000462E0"/>
    <w:rsid w:val="000468E1"/>
    <w:rsid w:val="00046EE3"/>
    <w:rsid w:val="000500EF"/>
    <w:rsid w:val="0005010A"/>
    <w:rsid w:val="00050556"/>
    <w:rsid w:val="00050591"/>
    <w:rsid w:val="0005074B"/>
    <w:rsid w:val="0005088C"/>
    <w:rsid w:val="000515E1"/>
    <w:rsid w:val="00051632"/>
    <w:rsid w:val="000518AE"/>
    <w:rsid w:val="00052548"/>
    <w:rsid w:val="00052B62"/>
    <w:rsid w:val="00052F53"/>
    <w:rsid w:val="00053182"/>
    <w:rsid w:val="0005345D"/>
    <w:rsid w:val="00053873"/>
    <w:rsid w:val="00053F4F"/>
    <w:rsid w:val="00053F77"/>
    <w:rsid w:val="000548B1"/>
    <w:rsid w:val="00054E58"/>
    <w:rsid w:val="0005510F"/>
    <w:rsid w:val="0005527D"/>
    <w:rsid w:val="00055778"/>
    <w:rsid w:val="00055F4E"/>
    <w:rsid w:val="00056259"/>
    <w:rsid w:val="00056649"/>
    <w:rsid w:val="0005692C"/>
    <w:rsid w:val="000569A7"/>
    <w:rsid w:val="00057AE3"/>
    <w:rsid w:val="00057CF3"/>
    <w:rsid w:val="00057EF8"/>
    <w:rsid w:val="00057FCC"/>
    <w:rsid w:val="00060347"/>
    <w:rsid w:val="00060899"/>
    <w:rsid w:val="00060F64"/>
    <w:rsid w:val="0006114F"/>
    <w:rsid w:val="00061586"/>
    <w:rsid w:val="0006158A"/>
    <w:rsid w:val="00061AC2"/>
    <w:rsid w:val="00061D1A"/>
    <w:rsid w:val="00061E0F"/>
    <w:rsid w:val="00062AD1"/>
    <w:rsid w:val="00062D76"/>
    <w:rsid w:val="00062E08"/>
    <w:rsid w:val="00063B51"/>
    <w:rsid w:val="000640B2"/>
    <w:rsid w:val="000641AA"/>
    <w:rsid w:val="00064929"/>
    <w:rsid w:val="00065167"/>
    <w:rsid w:val="0006518D"/>
    <w:rsid w:val="000657C6"/>
    <w:rsid w:val="00065D30"/>
    <w:rsid w:val="00065DB3"/>
    <w:rsid w:val="0006627B"/>
    <w:rsid w:val="0006651E"/>
    <w:rsid w:val="000667CE"/>
    <w:rsid w:val="00066F52"/>
    <w:rsid w:val="00066FD3"/>
    <w:rsid w:val="0006733E"/>
    <w:rsid w:val="00067A48"/>
    <w:rsid w:val="00070502"/>
    <w:rsid w:val="00070781"/>
    <w:rsid w:val="00070C1F"/>
    <w:rsid w:val="0007130A"/>
    <w:rsid w:val="000719A1"/>
    <w:rsid w:val="00071EF8"/>
    <w:rsid w:val="0007220D"/>
    <w:rsid w:val="00072E64"/>
    <w:rsid w:val="000736D3"/>
    <w:rsid w:val="00073B52"/>
    <w:rsid w:val="0007456D"/>
    <w:rsid w:val="00074B44"/>
    <w:rsid w:val="00074F31"/>
    <w:rsid w:val="00075452"/>
    <w:rsid w:val="00075BE3"/>
    <w:rsid w:val="000768C7"/>
    <w:rsid w:val="00076D17"/>
    <w:rsid w:val="0007719E"/>
    <w:rsid w:val="00077501"/>
    <w:rsid w:val="00077948"/>
    <w:rsid w:val="00077C3F"/>
    <w:rsid w:val="00080252"/>
    <w:rsid w:val="00080671"/>
    <w:rsid w:val="0008074B"/>
    <w:rsid w:val="00080CD1"/>
    <w:rsid w:val="000811AF"/>
    <w:rsid w:val="00081246"/>
    <w:rsid w:val="000815E3"/>
    <w:rsid w:val="00081767"/>
    <w:rsid w:val="0008189D"/>
    <w:rsid w:val="00081D4A"/>
    <w:rsid w:val="0008272C"/>
    <w:rsid w:val="00083453"/>
    <w:rsid w:val="00083884"/>
    <w:rsid w:val="000838B6"/>
    <w:rsid w:val="00083F2A"/>
    <w:rsid w:val="000841AC"/>
    <w:rsid w:val="0008423C"/>
    <w:rsid w:val="000848C7"/>
    <w:rsid w:val="00084929"/>
    <w:rsid w:val="00084CBB"/>
    <w:rsid w:val="00084D26"/>
    <w:rsid w:val="00084DD0"/>
    <w:rsid w:val="00084F50"/>
    <w:rsid w:val="0008503A"/>
    <w:rsid w:val="000855A1"/>
    <w:rsid w:val="000856C2"/>
    <w:rsid w:val="00085831"/>
    <w:rsid w:val="00085F69"/>
    <w:rsid w:val="00086165"/>
    <w:rsid w:val="0008740F"/>
    <w:rsid w:val="00087487"/>
    <w:rsid w:val="0008797D"/>
    <w:rsid w:val="00090799"/>
    <w:rsid w:val="00090AA4"/>
    <w:rsid w:val="00091349"/>
    <w:rsid w:val="00091A2E"/>
    <w:rsid w:val="00091ECF"/>
    <w:rsid w:val="000921B2"/>
    <w:rsid w:val="00092548"/>
    <w:rsid w:val="00092D37"/>
    <w:rsid w:val="00093768"/>
    <w:rsid w:val="00093818"/>
    <w:rsid w:val="000942BC"/>
    <w:rsid w:val="00094862"/>
    <w:rsid w:val="00094AB2"/>
    <w:rsid w:val="0009517B"/>
    <w:rsid w:val="000953E3"/>
    <w:rsid w:val="00095868"/>
    <w:rsid w:val="00095C06"/>
    <w:rsid w:val="00095D17"/>
    <w:rsid w:val="00095DBB"/>
    <w:rsid w:val="000965C8"/>
    <w:rsid w:val="00097181"/>
    <w:rsid w:val="000974C8"/>
    <w:rsid w:val="000975CF"/>
    <w:rsid w:val="000978A5"/>
    <w:rsid w:val="00097DB4"/>
    <w:rsid w:val="000A01C5"/>
    <w:rsid w:val="000A0CAE"/>
    <w:rsid w:val="000A0F39"/>
    <w:rsid w:val="000A0F9F"/>
    <w:rsid w:val="000A1F31"/>
    <w:rsid w:val="000A216F"/>
    <w:rsid w:val="000A2D6A"/>
    <w:rsid w:val="000A315A"/>
    <w:rsid w:val="000A3540"/>
    <w:rsid w:val="000A39BE"/>
    <w:rsid w:val="000A39E2"/>
    <w:rsid w:val="000A3A93"/>
    <w:rsid w:val="000A3F31"/>
    <w:rsid w:val="000A4340"/>
    <w:rsid w:val="000A4427"/>
    <w:rsid w:val="000A48BD"/>
    <w:rsid w:val="000A4D0A"/>
    <w:rsid w:val="000A4EC5"/>
    <w:rsid w:val="000A5033"/>
    <w:rsid w:val="000A5336"/>
    <w:rsid w:val="000A5B42"/>
    <w:rsid w:val="000A6ABB"/>
    <w:rsid w:val="000A6C9D"/>
    <w:rsid w:val="000A7196"/>
    <w:rsid w:val="000A7C3F"/>
    <w:rsid w:val="000B00CF"/>
    <w:rsid w:val="000B0156"/>
    <w:rsid w:val="000B028F"/>
    <w:rsid w:val="000B0754"/>
    <w:rsid w:val="000B0C2A"/>
    <w:rsid w:val="000B0CA4"/>
    <w:rsid w:val="000B0F78"/>
    <w:rsid w:val="000B0FF0"/>
    <w:rsid w:val="000B130C"/>
    <w:rsid w:val="000B17F7"/>
    <w:rsid w:val="000B18C8"/>
    <w:rsid w:val="000B1B8A"/>
    <w:rsid w:val="000B2083"/>
    <w:rsid w:val="000B2268"/>
    <w:rsid w:val="000B266C"/>
    <w:rsid w:val="000B2925"/>
    <w:rsid w:val="000B2AF0"/>
    <w:rsid w:val="000B2D40"/>
    <w:rsid w:val="000B2DFD"/>
    <w:rsid w:val="000B2E80"/>
    <w:rsid w:val="000B367D"/>
    <w:rsid w:val="000B376A"/>
    <w:rsid w:val="000B3B08"/>
    <w:rsid w:val="000B400A"/>
    <w:rsid w:val="000B4374"/>
    <w:rsid w:val="000B4532"/>
    <w:rsid w:val="000B4A56"/>
    <w:rsid w:val="000B4BFD"/>
    <w:rsid w:val="000B4C0E"/>
    <w:rsid w:val="000B4D5A"/>
    <w:rsid w:val="000B5E87"/>
    <w:rsid w:val="000B6119"/>
    <w:rsid w:val="000B6895"/>
    <w:rsid w:val="000B6AEE"/>
    <w:rsid w:val="000B7546"/>
    <w:rsid w:val="000C02EB"/>
    <w:rsid w:val="000C03EB"/>
    <w:rsid w:val="000C06F0"/>
    <w:rsid w:val="000C09E2"/>
    <w:rsid w:val="000C0A47"/>
    <w:rsid w:val="000C0E17"/>
    <w:rsid w:val="000C0FA1"/>
    <w:rsid w:val="000C1103"/>
    <w:rsid w:val="000C1982"/>
    <w:rsid w:val="000C1CE4"/>
    <w:rsid w:val="000C1D2A"/>
    <w:rsid w:val="000C22EC"/>
    <w:rsid w:val="000C2558"/>
    <w:rsid w:val="000C2D7C"/>
    <w:rsid w:val="000C36BC"/>
    <w:rsid w:val="000C38B1"/>
    <w:rsid w:val="000C4398"/>
    <w:rsid w:val="000C444E"/>
    <w:rsid w:val="000C454E"/>
    <w:rsid w:val="000C4C96"/>
    <w:rsid w:val="000C4F90"/>
    <w:rsid w:val="000C555E"/>
    <w:rsid w:val="000C5C34"/>
    <w:rsid w:val="000C5C38"/>
    <w:rsid w:val="000C6356"/>
    <w:rsid w:val="000C638D"/>
    <w:rsid w:val="000C6D0D"/>
    <w:rsid w:val="000C6F26"/>
    <w:rsid w:val="000C73D8"/>
    <w:rsid w:val="000C76C9"/>
    <w:rsid w:val="000C7F25"/>
    <w:rsid w:val="000D077E"/>
    <w:rsid w:val="000D086C"/>
    <w:rsid w:val="000D08EF"/>
    <w:rsid w:val="000D0AFC"/>
    <w:rsid w:val="000D19F3"/>
    <w:rsid w:val="000D1BE0"/>
    <w:rsid w:val="000D1FA4"/>
    <w:rsid w:val="000D21FB"/>
    <w:rsid w:val="000D288A"/>
    <w:rsid w:val="000D2F93"/>
    <w:rsid w:val="000D32BF"/>
    <w:rsid w:val="000D336C"/>
    <w:rsid w:val="000D3650"/>
    <w:rsid w:val="000D4036"/>
    <w:rsid w:val="000D446B"/>
    <w:rsid w:val="000D4BFA"/>
    <w:rsid w:val="000D56CE"/>
    <w:rsid w:val="000D5B5B"/>
    <w:rsid w:val="000D5DBB"/>
    <w:rsid w:val="000D5FE5"/>
    <w:rsid w:val="000D6AE1"/>
    <w:rsid w:val="000D7353"/>
    <w:rsid w:val="000D787D"/>
    <w:rsid w:val="000D7D92"/>
    <w:rsid w:val="000E030B"/>
    <w:rsid w:val="000E0619"/>
    <w:rsid w:val="000E0F46"/>
    <w:rsid w:val="000E122B"/>
    <w:rsid w:val="000E198B"/>
    <w:rsid w:val="000E1A06"/>
    <w:rsid w:val="000E1E06"/>
    <w:rsid w:val="000E1EA6"/>
    <w:rsid w:val="000E21FE"/>
    <w:rsid w:val="000E276F"/>
    <w:rsid w:val="000E3A36"/>
    <w:rsid w:val="000E3B24"/>
    <w:rsid w:val="000E3BF4"/>
    <w:rsid w:val="000E3C9B"/>
    <w:rsid w:val="000E42AE"/>
    <w:rsid w:val="000E4610"/>
    <w:rsid w:val="000E4A2C"/>
    <w:rsid w:val="000E4A85"/>
    <w:rsid w:val="000E4DEC"/>
    <w:rsid w:val="000E52B3"/>
    <w:rsid w:val="000E57E0"/>
    <w:rsid w:val="000E5C85"/>
    <w:rsid w:val="000E5D57"/>
    <w:rsid w:val="000E66C3"/>
    <w:rsid w:val="000E6891"/>
    <w:rsid w:val="000E69F1"/>
    <w:rsid w:val="000E6D77"/>
    <w:rsid w:val="000E6D95"/>
    <w:rsid w:val="000E7862"/>
    <w:rsid w:val="000E7D58"/>
    <w:rsid w:val="000E7F37"/>
    <w:rsid w:val="000F024E"/>
    <w:rsid w:val="000F10B5"/>
    <w:rsid w:val="000F15D0"/>
    <w:rsid w:val="000F21F5"/>
    <w:rsid w:val="000F347D"/>
    <w:rsid w:val="000F37B4"/>
    <w:rsid w:val="000F4691"/>
    <w:rsid w:val="000F4886"/>
    <w:rsid w:val="000F505B"/>
    <w:rsid w:val="000F509B"/>
    <w:rsid w:val="000F51C7"/>
    <w:rsid w:val="000F566B"/>
    <w:rsid w:val="000F5ABA"/>
    <w:rsid w:val="000F5F0B"/>
    <w:rsid w:val="000F6569"/>
    <w:rsid w:val="000F6F3B"/>
    <w:rsid w:val="000F7433"/>
    <w:rsid w:val="000F7925"/>
    <w:rsid w:val="000F7D47"/>
    <w:rsid w:val="000F7F54"/>
    <w:rsid w:val="000F7F5B"/>
    <w:rsid w:val="00100422"/>
    <w:rsid w:val="001005F8"/>
    <w:rsid w:val="00101164"/>
    <w:rsid w:val="00101535"/>
    <w:rsid w:val="001015E8"/>
    <w:rsid w:val="001015FA"/>
    <w:rsid w:val="0010184B"/>
    <w:rsid w:val="00102354"/>
    <w:rsid w:val="001024AC"/>
    <w:rsid w:val="0010252C"/>
    <w:rsid w:val="001026BB"/>
    <w:rsid w:val="00102D8E"/>
    <w:rsid w:val="00102E8A"/>
    <w:rsid w:val="00103B18"/>
    <w:rsid w:val="00104060"/>
    <w:rsid w:val="00104346"/>
    <w:rsid w:val="0010450D"/>
    <w:rsid w:val="00104B01"/>
    <w:rsid w:val="001053A8"/>
    <w:rsid w:val="00105A1A"/>
    <w:rsid w:val="00105C4C"/>
    <w:rsid w:val="00105EDE"/>
    <w:rsid w:val="00106115"/>
    <w:rsid w:val="001065D9"/>
    <w:rsid w:val="0010781D"/>
    <w:rsid w:val="00107CB4"/>
    <w:rsid w:val="00107F8B"/>
    <w:rsid w:val="00110205"/>
    <w:rsid w:val="00110809"/>
    <w:rsid w:val="00110A7C"/>
    <w:rsid w:val="00110E72"/>
    <w:rsid w:val="0011142C"/>
    <w:rsid w:val="00111ED5"/>
    <w:rsid w:val="00112358"/>
    <w:rsid w:val="001128EA"/>
    <w:rsid w:val="00112B69"/>
    <w:rsid w:val="00112E56"/>
    <w:rsid w:val="00113628"/>
    <w:rsid w:val="00114315"/>
    <w:rsid w:val="00114853"/>
    <w:rsid w:val="001158D5"/>
    <w:rsid w:val="00115D3C"/>
    <w:rsid w:val="001164A5"/>
    <w:rsid w:val="00116CCB"/>
    <w:rsid w:val="00116FF4"/>
    <w:rsid w:val="001176FE"/>
    <w:rsid w:val="00117DDB"/>
    <w:rsid w:val="00120856"/>
    <w:rsid w:val="00120ECF"/>
    <w:rsid w:val="00121543"/>
    <w:rsid w:val="00121960"/>
    <w:rsid w:val="00121F33"/>
    <w:rsid w:val="00121F39"/>
    <w:rsid w:val="00122106"/>
    <w:rsid w:val="0012307E"/>
    <w:rsid w:val="00123350"/>
    <w:rsid w:val="00123416"/>
    <w:rsid w:val="00123469"/>
    <w:rsid w:val="001238B1"/>
    <w:rsid w:val="00123C50"/>
    <w:rsid w:val="00123F11"/>
    <w:rsid w:val="00124408"/>
    <w:rsid w:val="00124546"/>
    <w:rsid w:val="0012463C"/>
    <w:rsid w:val="00124F12"/>
    <w:rsid w:val="00125001"/>
    <w:rsid w:val="00125063"/>
    <w:rsid w:val="0012537A"/>
    <w:rsid w:val="001253E6"/>
    <w:rsid w:val="00126216"/>
    <w:rsid w:val="001264A1"/>
    <w:rsid w:val="00126656"/>
    <w:rsid w:val="00126812"/>
    <w:rsid w:val="0012746F"/>
    <w:rsid w:val="00127696"/>
    <w:rsid w:val="001277E2"/>
    <w:rsid w:val="00127885"/>
    <w:rsid w:val="00127B28"/>
    <w:rsid w:val="00127DBE"/>
    <w:rsid w:val="00130319"/>
    <w:rsid w:val="0013041C"/>
    <w:rsid w:val="0013049D"/>
    <w:rsid w:val="001319DB"/>
    <w:rsid w:val="00131E6C"/>
    <w:rsid w:val="00132056"/>
    <w:rsid w:val="00132400"/>
    <w:rsid w:val="001326AC"/>
    <w:rsid w:val="00133305"/>
    <w:rsid w:val="00133AC6"/>
    <w:rsid w:val="00134FFB"/>
    <w:rsid w:val="00135761"/>
    <w:rsid w:val="00135F32"/>
    <w:rsid w:val="001361BE"/>
    <w:rsid w:val="00136B9A"/>
    <w:rsid w:val="00136D27"/>
    <w:rsid w:val="0013735C"/>
    <w:rsid w:val="001373D3"/>
    <w:rsid w:val="001375E8"/>
    <w:rsid w:val="0013767A"/>
    <w:rsid w:val="00137AF3"/>
    <w:rsid w:val="00140AC3"/>
    <w:rsid w:val="00140F8C"/>
    <w:rsid w:val="00141130"/>
    <w:rsid w:val="00141256"/>
    <w:rsid w:val="00141595"/>
    <w:rsid w:val="00141CCC"/>
    <w:rsid w:val="00141D52"/>
    <w:rsid w:val="00142A59"/>
    <w:rsid w:val="00142DE9"/>
    <w:rsid w:val="001432E5"/>
    <w:rsid w:val="00143379"/>
    <w:rsid w:val="001434E3"/>
    <w:rsid w:val="001435F3"/>
    <w:rsid w:val="00143A88"/>
    <w:rsid w:val="00144494"/>
    <w:rsid w:val="0014474F"/>
    <w:rsid w:val="001447CA"/>
    <w:rsid w:val="0014480E"/>
    <w:rsid w:val="00144B54"/>
    <w:rsid w:val="00144DC9"/>
    <w:rsid w:val="00144E33"/>
    <w:rsid w:val="00145218"/>
    <w:rsid w:val="0014549A"/>
    <w:rsid w:val="00145502"/>
    <w:rsid w:val="00145CC3"/>
    <w:rsid w:val="00146254"/>
    <w:rsid w:val="00146A97"/>
    <w:rsid w:val="001472F6"/>
    <w:rsid w:val="0014775E"/>
    <w:rsid w:val="0015016A"/>
    <w:rsid w:val="0015018F"/>
    <w:rsid w:val="0015059C"/>
    <w:rsid w:val="00150740"/>
    <w:rsid w:val="0015101B"/>
    <w:rsid w:val="0015120A"/>
    <w:rsid w:val="00151447"/>
    <w:rsid w:val="001514CF"/>
    <w:rsid w:val="00151993"/>
    <w:rsid w:val="00151AAC"/>
    <w:rsid w:val="00151E33"/>
    <w:rsid w:val="00151EE4"/>
    <w:rsid w:val="00152166"/>
    <w:rsid w:val="001521D2"/>
    <w:rsid w:val="0015258D"/>
    <w:rsid w:val="001529FA"/>
    <w:rsid w:val="00152EEA"/>
    <w:rsid w:val="00152F0E"/>
    <w:rsid w:val="001530C3"/>
    <w:rsid w:val="0015377E"/>
    <w:rsid w:val="00153CA6"/>
    <w:rsid w:val="001542B8"/>
    <w:rsid w:val="001543DD"/>
    <w:rsid w:val="00154851"/>
    <w:rsid w:val="00154D13"/>
    <w:rsid w:val="00154D80"/>
    <w:rsid w:val="001555D8"/>
    <w:rsid w:val="0015588E"/>
    <w:rsid w:val="00155C02"/>
    <w:rsid w:val="00155C4B"/>
    <w:rsid w:val="0015620C"/>
    <w:rsid w:val="001567CC"/>
    <w:rsid w:val="001567F6"/>
    <w:rsid w:val="00156BB0"/>
    <w:rsid w:val="00156C34"/>
    <w:rsid w:val="00156E44"/>
    <w:rsid w:val="00156E4B"/>
    <w:rsid w:val="00156F10"/>
    <w:rsid w:val="0015780B"/>
    <w:rsid w:val="00157ADB"/>
    <w:rsid w:val="00157D9C"/>
    <w:rsid w:val="001603F1"/>
    <w:rsid w:val="00160757"/>
    <w:rsid w:val="001608E4"/>
    <w:rsid w:val="00160E62"/>
    <w:rsid w:val="0016103D"/>
    <w:rsid w:val="00161A60"/>
    <w:rsid w:val="00161B01"/>
    <w:rsid w:val="0016221C"/>
    <w:rsid w:val="00162262"/>
    <w:rsid w:val="001623CA"/>
    <w:rsid w:val="0016241E"/>
    <w:rsid w:val="00162729"/>
    <w:rsid w:val="00162781"/>
    <w:rsid w:val="0016300B"/>
    <w:rsid w:val="00163048"/>
    <w:rsid w:val="001639AD"/>
    <w:rsid w:val="0016415B"/>
    <w:rsid w:val="00164220"/>
    <w:rsid w:val="001648AB"/>
    <w:rsid w:val="001648AD"/>
    <w:rsid w:val="001649C5"/>
    <w:rsid w:val="00164A60"/>
    <w:rsid w:val="00164E55"/>
    <w:rsid w:val="00165138"/>
    <w:rsid w:val="00165261"/>
    <w:rsid w:val="001653E6"/>
    <w:rsid w:val="00165DEE"/>
    <w:rsid w:val="00165E11"/>
    <w:rsid w:val="00165E87"/>
    <w:rsid w:val="00165F63"/>
    <w:rsid w:val="00166124"/>
    <w:rsid w:val="0016635E"/>
    <w:rsid w:val="00166785"/>
    <w:rsid w:val="00166A69"/>
    <w:rsid w:val="00166BCC"/>
    <w:rsid w:val="00167732"/>
    <w:rsid w:val="0016797B"/>
    <w:rsid w:val="00170E0E"/>
    <w:rsid w:val="00170F60"/>
    <w:rsid w:val="00170F87"/>
    <w:rsid w:val="0017101B"/>
    <w:rsid w:val="00171A51"/>
    <w:rsid w:val="00171CF1"/>
    <w:rsid w:val="00172187"/>
    <w:rsid w:val="00172A17"/>
    <w:rsid w:val="00173001"/>
    <w:rsid w:val="001731A8"/>
    <w:rsid w:val="001736D4"/>
    <w:rsid w:val="00173D7E"/>
    <w:rsid w:val="00173E63"/>
    <w:rsid w:val="001741CF"/>
    <w:rsid w:val="00174527"/>
    <w:rsid w:val="00174745"/>
    <w:rsid w:val="00174AC2"/>
    <w:rsid w:val="00175512"/>
    <w:rsid w:val="00175B81"/>
    <w:rsid w:val="0017601C"/>
    <w:rsid w:val="0017667C"/>
    <w:rsid w:val="001766CA"/>
    <w:rsid w:val="00176996"/>
    <w:rsid w:val="00176CB9"/>
    <w:rsid w:val="00177559"/>
    <w:rsid w:val="00177B0F"/>
    <w:rsid w:val="00177E75"/>
    <w:rsid w:val="0018049A"/>
    <w:rsid w:val="0018098D"/>
    <w:rsid w:val="001809DA"/>
    <w:rsid w:val="00180A62"/>
    <w:rsid w:val="00180D5C"/>
    <w:rsid w:val="0018178C"/>
    <w:rsid w:val="001819DC"/>
    <w:rsid w:val="00181D5F"/>
    <w:rsid w:val="00182435"/>
    <w:rsid w:val="00182D1A"/>
    <w:rsid w:val="00183363"/>
    <w:rsid w:val="00183377"/>
    <w:rsid w:val="0018356E"/>
    <w:rsid w:val="00183CE8"/>
    <w:rsid w:val="00183D9F"/>
    <w:rsid w:val="00183E55"/>
    <w:rsid w:val="00183F14"/>
    <w:rsid w:val="001841BA"/>
    <w:rsid w:val="001842A5"/>
    <w:rsid w:val="00184475"/>
    <w:rsid w:val="0018490C"/>
    <w:rsid w:val="00184ACA"/>
    <w:rsid w:val="00184EB6"/>
    <w:rsid w:val="0018503A"/>
    <w:rsid w:val="0018582E"/>
    <w:rsid w:val="00185B9B"/>
    <w:rsid w:val="00185E37"/>
    <w:rsid w:val="00185F85"/>
    <w:rsid w:val="00185FEF"/>
    <w:rsid w:val="001863B4"/>
    <w:rsid w:val="0018647B"/>
    <w:rsid w:val="001871B1"/>
    <w:rsid w:val="00187216"/>
    <w:rsid w:val="00187CD4"/>
    <w:rsid w:val="00190020"/>
    <w:rsid w:val="00190200"/>
    <w:rsid w:val="00190580"/>
    <w:rsid w:val="001908F1"/>
    <w:rsid w:val="00191824"/>
    <w:rsid w:val="00191CDB"/>
    <w:rsid w:val="0019244A"/>
    <w:rsid w:val="00193265"/>
    <w:rsid w:val="00193598"/>
    <w:rsid w:val="00193759"/>
    <w:rsid w:val="001937F2"/>
    <w:rsid w:val="00193B6D"/>
    <w:rsid w:val="0019406D"/>
    <w:rsid w:val="00194698"/>
    <w:rsid w:val="00194DB4"/>
    <w:rsid w:val="00195511"/>
    <w:rsid w:val="001958AE"/>
    <w:rsid w:val="00195C2B"/>
    <w:rsid w:val="00195C40"/>
    <w:rsid w:val="00196310"/>
    <w:rsid w:val="001964A6"/>
    <w:rsid w:val="00196583"/>
    <w:rsid w:val="00196694"/>
    <w:rsid w:val="0019692C"/>
    <w:rsid w:val="00196A63"/>
    <w:rsid w:val="00196DAF"/>
    <w:rsid w:val="00196E00"/>
    <w:rsid w:val="00197B85"/>
    <w:rsid w:val="00197D5E"/>
    <w:rsid w:val="001A0310"/>
    <w:rsid w:val="001A0712"/>
    <w:rsid w:val="001A0734"/>
    <w:rsid w:val="001A0D08"/>
    <w:rsid w:val="001A1076"/>
    <w:rsid w:val="001A1270"/>
    <w:rsid w:val="001A14C2"/>
    <w:rsid w:val="001A15BD"/>
    <w:rsid w:val="001A1FC8"/>
    <w:rsid w:val="001A27F2"/>
    <w:rsid w:val="001A2AD5"/>
    <w:rsid w:val="001A2F5E"/>
    <w:rsid w:val="001A2F67"/>
    <w:rsid w:val="001A335B"/>
    <w:rsid w:val="001A33D4"/>
    <w:rsid w:val="001A34F2"/>
    <w:rsid w:val="001A3C06"/>
    <w:rsid w:val="001A4514"/>
    <w:rsid w:val="001A489F"/>
    <w:rsid w:val="001A4DA8"/>
    <w:rsid w:val="001A503B"/>
    <w:rsid w:val="001A5408"/>
    <w:rsid w:val="001A56AB"/>
    <w:rsid w:val="001A5AEC"/>
    <w:rsid w:val="001A5E37"/>
    <w:rsid w:val="001A6242"/>
    <w:rsid w:val="001A64B5"/>
    <w:rsid w:val="001A66DB"/>
    <w:rsid w:val="001A6AF8"/>
    <w:rsid w:val="001A6E9B"/>
    <w:rsid w:val="001A6EBB"/>
    <w:rsid w:val="001A74E3"/>
    <w:rsid w:val="001A7630"/>
    <w:rsid w:val="001A7F85"/>
    <w:rsid w:val="001B05CE"/>
    <w:rsid w:val="001B0D9F"/>
    <w:rsid w:val="001B10C2"/>
    <w:rsid w:val="001B14AD"/>
    <w:rsid w:val="001B1848"/>
    <w:rsid w:val="001B1868"/>
    <w:rsid w:val="001B21BC"/>
    <w:rsid w:val="001B23AC"/>
    <w:rsid w:val="001B2D6F"/>
    <w:rsid w:val="001B3033"/>
    <w:rsid w:val="001B3255"/>
    <w:rsid w:val="001B3504"/>
    <w:rsid w:val="001B35E6"/>
    <w:rsid w:val="001B3F81"/>
    <w:rsid w:val="001B3FE2"/>
    <w:rsid w:val="001B451E"/>
    <w:rsid w:val="001B4A85"/>
    <w:rsid w:val="001B4BD5"/>
    <w:rsid w:val="001B4F0D"/>
    <w:rsid w:val="001B593A"/>
    <w:rsid w:val="001B5A5D"/>
    <w:rsid w:val="001B5DB8"/>
    <w:rsid w:val="001B63C1"/>
    <w:rsid w:val="001B6B20"/>
    <w:rsid w:val="001C07EE"/>
    <w:rsid w:val="001C0B49"/>
    <w:rsid w:val="001C0C0E"/>
    <w:rsid w:val="001C0DFA"/>
    <w:rsid w:val="001C15F4"/>
    <w:rsid w:val="001C1816"/>
    <w:rsid w:val="001C1DC3"/>
    <w:rsid w:val="001C2460"/>
    <w:rsid w:val="001C2528"/>
    <w:rsid w:val="001C265F"/>
    <w:rsid w:val="001C2A78"/>
    <w:rsid w:val="001C2CB6"/>
    <w:rsid w:val="001C3069"/>
    <w:rsid w:val="001C30E3"/>
    <w:rsid w:val="001C3510"/>
    <w:rsid w:val="001C35D3"/>
    <w:rsid w:val="001C36C9"/>
    <w:rsid w:val="001C3709"/>
    <w:rsid w:val="001C4296"/>
    <w:rsid w:val="001C4429"/>
    <w:rsid w:val="001C4673"/>
    <w:rsid w:val="001C4A21"/>
    <w:rsid w:val="001C4B3B"/>
    <w:rsid w:val="001C4BE3"/>
    <w:rsid w:val="001C4FAB"/>
    <w:rsid w:val="001C50DE"/>
    <w:rsid w:val="001C619E"/>
    <w:rsid w:val="001C6370"/>
    <w:rsid w:val="001C6A20"/>
    <w:rsid w:val="001C7A32"/>
    <w:rsid w:val="001C7CE7"/>
    <w:rsid w:val="001D000F"/>
    <w:rsid w:val="001D0657"/>
    <w:rsid w:val="001D0C08"/>
    <w:rsid w:val="001D0D3B"/>
    <w:rsid w:val="001D0D69"/>
    <w:rsid w:val="001D14E5"/>
    <w:rsid w:val="001D267B"/>
    <w:rsid w:val="001D31EA"/>
    <w:rsid w:val="001D3F06"/>
    <w:rsid w:val="001D48C4"/>
    <w:rsid w:val="001D5B3F"/>
    <w:rsid w:val="001D605F"/>
    <w:rsid w:val="001D68D4"/>
    <w:rsid w:val="001D6B8A"/>
    <w:rsid w:val="001D7435"/>
    <w:rsid w:val="001D771C"/>
    <w:rsid w:val="001E0090"/>
    <w:rsid w:val="001E0186"/>
    <w:rsid w:val="001E0274"/>
    <w:rsid w:val="001E031D"/>
    <w:rsid w:val="001E038A"/>
    <w:rsid w:val="001E042B"/>
    <w:rsid w:val="001E09B4"/>
    <w:rsid w:val="001E0CD6"/>
    <w:rsid w:val="001E1221"/>
    <w:rsid w:val="001E2DB7"/>
    <w:rsid w:val="001E3699"/>
    <w:rsid w:val="001E3FBE"/>
    <w:rsid w:val="001E408B"/>
    <w:rsid w:val="001E4388"/>
    <w:rsid w:val="001E472F"/>
    <w:rsid w:val="001E49F1"/>
    <w:rsid w:val="001E4EEC"/>
    <w:rsid w:val="001E5555"/>
    <w:rsid w:val="001E6E3F"/>
    <w:rsid w:val="001E7205"/>
    <w:rsid w:val="001E726D"/>
    <w:rsid w:val="001F0A78"/>
    <w:rsid w:val="001F0B17"/>
    <w:rsid w:val="001F0CFB"/>
    <w:rsid w:val="001F0F11"/>
    <w:rsid w:val="001F0F18"/>
    <w:rsid w:val="001F1CA4"/>
    <w:rsid w:val="001F21A1"/>
    <w:rsid w:val="001F27AA"/>
    <w:rsid w:val="001F2A30"/>
    <w:rsid w:val="001F2A69"/>
    <w:rsid w:val="001F3041"/>
    <w:rsid w:val="001F364B"/>
    <w:rsid w:val="001F3967"/>
    <w:rsid w:val="001F3ACC"/>
    <w:rsid w:val="001F4221"/>
    <w:rsid w:val="001F43A9"/>
    <w:rsid w:val="001F491B"/>
    <w:rsid w:val="001F4F59"/>
    <w:rsid w:val="001F50B0"/>
    <w:rsid w:val="001F553E"/>
    <w:rsid w:val="001F585B"/>
    <w:rsid w:val="001F63DD"/>
    <w:rsid w:val="001F65B3"/>
    <w:rsid w:val="001F679F"/>
    <w:rsid w:val="001F6D48"/>
    <w:rsid w:val="001F6F38"/>
    <w:rsid w:val="001F7419"/>
    <w:rsid w:val="001F7996"/>
    <w:rsid w:val="001F7B5D"/>
    <w:rsid w:val="002005F6"/>
    <w:rsid w:val="00200735"/>
    <w:rsid w:val="00200966"/>
    <w:rsid w:val="002009F2"/>
    <w:rsid w:val="00201C6A"/>
    <w:rsid w:val="00201F1B"/>
    <w:rsid w:val="00202685"/>
    <w:rsid w:val="00202BAB"/>
    <w:rsid w:val="0020313B"/>
    <w:rsid w:val="00203273"/>
    <w:rsid w:val="0020380D"/>
    <w:rsid w:val="002038C6"/>
    <w:rsid w:val="00203D33"/>
    <w:rsid w:val="00203EE1"/>
    <w:rsid w:val="00205224"/>
    <w:rsid w:val="00205798"/>
    <w:rsid w:val="0020585F"/>
    <w:rsid w:val="00205F2D"/>
    <w:rsid w:val="00206570"/>
    <w:rsid w:val="002066B4"/>
    <w:rsid w:val="002070BB"/>
    <w:rsid w:val="002070F6"/>
    <w:rsid w:val="00207102"/>
    <w:rsid w:val="0020753F"/>
    <w:rsid w:val="00207876"/>
    <w:rsid w:val="00207BDB"/>
    <w:rsid w:val="00207D17"/>
    <w:rsid w:val="00207ECC"/>
    <w:rsid w:val="00211CA2"/>
    <w:rsid w:val="00211CD2"/>
    <w:rsid w:val="00212AFF"/>
    <w:rsid w:val="00212D1E"/>
    <w:rsid w:val="00212ED2"/>
    <w:rsid w:val="002130E1"/>
    <w:rsid w:val="002138CF"/>
    <w:rsid w:val="002139A9"/>
    <w:rsid w:val="00213C3A"/>
    <w:rsid w:val="0021425A"/>
    <w:rsid w:val="002142C5"/>
    <w:rsid w:val="00214FA2"/>
    <w:rsid w:val="00215B46"/>
    <w:rsid w:val="00215BB9"/>
    <w:rsid w:val="00215FC5"/>
    <w:rsid w:val="0021633A"/>
    <w:rsid w:val="0021670A"/>
    <w:rsid w:val="00216A1E"/>
    <w:rsid w:val="00216D29"/>
    <w:rsid w:val="00216F7A"/>
    <w:rsid w:val="002170F9"/>
    <w:rsid w:val="00217697"/>
    <w:rsid w:val="002200A8"/>
    <w:rsid w:val="002204CE"/>
    <w:rsid w:val="00220571"/>
    <w:rsid w:val="00220837"/>
    <w:rsid w:val="00220C06"/>
    <w:rsid w:val="00221105"/>
    <w:rsid w:val="0022113D"/>
    <w:rsid w:val="00221D92"/>
    <w:rsid w:val="00221DB6"/>
    <w:rsid w:val="00222418"/>
    <w:rsid w:val="00222632"/>
    <w:rsid w:val="002233E2"/>
    <w:rsid w:val="00223424"/>
    <w:rsid w:val="0022382F"/>
    <w:rsid w:val="002238EE"/>
    <w:rsid w:val="00223D2D"/>
    <w:rsid w:val="00223EE7"/>
    <w:rsid w:val="00225047"/>
    <w:rsid w:val="00225362"/>
    <w:rsid w:val="002253C7"/>
    <w:rsid w:val="002259F6"/>
    <w:rsid w:val="00225BDF"/>
    <w:rsid w:val="00225C0E"/>
    <w:rsid w:val="00225F4B"/>
    <w:rsid w:val="0022666F"/>
    <w:rsid w:val="002272DA"/>
    <w:rsid w:val="00227457"/>
    <w:rsid w:val="0022769F"/>
    <w:rsid w:val="002277B6"/>
    <w:rsid w:val="00227885"/>
    <w:rsid w:val="00227C5E"/>
    <w:rsid w:val="00230565"/>
    <w:rsid w:val="00230D53"/>
    <w:rsid w:val="002316D0"/>
    <w:rsid w:val="00231D42"/>
    <w:rsid w:val="00231DB5"/>
    <w:rsid w:val="002321A1"/>
    <w:rsid w:val="002324F7"/>
    <w:rsid w:val="00232E80"/>
    <w:rsid w:val="00232F14"/>
    <w:rsid w:val="0023312E"/>
    <w:rsid w:val="00233178"/>
    <w:rsid w:val="0023352A"/>
    <w:rsid w:val="00233B89"/>
    <w:rsid w:val="00233BC0"/>
    <w:rsid w:val="00234191"/>
    <w:rsid w:val="00234591"/>
    <w:rsid w:val="002348C9"/>
    <w:rsid w:val="00234B19"/>
    <w:rsid w:val="00234EA5"/>
    <w:rsid w:val="00235730"/>
    <w:rsid w:val="00235AFF"/>
    <w:rsid w:val="00235B60"/>
    <w:rsid w:val="00235ED3"/>
    <w:rsid w:val="0023603F"/>
    <w:rsid w:val="00236185"/>
    <w:rsid w:val="00236D85"/>
    <w:rsid w:val="00237252"/>
    <w:rsid w:val="0023761F"/>
    <w:rsid w:val="002378B9"/>
    <w:rsid w:val="002379CD"/>
    <w:rsid w:val="00237A92"/>
    <w:rsid w:val="00237A9B"/>
    <w:rsid w:val="00240800"/>
    <w:rsid w:val="00240889"/>
    <w:rsid w:val="00240895"/>
    <w:rsid w:val="00240A86"/>
    <w:rsid w:val="00240D08"/>
    <w:rsid w:val="00240FF9"/>
    <w:rsid w:val="00241306"/>
    <w:rsid w:val="00241F1B"/>
    <w:rsid w:val="00242989"/>
    <w:rsid w:val="00242BD9"/>
    <w:rsid w:val="00243341"/>
    <w:rsid w:val="00244277"/>
    <w:rsid w:val="00244704"/>
    <w:rsid w:val="00244730"/>
    <w:rsid w:val="0024476B"/>
    <w:rsid w:val="002447B1"/>
    <w:rsid w:val="002449AD"/>
    <w:rsid w:val="00244A4F"/>
    <w:rsid w:val="00244AF6"/>
    <w:rsid w:val="00244C4A"/>
    <w:rsid w:val="0024510C"/>
    <w:rsid w:val="00245D99"/>
    <w:rsid w:val="00245E06"/>
    <w:rsid w:val="002461D3"/>
    <w:rsid w:val="0024656E"/>
    <w:rsid w:val="00246659"/>
    <w:rsid w:val="0024690A"/>
    <w:rsid w:val="00246FF3"/>
    <w:rsid w:val="00247069"/>
    <w:rsid w:val="00247163"/>
    <w:rsid w:val="00247232"/>
    <w:rsid w:val="00247317"/>
    <w:rsid w:val="002500CE"/>
    <w:rsid w:val="00250238"/>
    <w:rsid w:val="00250934"/>
    <w:rsid w:val="00250E23"/>
    <w:rsid w:val="00251064"/>
    <w:rsid w:val="00251292"/>
    <w:rsid w:val="002518DE"/>
    <w:rsid w:val="00251AE8"/>
    <w:rsid w:val="00252B83"/>
    <w:rsid w:val="00253203"/>
    <w:rsid w:val="002532D8"/>
    <w:rsid w:val="00253949"/>
    <w:rsid w:val="00253A4A"/>
    <w:rsid w:val="00253BFD"/>
    <w:rsid w:val="002544D4"/>
    <w:rsid w:val="002549ED"/>
    <w:rsid w:val="002552F5"/>
    <w:rsid w:val="00255423"/>
    <w:rsid w:val="0025553F"/>
    <w:rsid w:val="00255F2F"/>
    <w:rsid w:val="00255F77"/>
    <w:rsid w:val="0025611D"/>
    <w:rsid w:val="002566F5"/>
    <w:rsid w:val="00256E3E"/>
    <w:rsid w:val="00257086"/>
    <w:rsid w:val="002579EE"/>
    <w:rsid w:val="002608B2"/>
    <w:rsid w:val="00260DB2"/>
    <w:rsid w:val="00260F51"/>
    <w:rsid w:val="002611A7"/>
    <w:rsid w:val="00261731"/>
    <w:rsid w:val="0026190F"/>
    <w:rsid w:val="002619F0"/>
    <w:rsid w:val="002625C8"/>
    <w:rsid w:val="00262A76"/>
    <w:rsid w:val="00262C78"/>
    <w:rsid w:val="00262CF6"/>
    <w:rsid w:val="002632F2"/>
    <w:rsid w:val="00263A72"/>
    <w:rsid w:val="00263EBA"/>
    <w:rsid w:val="00263FDE"/>
    <w:rsid w:val="002641A0"/>
    <w:rsid w:val="002644F1"/>
    <w:rsid w:val="00264C42"/>
    <w:rsid w:val="00264E6E"/>
    <w:rsid w:val="00264E77"/>
    <w:rsid w:val="002655DB"/>
    <w:rsid w:val="002656D1"/>
    <w:rsid w:val="00265797"/>
    <w:rsid w:val="002658BC"/>
    <w:rsid w:val="00265A1A"/>
    <w:rsid w:val="00266668"/>
    <w:rsid w:val="0026709E"/>
    <w:rsid w:val="00267138"/>
    <w:rsid w:val="00267E20"/>
    <w:rsid w:val="00270E21"/>
    <w:rsid w:val="00271280"/>
    <w:rsid w:val="002717FC"/>
    <w:rsid w:val="0027195A"/>
    <w:rsid w:val="00271DFC"/>
    <w:rsid w:val="00271E38"/>
    <w:rsid w:val="00271F32"/>
    <w:rsid w:val="00271FE8"/>
    <w:rsid w:val="00272D85"/>
    <w:rsid w:val="00273780"/>
    <w:rsid w:val="002742AA"/>
    <w:rsid w:val="00274389"/>
    <w:rsid w:val="002745DD"/>
    <w:rsid w:val="00275350"/>
    <w:rsid w:val="002756C8"/>
    <w:rsid w:val="002756E2"/>
    <w:rsid w:val="002758C0"/>
    <w:rsid w:val="00276699"/>
    <w:rsid w:val="002767F0"/>
    <w:rsid w:val="0027762A"/>
    <w:rsid w:val="002776A4"/>
    <w:rsid w:val="002777FA"/>
    <w:rsid w:val="00277B05"/>
    <w:rsid w:val="00277B59"/>
    <w:rsid w:val="00280165"/>
    <w:rsid w:val="002809E2"/>
    <w:rsid w:val="002814F9"/>
    <w:rsid w:val="002815F3"/>
    <w:rsid w:val="00282087"/>
    <w:rsid w:val="0028244D"/>
    <w:rsid w:val="002828B9"/>
    <w:rsid w:val="00282C25"/>
    <w:rsid w:val="00282FAF"/>
    <w:rsid w:val="00283635"/>
    <w:rsid w:val="0028398E"/>
    <w:rsid w:val="00283B78"/>
    <w:rsid w:val="0028419E"/>
    <w:rsid w:val="00284336"/>
    <w:rsid w:val="0028464D"/>
    <w:rsid w:val="0028489D"/>
    <w:rsid w:val="00284CD6"/>
    <w:rsid w:val="002856DA"/>
    <w:rsid w:val="002859DB"/>
    <w:rsid w:val="00285A41"/>
    <w:rsid w:val="00286561"/>
    <w:rsid w:val="0028661B"/>
    <w:rsid w:val="00286C50"/>
    <w:rsid w:val="00286FF8"/>
    <w:rsid w:val="002875AA"/>
    <w:rsid w:val="00287C8A"/>
    <w:rsid w:val="00287E6D"/>
    <w:rsid w:val="00290470"/>
    <w:rsid w:val="002913D2"/>
    <w:rsid w:val="002917A0"/>
    <w:rsid w:val="0029191E"/>
    <w:rsid w:val="00293D72"/>
    <w:rsid w:val="0029400A"/>
    <w:rsid w:val="002947EC"/>
    <w:rsid w:val="0029489A"/>
    <w:rsid w:val="00294A2E"/>
    <w:rsid w:val="00294BAE"/>
    <w:rsid w:val="00294F10"/>
    <w:rsid w:val="002951E0"/>
    <w:rsid w:val="002951EE"/>
    <w:rsid w:val="0029570F"/>
    <w:rsid w:val="0029573A"/>
    <w:rsid w:val="0029578D"/>
    <w:rsid w:val="00295CE5"/>
    <w:rsid w:val="00295F93"/>
    <w:rsid w:val="002962AF"/>
    <w:rsid w:val="002963BD"/>
    <w:rsid w:val="002965BD"/>
    <w:rsid w:val="00296B85"/>
    <w:rsid w:val="00297429"/>
    <w:rsid w:val="00297942"/>
    <w:rsid w:val="00297FFE"/>
    <w:rsid w:val="002A064A"/>
    <w:rsid w:val="002A07F6"/>
    <w:rsid w:val="002A0EBC"/>
    <w:rsid w:val="002A0F8F"/>
    <w:rsid w:val="002A11E8"/>
    <w:rsid w:val="002A14CB"/>
    <w:rsid w:val="002A2A4D"/>
    <w:rsid w:val="002A2CBB"/>
    <w:rsid w:val="002A2F17"/>
    <w:rsid w:val="002A2FC7"/>
    <w:rsid w:val="002A31A0"/>
    <w:rsid w:val="002A33DD"/>
    <w:rsid w:val="002A344E"/>
    <w:rsid w:val="002A4632"/>
    <w:rsid w:val="002A46CB"/>
    <w:rsid w:val="002A48A9"/>
    <w:rsid w:val="002A4FF4"/>
    <w:rsid w:val="002A5213"/>
    <w:rsid w:val="002A52BD"/>
    <w:rsid w:val="002A6194"/>
    <w:rsid w:val="002A63B4"/>
    <w:rsid w:val="002A7168"/>
    <w:rsid w:val="002A7A0D"/>
    <w:rsid w:val="002B01F5"/>
    <w:rsid w:val="002B034E"/>
    <w:rsid w:val="002B06B2"/>
    <w:rsid w:val="002B07B4"/>
    <w:rsid w:val="002B0E2D"/>
    <w:rsid w:val="002B1B78"/>
    <w:rsid w:val="002B1E81"/>
    <w:rsid w:val="002B2330"/>
    <w:rsid w:val="002B2875"/>
    <w:rsid w:val="002B29C8"/>
    <w:rsid w:val="002B2BCF"/>
    <w:rsid w:val="002B43F4"/>
    <w:rsid w:val="002B4637"/>
    <w:rsid w:val="002B4F03"/>
    <w:rsid w:val="002B515C"/>
    <w:rsid w:val="002B5725"/>
    <w:rsid w:val="002B5D1B"/>
    <w:rsid w:val="002B5D28"/>
    <w:rsid w:val="002B5FE5"/>
    <w:rsid w:val="002B667C"/>
    <w:rsid w:val="002B6D69"/>
    <w:rsid w:val="002B6ECE"/>
    <w:rsid w:val="002B6F8C"/>
    <w:rsid w:val="002B7A8D"/>
    <w:rsid w:val="002B7B5E"/>
    <w:rsid w:val="002B7FB9"/>
    <w:rsid w:val="002C00C9"/>
    <w:rsid w:val="002C086A"/>
    <w:rsid w:val="002C090C"/>
    <w:rsid w:val="002C181E"/>
    <w:rsid w:val="002C1985"/>
    <w:rsid w:val="002C211D"/>
    <w:rsid w:val="002C269C"/>
    <w:rsid w:val="002C273C"/>
    <w:rsid w:val="002C2E3F"/>
    <w:rsid w:val="002C2FD1"/>
    <w:rsid w:val="002C3087"/>
    <w:rsid w:val="002C3B33"/>
    <w:rsid w:val="002C3E04"/>
    <w:rsid w:val="002C40D2"/>
    <w:rsid w:val="002C43CB"/>
    <w:rsid w:val="002C459C"/>
    <w:rsid w:val="002C479E"/>
    <w:rsid w:val="002C506A"/>
    <w:rsid w:val="002C52D1"/>
    <w:rsid w:val="002C5353"/>
    <w:rsid w:val="002C56F0"/>
    <w:rsid w:val="002C5BD4"/>
    <w:rsid w:val="002C60D4"/>
    <w:rsid w:val="002C617D"/>
    <w:rsid w:val="002C6974"/>
    <w:rsid w:val="002C6DA3"/>
    <w:rsid w:val="002C6DDA"/>
    <w:rsid w:val="002C7219"/>
    <w:rsid w:val="002C7566"/>
    <w:rsid w:val="002C7B45"/>
    <w:rsid w:val="002D03E3"/>
    <w:rsid w:val="002D0402"/>
    <w:rsid w:val="002D0F2C"/>
    <w:rsid w:val="002D17B7"/>
    <w:rsid w:val="002D297B"/>
    <w:rsid w:val="002D3262"/>
    <w:rsid w:val="002D360D"/>
    <w:rsid w:val="002D37A2"/>
    <w:rsid w:val="002D3FA2"/>
    <w:rsid w:val="002D4182"/>
    <w:rsid w:val="002D4223"/>
    <w:rsid w:val="002D424A"/>
    <w:rsid w:val="002D42C7"/>
    <w:rsid w:val="002D455F"/>
    <w:rsid w:val="002D5C9B"/>
    <w:rsid w:val="002D5EBA"/>
    <w:rsid w:val="002D6311"/>
    <w:rsid w:val="002D688E"/>
    <w:rsid w:val="002D68B4"/>
    <w:rsid w:val="002D6B16"/>
    <w:rsid w:val="002D6C5A"/>
    <w:rsid w:val="002E0352"/>
    <w:rsid w:val="002E0388"/>
    <w:rsid w:val="002E046E"/>
    <w:rsid w:val="002E05F2"/>
    <w:rsid w:val="002E0652"/>
    <w:rsid w:val="002E078F"/>
    <w:rsid w:val="002E0F12"/>
    <w:rsid w:val="002E134B"/>
    <w:rsid w:val="002E13E9"/>
    <w:rsid w:val="002E15A2"/>
    <w:rsid w:val="002E1A41"/>
    <w:rsid w:val="002E1B74"/>
    <w:rsid w:val="002E1D15"/>
    <w:rsid w:val="002E1EFC"/>
    <w:rsid w:val="002E2199"/>
    <w:rsid w:val="002E238E"/>
    <w:rsid w:val="002E2885"/>
    <w:rsid w:val="002E2A51"/>
    <w:rsid w:val="002E2BA7"/>
    <w:rsid w:val="002E30C8"/>
    <w:rsid w:val="002E3330"/>
    <w:rsid w:val="002E3512"/>
    <w:rsid w:val="002E3A9E"/>
    <w:rsid w:val="002E3DF3"/>
    <w:rsid w:val="002E3EA2"/>
    <w:rsid w:val="002E3F86"/>
    <w:rsid w:val="002E40AB"/>
    <w:rsid w:val="002E45AE"/>
    <w:rsid w:val="002E4910"/>
    <w:rsid w:val="002E5008"/>
    <w:rsid w:val="002E54C0"/>
    <w:rsid w:val="002E5656"/>
    <w:rsid w:val="002E5C94"/>
    <w:rsid w:val="002E687D"/>
    <w:rsid w:val="002E69CD"/>
    <w:rsid w:val="002E6AF6"/>
    <w:rsid w:val="002E6C6F"/>
    <w:rsid w:val="002E77B3"/>
    <w:rsid w:val="002F0666"/>
    <w:rsid w:val="002F09B2"/>
    <w:rsid w:val="002F0CCB"/>
    <w:rsid w:val="002F14A2"/>
    <w:rsid w:val="002F188B"/>
    <w:rsid w:val="002F1B2E"/>
    <w:rsid w:val="002F1DD3"/>
    <w:rsid w:val="002F1ECD"/>
    <w:rsid w:val="002F24CD"/>
    <w:rsid w:val="002F2D0A"/>
    <w:rsid w:val="002F2D9F"/>
    <w:rsid w:val="002F3682"/>
    <w:rsid w:val="002F3749"/>
    <w:rsid w:val="002F3DA5"/>
    <w:rsid w:val="002F43EA"/>
    <w:rsid w:val="002F455D"/>
    <w:rsid w:val="002F4A05"/>
    <w:rsid w:val="002F4E20"/>
    <w:rsid w:val="002F50A2"/>
    <w:rsid w:val="002F523E"/>
    <w:rsid w:val="002F53D9"/>
    <w:rsid w:val="002F5BD5"/>
    <w:rsid w:val="002F6A0F"/>
    <w:rsid w:val="002F707B"/>
    <w:rsid w:val="002F7C72"/>
    <w:rsid w:val="002F7C88"/>
    <w:rsid w:val="002F7D96"/>
    <w:rsid w:val="00300297"/>
    <w:rsid w:val="00300D80"/>
    <w:rsid w:val="0030118C"/>
    <w:rsid w:val="003018EE"/>
    <w:rsid w:val="00301B36"/>
    <w:rsid w:val="00301B44"/>
    <w:rsid w:val="00301BC7"/>
    <w:rsid w:val="0030204A"/>
    <w:rsid w:val="00302EA1"/>
    <w:rsid w:val="003034EA"/>
    <w:rsid w:val="003039EF"/>
    <w:rsid w:val="00303E83"/>
    <w:rsid w:val="00304195"/>
    <w:rsid w:val="003041E9"/>
    <w:rsid w:val="003050E2"/>
    <w:rsid w:val="003051C5"/>
    <w:rsid w:val="00305400"/>
    <w:rsid w:val="003058A9"/>
    <w:rsid w:val="0030632D"/>
    <w:rsid w:val="00306386"/>
    <w:rsid w:val="00306C9C"/>
    <w:rsid w:val="00306DF3"/>
    <w:rsid w:val="00306E3A"/>
    <w:rsid w:val="00307448"/>
    <w:rsid w:val="00307682"/>
    <w:rsid w:val="00310207"/>
    <w:rsid w:val="003102B3"/>
    <w:rsid w:val="00310644"/>
    <w:rsid w:val="003109BB"/>
    <w:rsid w:val="003109E2"/>
    <w:rsid w:val="00310B25"/>
    <w:rsid w:val="00310B71"/>
    <w:rsid w:val="00310E10"/>
    <w:rsid w:val="00311637"/>
    <w:rsid w:val="00311B00"/>
    <w:rsid w:val="00311F2E"/>
    <w:rsid w:val="00312244"/>
    <w:rsid w:val="00312803"/>
    <w:rsid w:val="00313BAE"/>
    <w:rsid w:val="00314064"/>
    <w:rsid w:val="003141E2"/>
    <w:rsid w:val="00314314"/>
    <w:rsid w:val="00314DA1"/>
    <w:rsid w:val="00315150"/>
    <w:rsid w:val="00315197"/>
    <w:rsid w:val="003154D9"/>
    <w:rsid w:val="00316174"/>
    <w:rsid w:val="003164B0"/>
    <w:rsid w:val="00316EAE"/>
    <w:rsid w:val="0031730B"/>
    <w:rsid w:val="00317421"/>
    <w:rsid w:val="003176E2"/>
    <w:rsid w:val="00317DA6"/>
    <w:rsid w:val="00317DF1"/>
    <w:rsid w:val="00320C3B"/>
    <w:rsid w:val="0032103C"/>
    <w:rsid w:val="003213F9"/>
    <w:rsid w:val="0032144B"/>
    <w:rsid w:val="00321569"/>
    <w:rsid w:val="003219E2"/>
    <w:rsid w:val="003224BE"/>
    <w:rsid w:val="00322565"/>
    <w:rsid w:val="00322869"/>
    <w:rsid w:val="003229CF"/>
    <w:rsid w:val="00322A66"/>
    <w:rsid w:val="00322ADA"/>
    <w:rsid w:val="00322DFC"/>
    <w:rsid w:val="003230B0"/>
    <w:rsid w:val="0032372D"/>
    <w:rsid w:val="003239F5"/>
    <w:rsid w:val="00323EF4"/>
    <w:rsid w:val="00324768"/>
    <w:rsid w:val="00324F77"/>
    <w:rsid w:val="00325245"/>
    <w:rsid w:val="00325A8A"/>
    <w:rsid w:val="00325F30"/>
    <w:rsid w:val="003263E2"/>
    <w:rsid w:val="00327019"/>
    <w:rsid w:val="00327088"/>
    <w:rsid w:val="003271DA"/>
    <w:rsid w:val="00327A07"/>
    <w:rsid w:val="00327D48"/>
    <w:rsid w:val="00330B78"/>
    <w:rsid w:val="00330B7D"/>
    <w:rsid w:val="00330D9F"/>
    <w:rsid w:val="003312CC"/>
    <w:rsid w:val="00331A85"/>
    <w:rsid w:val="00331B67"/>
    <w:rsid w:val="00332AEF"/>
    <w:rsid w:val="00332D69"/>
    <w:rsid w:val="00333420"/>
    <w:rsid w:val="00333479"/>
    <w:rsid w:val="003342D1"/>
    <w:rsid w:val="003343EE"/>
    <w:rsid w:val="00334762"/>
    <w:rsid w:val="003349EA"/>
    <w:rsid w:val="00334EB4"/>
    <w:rsid w:val="0033538C"/>
    <w:rsid w:val="003358CE"/>
    <w:rsid w:val="00336134"/>
    <w:rsid w:val="003364B5"/>
    <w:rsid w:val="003367E4"/>
    <w:rsid w:val="00336A54"/>
    <w:rsid w:val="00336B29"/>
    <w:rsid w:val="00336D00"/>
    <w:rsid w:val="00336F07"/>
    <w:rsid w:val="00336FAE"/>
    <w:rsid w:val="0033782B"/>
    <w:rsid w:val="0034001A"/>
    <w:rsid w:val="003402C5"/>
    <w:rsid w:val="00340E78"/>
    <w:rsid w:val="00341502"/>
    <w:rsid w:val="00341A12"/>
    <w:rsid w:val="00341CBD"/>
    <w:rsid w:val="003424EE"/>
    <w:rsid w:val="00342627"/>
    <w:rsid w:val="00342899"/>
    <w:rsid w:val="003434E6"/>
    <w:rsid w:val="003436CC"/>
    <w:rsid w:val="00343970"/>
    <w:rsid w:val="00343A61"/>
    <w:rsid w:val="00343F0E"/>
    <w:rsid w:val="00344250"/>
    <w:rsid w:val="00344F51"/>
    <w:rsid w:val="00345031"/>
    <w:rsid w:val="0034508B"/>
    <w:rsid w:val="0034569F"/>
    <w:rsid w:val="00345A30"/>
    <w:rsid w:val="003460C5"/>
    <w:rsid w:val="00346700"/>
    <w:rsid w:val="00346A7C"/>
    <w:rsid w:val="00346AE9"/>
    <w:rsid w:val="00346CFA"/>
    <w:rsid w:val="0034712D"/>
    <w:rsid w:val="0034726E"/>
    <w:rsid w:val="00347E1F"/>
    <w:rsid w:val="00347E8C"/>
    <w:rsid w:val="00347FE1"/>
    <w:rsid w:val="00350539"/>
    <w:rsid w:val="0035059A"/>
    <w:rsid w:val="00350840"/>
    <w:rsid w:val="00350992"/>
    <w:rsid w:val="00350F3B"/>
    <w:rsid w:val="00351404"/>
    <w:rsid w:val="00351526"/>
    <w:rsid w:val="00351798"/>
    <w:rsid w:val="00351799"/>
    <w:rsid w:val="00351B83"/>
    <w:rsid w:val="00351FE3"/>
    <w:rsid w:val="00352144"/>
    <w:rsid w:val="00352B64"/>
    <w:rsid w:val="00352DFA"/>
    <w:rsid w:val="00353337"/>
    <w:rsid w:val="00353388"/>
    <w:rsid w:val="003539D7"/>
    <w:rsid w:val="00353CAB"/>
    <w:rsid w:val="003549CB"/>
    <w:rsid w:val="00354C46"/>
    <w:rsid w:val="00354DC1"/>
    <w:rsid w:val="00354E68"/>
    <w:rsid w:val="00354E6F"/>
    <w:rsid w:val="00355612"/>
    <w:rsid w:val="00355B32"/>
    <w:rsid w:val="0035604A"/>
    <w:rsid w:val="00356D14"/>
    <w:rsid w:val="0035713F"/>
    <w:rsid w:val="00357567"/>
    <w:rsid w:val="003575D9"/>
    <w:rsid w:val="00360173"/>
    <w:rsid w:val="003603DD"/>
    <w:rsid w:val="003604BF"/>
    <w:rsid w:val="00361C4F"/>
    <w:rsid w:val="00361F94"/>
    <w:rsid w:val="003621B2"/>
    <w:rsid w:val="00362565"/>
    <w:rsid w:val="003625C3"/>
    <w:rsid w:val="00362925"/>
    <w:rsid w:val="00362A2E"/>
    <w:rsid w:val="003631BC"/>
    <w:rsid w:val="003637E2"/>
    <w:rsid w:val="00363AB7"/>
    <w:rsid w:val="00363F84"/>
    <w:rsid w:val="00363FEF"/>
    <w:rsid w:val="0036413F"/>
    <w:rsid w:val="00364C15"/>
    <w:rsid w:val="00364EEE"/>
    <w:rsid w:val="003658F7"/>
    <w:rsid w:val="00365CB0"/>
    <w:rsid w:val="00365DB8"/>
    <w:rsid w:val="00365E86"/>
    <w:rsid w:val="00365FA2"/>
    <w:rsid w:val="00366010"/>
    <w:rsid w:val="0036649A"/>
    <w:rsid w:val="003666BC"/>
    <w:rsid w:val="003666F4"/>
    <w:rsid w:val="003669F8"/>
    <w:rsid w:val="00366A7B"/>
    <w:rsid w:val="00366DF6"/>
    <w:rsid w:val="00366F51"/>
    <w:rsid w:val="00366FC2"/>
    <w:rsid w:val="00367135"/>
    <w:rsid w:val="0036759C"/>
    <w:rsid w:val="0037029D"/>
    <w:rsid w:val="00370959"/>
    <w:rsid w:val="00370F6B"/>
    <w:rsid w:val="0037114F"/>
    <w:rsid w:val="003715B9"/>
    <w:rsid w:val="00371D6F"/>
    <w:rsid w:val="00371F71"/>
    <w:rsid w:val="0037280E"/>
    <w:rsid w:val="00372B3C"/>
    <w:rsid w:val="00372B8C"/>
    <w:rsid w:val="00372C46"/>
    <w:rsid w:val="00372EB3"/>
    <w:rsid w:val="0037307F"/>
    <w:rsid w:val="00374EDE"/>
    <w:rsid w:val="00374F12"/>
    <w:rsid w:val="00374FF1"/>
    <w:rsid w:val="00375839"/>
    <w:rsid w:val="00375E21"/>
    <w:rsid w:val="003763F0"/>
    <w:rsid w:val="00376CD0"/>
    <w:rsid w:val="003774E5"/>
    <w:rsid w:val="0037762D"/>
    <w:rsid w:val="003777DB"/>
    <w:rsid w:val="00377B1F"/>
    <w:rsid w:val="00377B45"/>
    <w:rsid w:val="00377C70"/>
    <w:rsid w:val="00377CED"/>
    <w:rsid w:val="00380044"/>
    <w:rsid w:val="00380305"/>
    <w:rsid w:val="00380541"/>
    <w:rsid w:val="0038123E"/>
    <w:rsid w:val="0038193E"/>
    <w:rsid w:val="00382473"/>
    <w:rsid w:val="003824B4"/>
    <w:rsid w:val="00382EBA"/>
    <w:rsid w:val="00382F16"/>
    <w:rsid w:val="003830B7"/>
    <w:rsid w:val="00383171"/>
    <w:rsid w:val="003839A0"/>
    <w:rsid w:val="00383C6C"/>
    <w:rsid w:val="00384808"/>
    <w:rsid w:val="00384C77"/>
    <w:rsid w:val="00384F0C"/>
    <w:rsid w:val="00384F6F"/>
    <w:rsid w:val="00385141"/>
    <w:rsid w:val="003852EC"/>
    <w:rsid w:val="00386049"/>
    <w:rsid w:val="00386528"/>
    <w:rsid w:val="0038652D"/>
    <w:rsid w:val="0038664F"/>
    <w:rsid w:val="00386C4C"/>
    <w:rsid w:val="00387084"/>
    <w:rsid w:val="003875EF"/>
    <w:rsid w:val="00387CDD"/>
    <w:rsid w:val="00387FEB"/>
    <w:rsid w:val="00390E78"/>
    <w:rsid w:val="00390EEF"/>
    <w:rsid w:val="00390FDF"/>
    <w:rsid w:val="003913F0"/>
    <w:rsid w:val="00391C32"/>
    <w:rsid w:val="00391C91"/>
    <w:rsid w:val="00391D4A"/>
    <w:rsid w:val="00392151"/>
    <w:rsid w:val="00392269"/>
    <w:rsid w:val="0039241E"/>
    <w:rsid w:val="003931BE"/>
    <w:rsid w:val="00393E5F"/>
    <w:rsid w:val="003942E7"/>
    <w:rsid w:val="0039433E"/>
    <w:rsid w:val="00394592"/>
    <w:rsid w:val="00394D33"/>
    <w:rsid w:val="00395545"/>
    <w:rsid w:val="00395D58"/>
    <w:rsid w:val="003961E6"/>
    <w:rsid w:val="0039626F"/>
    <w:rsid w:val="00396356"/>
    <w:rsid w:val="00396449"/>
    <w:rsid w:val="003966F6"/>
    <w:rsid w:val="00396B0A"/>
    <w:rsid w:val="00396B71"/>
    <w:rsid w:val="00396E6D"/>
    <w:rsid w:val="0039744D"/>
    <w:rsid w:val="00397AE2"/>
    <w:rsid w:val="00397AE8"/>
    <w:rsid w:val="00397D4D"/>
    <w:rsid w:val="00397D7F"/>
    <w:rsid w:val="00397D8C"/>
    <w:rsid w:val="00397E60"/>
    <w:rsid w:val="003A002F"/>
    <w:rsid w:val="003A003F"/>
    <w:rsid w:val="003A015E"/>
    <w:rsid w:val="003A0248"/>
    <w:rsid w:val="003A0397"/>
    <w:rsid w:val="003A044E"/>
    <w:rsid w:val="003A0594"/>
    <w:rsid w:val="003A06DA"/>
    <w:rsid w:val="003A102B"/>
    <w:rsid w:val="003A121A"/>
    <w:rsid w:val="003A1323"/>
    <w:rsid w:val="003A1473"/>
    <w:rsid w:val="003A17AF"/>
    <w:rsid w:val="003A1E45"/>
    <w:rsid w:val="003A2417"/>
    <w:rsid w:val="003A2683"/>
    <w:rsid w:val="003A28FE"/>
    <w:rsid w:val="003A2978"/>
    <w:rsid w:val="003A2C0E"/>
    <w:rsid w:val="003A31EB"/>
    <w:rsid w:val="003A32C8"/>
    <w:rsid w:val="003A3374"/>
    <w:rsid w:val="003A3489"/>
    <w:rsid w:val="003A376B"/>
    <w:rsid w:val="003A3829"/>
    <w:rsid w:val="003A3C61"/>
    <w:rsid w:val="003A3CB1"/>
    <w:rsid w:val="003A47DA"/>
    <w:rsid w:val="003A4C08"/>
    <w:rsid w:val="003A4C54"/>
    <w:rsid w:val="003A4C84"/>
    <w:rsid w:val="003A507D"/>
    <w:rsid w:val="003A5685"/>
    <w:rsid w:val="003A5889"/>
    <w:rsid w:val="003A5CCC"/>
    <w:rsid w:val="003A6163"/>
    <w:rsid w:val="003A66D7"/>
    <w:rsid w:val="003A6C1B"/>
    <w:rsid w:val="003A70ED"/>
    <w:rsid w:val="003A74D3"/>
    <w:rsid w:val="003B03E0"/>
    <w:rsid w:val="003B0831"/>
    <w:rsid w:val="003B0A81"/>
    <w:rsid w:val="003B0CFF"/>
    <w:rsid w:val="003B0D2D"/>
    <w:rsid w:val="003B2EC3"/>
    <w:rsid w:val="003B35C1"/>
    <w:rsid w:val="003B369E"/>
    <w:rsid w:val="003B397F"/>
    <w:rsid w:val="003B40C5"/>
    <w:rsid w:val="003B41F8"/>
    <w:rsid w:val="003B45BF"/>
    <w:rsid w:val="003B4771"/>
    <w:rsid w:val="003B4A71"/>
    <w:rsid w:val="003B4D08"/>
    <w:rsid w:val="003B4E0B"/>
    <w:rsid w:val="003B4E4E"/>
    <w:rsid w:val="003B511B"/>
    <w:rsid w:val="003B611E"/>
    <w:rsid w:val="003B6683"/>
    <w:rsid w:val="003B6D59"/>
    <w:rsid w:val="003B7061"/>
    <w:rsid w:val="003B708B"/>
    <w:rsid w:val="003B73BA"/>
    <w:rsid w:val="003B7B4B"/>
    <w:rsid w:val="003B7BE7"/>
    <w:rsid w:val="003B7DEE"/>
    <w:rsid w:val="003B7ECD"/>
    <w:rsid w:val="003B7F3F"/>
    <w:rsid w:val="003C05BE"/>
    <w:rsid w:val="003C0640"/>
    <w:rsid w:val="003C071E"/>
    <w:rsid w:val="003C0813"/>
    <w:rsid w:val="003C088A"/>
    <w:rsid w:val="003C0A86"/>
    <w:rsid w:val="003C0B54"/>
    <w:rsid w:val="003C0C1C"/>
    <w:rsid w:val="003C15FA"/>
    <w:rsid w:val="003C1AAD"/>
    <w:rsid w:val="003C1CF0"/>
    <w:rsid w:val="003C1CF9"/>
    <w:rsid w:val="003C1D04"/>
    <w:rsid w:val="003C1D6F"/>
    <w:rsid w:val="003C2734"/>
    <w:rsid w:val="003C287F"/>
    <w:rsid w:val="003C30E5"/>
    <w:rsid w:val="003C3712"/>
    <w:rsid w:val="003C3B4D"/>
    <w:rsid w:val="003C403D"/>
    <w:rsid w:val="003C4157"/>
    <w:rsid w:val="003C4E6B"/>
    <w:rsid w:val="003C4FE6"/>
    <w:rsid w:val="003C59D0"/>
    <w:rsid w:val="003C5A4C"/>
    <w:rsid w:val="003C5B1F"/>
    <w:rsid w:val="003C5C09"/>
    <w:rsid w:val="003C5F27"/>
    <w:rsid w:val="003C6200"/>
    <w:rsid w:val="003C646E"/>
    <w:rsid w:val="003C67C7"/>
    <w:rsid w:val="003C681F"/>
    <w:rsid w:val="003C7241"/>
    <w:rsid w:val="003C72E3"/>
    <w:rsid w:val="003C766D"/>
    <w:rsid w:val="003C7705"/>
    <w:rsid w:val="003C7BC8"/>
    <w:rsid w:val="003C7C8C"/>
    <w:rsid w:val="003C7E34"/>
    <w:rsid w:val="003D0011"/>
    <w:rsid w:val="003D09AF"/>
    <w:rsid w:val="003D0F59"/>
    <w:rsid w:val="003D0F80"/>
    <w:rsid w:val="003D12F4"/>
    <w:rsid w:val="003D2340"/>
    <w:rsid w:val="003D2A54"/>
    <w:rsid w:val="003D2B29"/>
    <w:rsid w:val="003D2C38"/>
    <w:rsid w:val="003D2E01"/>
    <w:rsid w:val="003D2E76"/>
    <w:rsid w:val="003D3161"/>
    <w:rsid w:val="003D318E"/>
    <w:rsid w:val="003D3688"/>
    <w:rsid w:val="003D41B7"/>
    <w:rsid w:val="003D41F7"/>
    <w:rsid w:val="003D471A"/>
    <w:rsid w:val="003D489A"/>
    <w:rsid w:val="003D5628"/>
    <w:rsid w:val="003D56D2"/>
    <w:rsid w:val="003D56D6"/>
    <w:rsid w:val="003D5801"/>
    <w:rsid w:val="003D5D77"/>
    <w:rsid w:val="003D5E47"/>
    <w:rsid w:val="003D63DE"/>
    <w:rsid w:val="003D6BDD"/>
    <w:rsid w:val="003D766C"/>
    <w:rsid w:val="003D7F29"/>
    <w:rsid w:val="003E0050"/>
    <w:rsid w:val="003E0241"/>
    <w:rsid w:val="003E08D6"/>
    <w:rsid w:val="003E0E5F"/>
    <w:rsid w:val="003E11AF"/>
    <w:rsid w:val="003E1328"/>
    <w:rsid w:val="003E151A"/>
    <w:rsid w:val="003E1875"/>
    <w:rsid w:val="003E292F"/>
    <w:rsid w:val="003E3153"/>
    <w:rsid w:val="003E3284"/>
    <w:rsid w:val="003E346E"/>
    <w:rsid w:val="003E36E9"/>
    <w:rsid w:val="003E3753"/>
    <w:rsid w:val="003E3DAD"/>
    <w:rsid w:val="003E3FAA"/>
    <w:rsid w:val="003E44B6"/>
    <w:rsid w:val="003E4883"/>
    <w:rsid w:val="003E490E"/>
    <w:rsid w:val="003E4A0F"/>
    <w:rsid w:val="003E4EC2"/>
    <w:rsid w:val="003E51B9"/>
    <w:rsid w:val="003E553E"/>
    <w:rsid w:val="003E5CA2"/>
    <w:rsid w:val="003E5F44"/>
    <w:rsid w:val="003E6E51"/>
    <w:rsid w:val="003E6EA6"/>
    <w:rsid w:val="003E6F73"/>
    <w:rsid w:val="003E7167"/>
    <w:rsid w:val="003E7652"/>
    <w:rsid w:val="003E78A4"/>
    <w:rsid w:val="003F0146"/>
    <w:rsid w:val="003F0204"/>
    <w:rsid w:val="003F1570"/>
    <w:rsid w:val="003F1DB9"/>
    <w:rsid w:val="003F275A"/>
    <w:rsid w:val="003F2773"/>
    <w:rsid w:val="003F27EE"/>
    <w:rsid w:val="003F2B6F"/>
    <w:rsid w:val="003F33F6"/>
    <w:rsid w:val="003F38EC"/>
    <w:rsid w:val="003F38ED"/>
    <w:rsid w:val="003F3F55"/>
    <w:rsid w:val="003F4022"/>
    <w:rsid w:val="003F46C7"/>
    <w:rsid w:val="003F4876"/>
    <w:rsid w:val="003F4AAF"/>
    <w:rsid w:val="003F4B16"/>
    <w:rsid w:val="003F51E8"/>
    <w:rsid w:val="003F5CEB"/>
    <w:rsid w:val="003F5ED7"/>
    <w:rsid w:val="003F5F1C"/>
    <w:rsid w:val="003F61C8"/>
    <w:rsid w:val="003F6313"/>
    <w:rsid w:val="003F76E4"/>
    <w:rsid w:val="003F7DD0"/>
    <w:rsid w:val="00400503"/>
    <w:rsid w:val="004015AE"/>
    <w:rsid w:val="00401B9F"/>
    <w:rsid w:val="00402864"/>
    <w:rsid w:val="00402BE5"/>
    <w:rsid w:val="00403348"/>
    <w:rsid w:val="00403561"/>
    <w:rsid w:val="0040376B"/>
    <w:rsid w:val="0040382E"/>
    <w:rsid w:val="00403B43"/>
    <w:rsid w:val="00404524"/>
    <w:rsid w:val="004049B8"/>
    <w:rsid w:val="00405921"/>
    <w:rsid w:val="00405A34"/>
    <w:rsid w:val="00405B42"/>
    <w:rsid w:val="00405D4E"/>
    <w:rsid w:val="00405F77"/>
    <w:rsid w:val="00406441"/>
    <w:rsid w:val="004065A1"/>
    <w:rsid w:val="004069A8"/>
    <w:rsid w:val="004070FD"/>
    <w:rsid w:val="0040727F"/>
    <w:rsid w:val="0040787E"/>
    <w:rsid w:val="00407DBF"/>
    <w:rsid w:val="00407FB2"/>
    <w:rsid w:val="004104FF"/>
    <w:rsid w:val="00410523"/>
    <w:rsid w:val="004108BC"/>
    <w:rsid w:val="00410E09"/>
    <w:rsid w:val="00410FF3"/>
    <w:rsid w:val="00411454"/>
    <w:rsid w:val="00411AED"/>
    <w:rsid w:val="004120BB"/>
    <w:rsid w:val="004123E1"/>
    <w:rsid w:val="004125DA"/>
    <w:rsid w:val="00412C81"/>
    <w:rsid w:val="00413202"/>
    <w:rsid w:val="00414851"/>
    <w:rsid w:val="00414859"/>
    <w:rsid w:val="00414CAB"/>
    <w:rsid w:val="00415A93"/>
    <w:rsid w:val="0041665F"/>
    <w:rsid w:val="00416E11"/>
    <w:rsid w:val="00417C2A"/>
    <w:rsid w:val="00417C77"/>
    <w:rsid w:val="00417E8D"/>
    <w:rsid w:val="00417FBC"/>
    <w:rsid w:val="004202B9"/>
    <w:rsid w:val="00420BA4"/>
    <w:rsid w:val="00420CA8"/>
    <w:rsid w:val="0042113E"/>
    <w:rsid w:val="0042166C"/>
    <w:rsid w:val="00421685"/>
    <w:rsid w:val="00421D92"/>
    <w:rsid w:val="004223A9"/>
    <w:rsid w:val="004223D3"/>
    <w:rsid w:val="00422666"/>
    <w:rsid w:val="004233E3"/>
    <w:rsid w:val="00423541"/>
    <w:rsid w:val="004238A0"/>
    <w:rsid w:val="00423BEF"/>
    <w:rsid w:val="00424719"/>
    <w:rsid w:val="00424DBA"/>
    <w:rsid w:val="00424E4E"/>
    <w:rsid w:val="00424F13"/>
    <w:rsid w:val="00424F5C"/>
    <w:rsid w:val="00425158"/>
    <w:rsid w:val="0042559C"/>
    <w:rsid w:val="0042567E"/>
    <w:rsid w:val="00425844"/>
    <w:rsid w:val="00425ACA"/>
    <w:rsid w:val="00425CEB"/>
    <w:rsid w:val="00425DAE"/>
    <w:rsid w:val="00426125"/>
    <w:rsid w:val="00426214"/>
    <w:rsid w:val="00426C7D"/>
    <w:rsid w:val="00427537"/>
    <w:rsid w:val="00427B2F"/>
    <w:rsid w:val="00427D84"/>
    <w:rsid w:val="00427EA2"/>
    <w:rsid w:val="00430464"/>
    <w:rsid w:val="0043046C"/>
    <w:rsid w:val="00430DFE"/>
    <w:rsid w:val="00431093"/>
    <w:rsid w:val="004314F5"/>
    <w:rsid w:val="004319B3"/>
    <w:rsid w:val="00431C6B"/>
    <w:rsid w:val="00432178"/>
    <w:rsid w:val="00432A86"/>
    <w:rsid w:val="00433237"/>
    <w:rsid w:val="0043329D"/>
    <w:rsid w:val="004332A8"/>
    <w:rsid w:val="00433CEA"/>
    <w:rsid w:val="00433D80"/>
    <w:rsid w:val="00433E2D"/>
    <w:rsid w:val="00433F23"/>
    <w:rsid w:val="004342E4"/>
    <w:rsid w:val="00434C77"/>
    <w:rsid w:val="004353E2"/>
    <w:rsid w:val="00435DB6"/>
    <w:rsid w:val="00436019"/>
    <w:rsid w:val="00436139"/>
    <w:rsid w:val="00436185"/>
    <w:rsid w:val="00436601"/>
    <w:rsid w:val="004367F1"/>
    <w:rsid w:val="00436A98"/>
    <w:rsid w:val="00436F4F"/>
    <w:rsid w:val="00436F85"/>
    <w:rsid w:val="00437314"/>
    <w:rsid w:val="004376CC"/>
    <w:rsid w:val="00440391"/>
    <w:rsid w:val="004403F8"/>
    <w:rsid w:val="00440728"/>
    <w:rsid w:val="00440BED"/>
    <w:rsid w:val="00440CD6"/>
    <w:rsid w:val="00441063"/>
    <w:rsid w:val="00441402"/>
    <w:rsid w:val="0044142E"/>
    <w:rsid w:val="0044198B"/>
    <w:rsid w:val="004419E6"/>
    <w:rsid w:val="00441B4E"/>
    <w:rsid w:val="0044304A"/>
    <w:rsid w:val="00443E14"/>
    <w:rsid w:val="004443C8"/>
    <w:rsid w:val="0044454C"/>
    <w:rsid w:val="00444592"/>
    <w:rsid w:val="00444A7B"/>
    <w:rsid w:val="00445118"/>
    <w:rsid w:val="00445980"/>
    <w:rsid w:val="004463CB"/>
    <w:rsid w:val="00446792"/>
    <w:rsid w:val="004468A1"/>
    <w:rsid w:val="0044750F"/>
    <w:rsid w:val="00447588"/>
    <w:rsid w:val="00447694"/>
    <w:rsid w:val="00447814"/>
    <w:rsid w:val="00447D6E"/>
    <w:rsid w:val="00447DD7"/>
    <w:rsid w:val="00447E51"/>
    <w:rsid w:val="004505D9"/>
    <w:rsid w:val="00450755"/>
    <w:rsid w:val="0045085F"/>
    <w:rsid w:val="00451A23"/>
    <w:rsid w:val="00451B09"/>
    <w:rsid w:val="00452458"/>
    <w:rsid w:val="0045253F"/>
    <w:rsid w:val="004526AB"/>
    <w:rsid w:val="00452E82"/>
    <w:rsid w:val="00453065"/>
    <w:rsid w:val="00453719"/>
    <w:rsid w:val="004537FD"/>
    <w:rsid w:val="00453CC7"/>
    <w:rsid w:val="004545E0"/>
    <w:rsid w:val="00454D71"/>
    <w:rsid w:val="0045510D"/>
    <w:rsid w:val="00455743"/>
    <w:rsid w:val="00455F89"/>
    <w:rsid w:val="004561AA"/>
    <w:rsid w:val="004562F9"/>
    <w:rsid w:val="00456879"/>
    <w:rsid w:val="00456F57"/>
    <w:rsid w:val="00457044"/>
    <w:rsid w:val="004575FB"/>
    <w:rsid w:val="00457695"/>
    <w:rsid w:val="004578B6"/>
    <w:rsid w:val="00460F27"/>
    <w:rsid w:val="00461077"/>
    <w:rsid w:val="004611DD"/>
    <w:rsid w:val="004612E3"/>
    <w:rsid w:val="004614E9"/>
    <w:rsid w:val="0046166D"/>
    <w:rsid w:val="004619D6"/>
    <w:rsid w:val="00462157"/>
    <w:rsid w:val="004626D8"/>
    <w:rsid w:val="00462C11"/>
    <w:rsid w:val="00462E73"/>
    <w:rsid w:val="00462EC5"/>
    <w:rsid w:val="00462FE9"/>
    <w:rsid w:val="004630A6"/>
    <w:rsid w:val="00463119"/>
    <w:rsid w:val="00463974"/>
    <w:rsid w:val="00463D10"/>
    <w:rsid w:val="0046448E"/>
    <w:rsid w:val="00464E34"/>
    <w:rsid w:val="00464E9F"/>
    <w:rsid w:val="004651AE"/>
    <w:rsid w:val="0046574F"/>
    <w:rsid w:val="00465A4B"/>
    <w:rsid w:val="00465B90"/>
    <w:rsid w:val="00465C54"/>
    <w:rsid w:val="0046662D"/>
    <w:rsid w:val="00466712"/>
    <w:rsid w:val="00467829"/>
    <w:rsid w:val="00467A2A"/>
    <w:rsid w:val="00467ABE"/>
    <w:rsid w:val="00467B3E"/>
    <w:rsid w:val="00467E0A"/>
    <w:rsid w:val="004701E8"/>
    <w:rsid w:val="004706DF"/>
    <w:rsid w:val="004707F4"/>
    <w:rsid w:val="00470BDB"/>
    <w:rsid w:val="00470DE3"/>
    <w:rsid w:val="00471024"/>
    <w:rsid w:val="00471736"/>
    <w:rsid w:val="00471BAF"/>
    <w:rsid w:val="00471FC1"/>
    <w:rsid w:val="004723D2"/>
    <w:rsid w:val="004728EC"/>
    <w:rsid w:val="00472E4D"/>
    <w:rsid w:val="004736E8"/>
    <w:rsid w:val="004737B3"/>
    <w:rsid w:val="00473B39"/>
    <w:rsid w:val="00473D4D"/>
    <w:rsid w:val="00473D8A"/>
    <w:rsid w:val="00473FF6"/>
    <w:rsid w:val="00474415"/>
    <w:rsid w:val="004748B2"/>
    <w:rsid w:val="00474E6F"/>
    <w:rsid w:val="004756EC"/>
    <w:rsid w:val="00475B0F"/>
    <w:rsid w:val="00475F31"/>
    <w:rsid w:val="004763A4"/>
    <w:rsid w:val="004764A2"/>
    <w:rsid w:val="00476E82"/>
    <w:rsid w:val="004770FC"/>
    <w:rsid w:val="0047735A"/>
    <w:rsid w:val="004775E0"/>
    <w:rsid w:val="004776D6"/>
    <w:rsid w:val="004778E2"/>
    <w:rsid w:val="0047790B"/>
    <w:rsid w:val="00477DA4"/>
    <w:rsid w:val="00477DBC"/>
    <w:rsid w:val="00480D2A"/>
    <w:rsid w:val="00480E67"/>
    <w:rsid w:val="00481370"/>
    <w:rsid w:val="00481390"/>
    <w:rsid w:val="0048141F"/>
    <w:rsid w:val="004817A7"/>
    <w:rsid w:val="004819D9"/>
    <w:rsid w:val="004822BE"/>
    <w:rsid w:val="00482619"/>
    <w:rsid w:val="00482865"/>
    <w:rsid w:val="00482FF7"/>
    <w:rsid w:val="004830DE"/>
    <w:rsid w:val="004834F8"/>
    <w:rsid w:val="00483511"/>
    <w:rsid w:val="00483DFB"/>
    <w:rsid w:val="00484395"/>
    <w:rsid w:val="00484759"/>
    <w:rsid w:val="00484C9D"/>
    <w:rsid w:val="00484CA9"/>
    <w:rsid w:val="004851A3"/>
    <w:rsid w:val="0048535D"/>
    <w:rsid w:val="0048547F"/>
    <w:rsid w:val="00485B73"/>
    <w:rsid w:val="00485CC7"/>
    <w:rsid w:val="004864B1"/>
    <w:rsid w:val="004864D0"/>
    <w:rsid w:val="00486B75"/>
    <w:rsid w:val="00486DDB"/>
    <w:rsid w:val="0048708B"/>
    <w:rsid w:val="00487815"/>
    <w:rsid w:val="00487C4D"/>
    <w:rsid w:val="004906E2"/>
    <w:rsid w:val="00490847"/>
    <w:rsid w:val="004910B0"/>
    <w:rsid w:val="00491419"/>
    <w:rsid w:val="00491576"/>
    <w:rsid w:val="00492018"/>
    <w:rsid w:val="00492288"/>
    <w:rsid w:val="00492362"/>
    <w:rsid w:val="0049246F"/>
    <w:rsid w:val="0049256E"/>
    <w:rsid w:val="00492E23"/>
    <w:rsid w:val="00493576"/>
    <w:rsid w:val="00493D41"/>
    <w:rsid w:val="0049411E"/>
    <w:rsid w:val="004946DA"/>
    <w:rsid w:val="00494FB0"/>
    <w:rsid w:val="0049583F"/>
    <w:rsid w:val="00495D93"/>
    <w:rsid w:val="00496076"/>
    <w:rsid w:val="00496715"/>
    <w:rsid w:val="004968F6"/>
    <w:rsid w:val="004969AE"/>
    <w:rsid w:val="00496ABC"/>
    <w:rsid w:val="00496B99"/>
    <w:rsid w:val="00496D61"/>
    <w:rsid w:val="004970EB"/>
    <w:rsid w:val="00497635"/>
    <w:rsid w:val="00497A54"/>
    <w:rsid w:val="00497D61"/>
    <w:rsid w:val="004A0361"/>
    <w:rsid w:val="004A0E79"/>
    <w:rsid w:val="004A1784"/>
    <w:rsid w:val="004A17CD"/>
    <w:rsid w:val="004A1CBF"/>
    <w:rsid w:val="004A1E20"/>
    <w:rsid w:val="004A1ECA"/>
    <w:rsid w:val="004A2065"/>
    <w:rsid w:val="004A247E"/>
    <w:rsid w:val="004A24CF"/>
    <w:rsid w:val="004A2BA2"/>
    <w:rsid w:val="004A3025"/>
    <w:rsid w:val="004A328D"/>
    <w:rsid w:val="004A32E9"/>
    <w:rsid w:val="004A3614"/>
    <w:rsid w:val="004A39C0"/>
    <w:rsid w:val="004A3D0E"/>
    <w:rsid w:val="004A3DAF"/>
    <w:rsid w:val="004A45D7"/>
    <w:rsid w:val="004A4BC4"/>
    <w:rsid w:val="004A4C01"/>
    <w:rsid w:val="004A5F18"/>
    <w:rsid w:val="004A657E"/>
    <w:rsid w:val="004A65A8"/>
    <w:rsid w:val="004A6636"/>
    <w:rsid w:val="004A6958"/>
    <w:rsid w:val="004A6BCE"/>
    <w:rsid w:val="004A6D2F"/>
    <w:rsid w:val="004A71A9"/>
    <w:rsid w:val="004A721D"/>
    <w:rsid w:val="004A7692"/>
    <w:rsid w:val="004A7758"/>
    <w:rsid w:val="004A7861"/>
    <w:rsid w:val="004A7885"/>
    <w:rsid w:val="004A7901"/>
    <w:rsid w:val="004B09A9"/>
    <w:rsid w:val="004B0CFF"/>
    <w:rsid w:val="004B1165"/>
    <w:rsid w:val="004B154B"/>
    <w:rsid w:val="004B1746"/>
    <w:rsid w:val="004B1AEE"/>
    <w:rsid w:val="004B1B47"/>
    <w:rsid w:val="004B21B0"/>
    <w:rsid w:val="004B2202"/>
    <w:rsid w:val="004B223F"/>
    <w:rsid w:val="004B25D8"/>
    <w:rsid w:val="004B29C6"/>
    <w:rsid w:val="004B2C92"/>
    <w:rsid w:val="004B2ECA"/>
    <w:rsid w:val="004B30FA"/>
    <w:rsid w:val="004B35BC"/>
    <w:rsid w:val="004B3F54"/>
    <w:rsid w:val="004B4034"/>
    <w:rsid w:val="004B4686"/>
    <w:rsid w:val="004B5B28"/>
    <w:rsid w:val="004B5BC9"/>
    <w:rsid w:val="004B5D28"/>
    <w:rsid w:val="004B5F95"/>
    <w:rsid w:val="004B646F"/>
    <w:rsid w:val="004B66DF"/>
    <w:rsid w:val="004B6863"/>
    <w:rsid w:val="004B6C80"/>
    <w:rsid w:val="004B7071"/>
    <w:rsid w:val="004B729F"/>
    <w:rsid w:val="004B72D4"/>
    <w:rsid w:val="004B78DC"/>
    <w:rsid w:val="004B7F20"/>
    <w:rsid w:val="004C03F5"/>
    <w:rsid w:val="004C09D5"/>
    <w:rsid w:val="004C0B87"/>
    <w:rsid w:val="004C1035"/>
    <w:rsid w:val="004C10D2"/>
    <w:rsid w:val="004C10D8"/>
    <w:rsid w:val="004C15DB"/>
    <w:rsid w:val="004C1950"/>
    <w:rsid w:val="004C1E65"/>
    <w:rsid w:val="004C2292"/>
    <w:rsid w:val="004C22F1"/>
    <w:rsid w:val="004C3F95"/>
    <w:rsid w:val="004C467E"/>
    <w:rsid w:val="004C4CC1"/>
    <w:rsid w:val="004C4E8F"/>
    <w:rsid w:val="004C50D1"/>
    <w:rsid w:val="004C5116"/>
    <w:rsid w:val="004C523F"/>
    <w:rsid w:val="004C5365"/>
    <w:rsid w:val="004C5631"/>
    <w:rsid w:val="004C5E20"/>
    <w:rsid w:val="004C6472"/>
    <w:rsid w:val="004C69E0"/>
    <w:rsid w:val="004C6BFF"/>
    <w:rsid w:val="004C6D19"/>
    <w:rsid w:val="004C7240"/>
    <w:rsid w:val="004C73C3"/>
    <w:rsid w:val="004C76F1"/>
    <w:rsid w:val="004C7805"/>
    <w:rsid w:val="004C7B9D"/>
    <w:rsid w:val="004C7D71"/>
    <w:rsid w:val="004C7F17"/>
    <w:rsid w:val="004C7F6D"/>
    <w:rsid w:val="004C7FA9"/>
    <w:rsid w:val="004D02D0"/>
    <w:rsid w:val="004D0C61"/>
    <w:rsid w:val="004D0E46"/>
    <w:rsid w:val="004D14CD"/>
    <w:rsid w:val="004D153E"/>
    <w:rsid w:val="004D180A"/>
    <w:rsid w:val="004D1919"/>
    <w:rsid w:val="004D23CF"/>
    <w:rsid w:val="004D27E1"/>
    <w:rsid w:val="004D283D"/>
    <w:rsid w:val="004D2FA8"/>
    <w:rsid w:val="004D30BA"/>
    <w:rsid w:val="004D320F"/>
    <w:rsid w:val="004D39C4"/>
    <w:rsid w:val="004D3A47"/>
    <w:rsid w:val="004D3B60"/>
    <w:rsid w:val="004D3D2C"/>
    <w:rsid w:val="004D4009"/>
    <w:rsid w:val="004D4160"/>
    <w:rsid w:val="004D41A9"/>
    <w:rsid w:val="004D522D"/>
    <w:rsid w:val="004D53FF"/>
    <w:rsid w:val="004D5574"/>
    <w:rsid w:val="004D5C0D"/>
    <w:rsid w:val="004D663E"/>
    <w:rsid w:val="004D6792"/>
    <w:rsid w:val="004D6A25"/>
    <w:rsid w:val="004D7026"/>
    <w:rsid w:val="004D7269"/>
    <w:rsid w:val="004D794F"/>
    <w:rsid w:val="004D79B7"/>
    <w:rsid w:val="004D7BBA"/>
    <w:rsid w:val="004E0090"/>
    <w:rsid w:val="004E0128"/>
    <w:rsid w:val="004E0D4A"/>
    <w:rsid w:val="004E0E01"/>
    <w:rsid w:val="004E1544"/>
    <w:rsid w:val="004E158F"/>
    <w:rsid w:val="004E1624"/>
    <w:rsid w:val="004E19F8"/>
    <w:rsid w:val="004E2415"/>
    <w:rsid w:val="004E25D3"/>
    <w:rsid w:val="004E2967"/>
    <w:rsid w:val="004E3174"/>
    <w:rsid w:val="004E3BEA"/>
    <w:rsid w:val="004E4234"/>
    <w:rsid w:val="004E44EC"/>
    <w:rsid w:val="004E5119"/>
    <w:rsid w:val="004E53A6"/>
    <w:rsid w:val="004E5875"/>
    <w:rsid w:val="004E600F"/>
    <w:rsid w:val="004E6074"/>
    <w:rsid w:val="004E677D"/>
    <w:rsid w:val="004E702A"/>
    <w:rsid w:val="004E73D9"/>
    <w:rsid w:val="004E7523"/>
    <w:rsid w:val="004E7567"/>
    <w:rsid w:val="004E77D7"/>
    <w:rsid w:val="004E78A6"/>
    <w:rsid w:val="004E7966"/>
    <w:rsid w:val="004E7FEF"/>
    <w:rsid w:val="004F0039"/>
    <w:rsid w:val="004F02BE"/>
    <w:rsid w:val="004F03DE"/>
    <w:rsid w:val="004F0749"/>
    <w:rsid w:val="004F0994"/>
    <w:rsid w:val="004F0A54"/>
    <w:rsid w:val="004F10D3"/>
    <w:rsid w:val="004F1A35"/>
    <w:rsid w:val="004F2534"/>
    <w:rsid w:val="004F2636"/>
    <w:rsid w:val="004F2771"/>
    <w:rsid w:val="004F2AB6"/>
    <w:rsid w:val="004F2C62"/>
    <w:rsid w:val="004F2C93"/>
    <w:rsid w:val="004F334E"/>
    <w:rsid w:val="004F385B"/>
    <w:rsid w:val="004F3A6B"/>
    <w:rsid w:val="004F3EFF"/>
    <w:rsid w:val="004F4664"/>
    <w:rsid w:val="004F48AD"/>
    <w:rsid w:val="004F4C5B"/>
    <w:rsid w:val="004F5111"/>
    <w:rsid w:val="004F5C37"/>
    <w:rsid w:val="004F5EE1"/>
    <w:rsid w:val="004F605C"/>
    <w:rsid w:val="004F619E"/>
    <w:rsid w:val="004F6383"/>
    <w:rsid w:val="004F6459"/>
    <w:rsid w:val="004F77CB"/>
    <w:rsid w:val="004F79FF"/>
    <w:rsid w:val="0050009A"/>
    <w:rsid w:val="00500C91"/>
    <w:rsid w:val="00500F88"/>
    <w:rsid w:val="005010DB"/>
    <w:rsid w:val="00501184"/>
    <w:rsid w:val="0050118B"/>
    <w:rsid w:val="005011BB"/>
    <w:rsid w:val="005013DE"/>
    <w:rsid w:val="00501545"/>
    <w:rsid w:val="00502847"/>
    <w:rsid w:val="00502B29"/>
    <w:rsid w:val="00503D9B"/>
    <w:rsid w:val="005043A5"/>
    <w:rsid w:val="00504837"/>
    <w:rsid w:val="00504C17"/>
    <w:rsid w:val="00504E57"/>
    <w:rsid w:val="0050513C"/>
    <w:rsid w:val="005057A3"/>
    <w:rsid w:val="00505875"/>
    <w:rsid w:val="00505E37"/>
    <w:rsid w:val="0050608F"/>
    <w:rsid w:val="00506594"/>
    <w:rsid w:val="00506AEC"/>
    <w:rsid w:val="00506E9C"/>
    <w:rsid w:val="00507481"/>
    <w:rsid w:val="005074B0"/>
    <w:rsid w:val="00507851"/>
    <w:rsid w:val="0051062B"/>
    <w:rsid w:val="00511362"/>
    <w:rsid w:val="005115D8"/>
    <w:rsid w:val="00511A83"/>
    <w:rsid w:val="00511B6E"/>
    <w:rsid w:val="00511B94"/>
    <w:rsid w:val="00511F75"/>
    <w:rsid w:val="00512D7F"/>
    <w:rsid w:val="00512D95"/>
    <w:rsid w:val="00512EA4"/>
    <w:rsid w:val="005133B7"/>
    <w:rsid w:val="0051372C"/>
    <w:rsid w:val="00513BC8"/>
    <w:rsid w:val="005140E7"/>
    <w:rsid w:val="0051415B"/>
    <w:rsid w:val="005144E1"/>
    <w:rsid w:val="00515630"/>
    <w:rsid w:val="00515819"/>
    <w:rsid w:val="00515D61"/>
    <w:rsid w:val="005162D4"/>
    <w:rsid w:val="005163FA"/>
    <w:rsid w:val="0051685E"/>
    <w:rsid w:val="00516A6E"/>
    <w:rsid w:val="00516A8E"/>
    <w:rsid w:val="00516E7C"/>
    <w:rsid w:val="00517152"/>
    <w:rsid w:val="00517410"/>
    <w:rsid w:val="0051750C"/>
    <w:rsid w:val="00517984"/>
    <w:rsid w:val="00517D44"/>
    <w:rsid w:val="00517E1C"/>
    <w:rsid w:val="005209E1"/>
    <w:rsid w:val="00520F32"/>
    <w:rsid w:val="005210F4"/>
    <w:rsid w:val="005219EE"/>
    <w:rsid w:val="00521BCF"/>
    <w:rsid w:val="00521DB1"/>
    <w:rsid w:val="00522303"/>
    <w:rsid w:val="005227A8"/>
    <w:rsid w:val="00522B06"/>
    <w:rsid w:val="00522BF8"/>
    <w:rsid w:val="005232B1"/>
    <w:rsid w:val="00523349"/>
    <w:rsid w:val="00523638"/>
    <w:rsid w:val="00523985"/>
    <w:rsid w:val="00523D27"/>
    <w:rsid w:val="00524294"/>
    <w:rsid w:val="005243AB"/>
    <w:rsid w:val="005250C8"/>
    <w:rsid w:val="005251D2"/>
    <w:rsid w:val="005251E7"/>
    <w:rsid w:val="005255E6"/>
    <w:rsid w:val="00525CC7"/>
    <w:rsid w:val="00526982"/>
    <w:rsid w:val="00526DAF"/>
    <w:rsid w:val="00527C7B"/>
    <w:rsid w:val="00527EF9"/>
    <w:rsid w:val="00530A9C"/>
    <w:rsid w:val="00530C0C"/>
    <w:rsid w:val="005310E7"/>
    <w:rsid w:val="0053144B"/>
    <w:rsid w:val="0053185C"/>
    <w:rsid w:val="00531E8F"/>
    <w:rsid w:val="00532F2E"/>
    <w:rsid w:val="005331BF"/>
    <w:rsid w:val="00534201"/>
    <w:rsid w:val="005344F6"/>
    <w:rsid w:val="005344FD"/>
    <w:rsid w:val="00534BC3"/>
    <w:rsid w:val="00534DFA"/>
    <w:rsid w:val="0053629B"/>
    <w:rsid w:val="00536948"/>
    <w:rsid w:val="00536B88"/>
    <w:rsid w:val="00536C48"/>
    <w:rsid w:val="00536EC1"/>
    <w:rsid w:val="005374F4"/>
    <w:rsid w:val="0053780B"/>
    <w:rsid w:val="00537B97"/>
    <w:rsid w:val="0054025C"/>
    <w:rsid w:val="0054095A"/>
    <w:rsid w:val="00541039"/>
    <w:rsid w:val="00541157"/>
    <w:rsid w:val="00541256"/>
    <w:rsid w:val="00541897"/>
    <w:rsid w:val="00541F4B"/>
    <w:rsid w:val="00541F84"/>
    <w:rsid w:val="00542064"/>
    <w:rsid w:val="0054228A"/>
    <w:rsid w:val="00542582"/>
    <w:rsid w:val="00542AE5"/>
    <w:rsid w:val="00542D65"/>
    <w:rsid w:val="00542E12"/>
    <w:rsid w:val="0054314D"/>
    <w:rsid w:val="00543547"/>
    <w:rsid w:val="0054383B"/>
    <w:rsid w:val="00543AD5"/>
    <w:rsid w:val="00543C5D"/>
    <w:rsid w:val="00543E61"/>
    <w:rsid w:val="005443A5"/>
    <w:rsid w:val="00544971"/>
    <w:rsid w:val="00544A38"/>
    <w:rsid w:val="00544EDB"/>
    <w:rsid w:val="005459D9"/>
    <w:rsid w:val="00545E00"/>
    <w:rsid w:val="005461EC"/>
    <w:rsid w:val="00546839"/>
    <w:rsid w:val="00546CAE"/>
    <w:rsid w:val="00550030"/>
    <w:rsid w:val="00550B74"/>
    <w:rsid w:val="005511AD"/>
    <w:rsid w:val="00551EFD"/>
    <w:rsid w:val="0055271F"/>
    <w:rsid w:val="00552A5E"/>
    <w:rsid w:val="00552A9F"/>
    <w:rsid w:val="00553170"/>
    <w:rsid w:val="005537D8"/>
    <w:rsid w:val="00553B45"/>
    <w:rsid w:val="00553BBF"/>
    <w:rsid w:val="00553EB4"/>
    <w:rsid w:val="00553F3C"/>
    <w:rsid w:val="00554EFC"/>
    <w:rsid w:val="00555364"/>
    <w:rsid w:val="005553C4"/>
    <w:rsid w:val="0055556F"/>
    <w:rsid w:val="005555A1"/>
    <w:rsid w:val="00555C9B"/>
    <w:rsid w:val="00555D9B"/>
    <w:rsid w:val="0055647F"/>
    <w:rsid w:val="00556932"/>
    <w:rsid w:val="00556A41"/>
    <w:rsid w:val="0055706F"/>
    <w:rsid w:val="005574B7"/>
    <w:rsid w:val="005574D4"/>
    <w:rsid w:val="005574FF"/>
    <w:rsid w:val="00557E7F"/>
    <w:rsid w:val="00560B21"/>
    <w:rsid w:val="00560C45"/>
    <w:rsid w:val="00560CAA"/>
    <w:rsid w:val="00560D03"/>
    <w:rsid w:val="00561BC0"/>
    <w:rsid w:val="00561C35"/>
    <w:rsid w:val="00561CC0"/>
    <w:rsid w:val="00561F3A"/>
    <w:rsid w:val="0056230E"/>
    <w:rsid w:val="0056287B"/>
    <w:rsid w:val="00562DF9"/>
    <w:rsid w:val="00562E2C"/>
    <w:rsid w:val="005635F6"/>
    <w:rsid w:val="0056361D"/>
    <w:rsid w:val="005639ED"/>
    <w:rsid w:val="00564224"/>
    <w:rsid w:val="00564637"/>
    <w:rsid w:val="00564715"/>
    <w:rsid w:val="00564EC4"/>
    <w:rsid w:val="00565339"/>
    <w:rsid w:val="0056556E"/>
    <w:rsid w:val="00565AE7"/>
    <w:rsid w:val="00566312"/>
    <w:rsid w:val="00566E09"/>
    <w:rsid w:val="005671FF"/>
    <w:rsid w:val="0056731F"/>
    <w:rsid w:val="00567D43"/>
    <w:rsid w:val="00570305"/>
    <w:rsid w:val="00570F7E"/>
    <w:rsid w:val="005715FD"/>
    <w:rsid w:val="00571B35"/>
    <w:rsid w:val="00571D3C"/>
    <w:rsid w:val="00572400"/>
    <w:rsid w:val="00572847"/>
    <w:rsid w:val="00572A09"/>
    <w:rsid w:val="00572B7F"/>
    <w:rsid w:val="00572E7E"/>
    <w:rsid w:val="00573542"/>
    <w:rsid w:val="00573765"/>
    <w:rsid w:val="00573C4A"/>
    <w:rsid w:val="00573FCB"/>
    <w:rsid w:val="00574482"/>
    <w:rsid w:val="0057454D"/>
    <w:rsid w:val="005755AD"/>
    <w:rsid w:val="00575655"/>
    <w:rsid w:val="00575BF9"/>
    <w:rsid w:val="00576358"/>
    <w:rsid w:val="0057652C"/>
    <w:rsid w:val="00576549"/>
    <w:rsid w:val="00576700"/>
    <w:rsid w:val="00576785"/>
    <w:rsid w:val="005767F2"/>
    <w:rsid w:val="00576E9A"/>
    <w:rsid w:val="005771CE"/>
    <w:rsid w:val="005771FB"/>
    <w:rsid w:val="00577AD3"/>
    <w:rsid w:val="00577EA3"/>
    <w:rsid w:val="00580817"/>
    <w:rsid w:val="00580BE1"/>
    <w:rsid w:val="0058104D"/>
    <w:rsid w:val="005810C4"/>
    <w:rsid w:val="00581146"/>
    <w:rsid w:val="005814E3"/>
    <w:rsid w:val="00582073"/>
    <w:rsid w:val="005821C2"/>
    <w:rsid w:val="00582648"/>
    <w:rsid w:val="00583805"/>
    <w:rsid w:val="0058425C"/>
    <w:rsid w:val="005844A0"/>
    <w:rsid w:val="00584652"/>
    <w:rsid w:val="005846CC"/>
    <w:rsid w:val="0058568F"/>
    <w:rsid w:val="005859ED"/>
    <w:rsid w:val="00585DC6"/>
    <w:rsid w:val="00585F0F"/>
    <w:rsid w:val="00585F59"/>
    <w:rsid w:val="005864AD"/>
    <w:rsid w:val="00586877"/>
    <w:rsid w:val="00586A81"/>
    <w:rsid w:val="005872F4"/>
    <w:rsid w:val="00587C2F"/>
    <w:rsid w:val="005900B5"/>
    <w:rsid w:val="005901FA"/>
    <w:rsid w:val="005902F0"/>
    <w:rsid w:val="0059047E"/>
    <w:rsid w:val="00590670"/>
    <w:rsid w:val="005906F7"/>
    <w:rsid w:val="00590723"/>
    <w:rsid w:val="00591100"/>
    <w:rsid w:val="005913B9"/>
    <w:rsid w:val="00591A86"/>
    <w:rsid w:val="00591ACA"/>
    <w:rsid w:val="005920AA"/>
    <w:rsid w:val="0059220E"/>
    <w:rsid w:val="005922E6"/>
    <w:rsid w:val="005926BD"/>
    <w:rsid w:val="00592887"/>
    <w:rsid w:val="00593EFF"/>
    <w:rsid w:val="00593F10"/>
    <w:rsid w:val="005941F7"/>
    <w:rsid w:val="005944B3"/>
    <w:rsid w:val="005945C2"/>
    <w:rsid w:val="00595361"/>
    <w:rsid w:val="00595579"/>
    <w:rsid w:val="0059564B"/>
    <w:rsid w:val="00595AFF"/>
    <w:rsid w:val="00595D27"/>
    <w:rsid w:val="00596240"/>
    <w:rsid w:val="005964AF"/>
    <w:rsid w:val="005966D7"/>
    <w:rsid w:val="005966E7"/>
    <w:rsid w:val="005968EA"/>
    <w:rsid w:val="00596FD2"/>
    <w:rsid w:val="00597484"/>
    <w:rsid w:val="00597CE1"/>
    <w:rsid w:val="00597E0E"/>
    <w:rsid w:val="005A03B4"/>
    <w:rsid w:val="005A111B"/>
    <w:rsid w:val="005A1679"/>
    <w:rsid w:val="005A1805"/>
    <w:rsid w:val="005A18AC"/>
    <w:rsid w:val="005A1C8B"/>
    <w:rsid w:val="005A2202"/>
    <w:rsid w:val="005A2218"/>
    <w:rsid w:val="005A2311"/>
    <w:rsid w:val="005A245D"/>
    <w:rsid w:val="005A30A6"/>
    <w:rsid w:val="005A31B5"/>
    <w:rsid w:val="005A3337"/>
    <w:rsid w:val="005A3380"/>
    <w:rsid w:val="005A362F"/>
    <w:rsid w:val="005A3C79"/>
    <w:rsid w:val="005A43AC"/>
    <w:rsid w:val="005A54C1"/>
    <w:rsid w:val="005A56A7"/>
    <w:rsid w:val="005A5F88"/>
    <w:rsid w:val="005A65DF"/>
    <w:rsid w:val="005A672E"/>
    <w:rsid w:val="005A6814"/>
    <w:rsid w:val="005A7027"/>
    <w:rsid w:val="005A74DD"/>
    <w:rsid w:val="005A771A"/>
    <w:rsid w:val="005A782E"/>
    <w:rsid w:val="005A785F"/>
    <w:rsid w:val="005A791C"/>
    <w:rsid w:val="005B02EA"/>
    <w:rsid w:val="005B0C39"/>
    <w:rsid w:val="005B1385"/>
    <w:rsid w:val="005B1981"/>
    <w:rsid w:val="005B1C89"/>
    <w:rsid w:val="005B1CB9"/>
    <w:rsid w:val="005B1F98"/>
    <w:rsid w:val="005B22A4"/>
    <w:rsid w:val="005B266E"/>
    <w:rsid w:val="005B303D"/>
    <w:rsid w:val="005B3480"/>
    <w:rsid w:val="005B42BB"/>
    <w:rsid w:val="005B4AB2"/>
    <w:rsid w:val="005B52D9"/>
    <w:rsid w:val="005B64CF"/>
    <w:rsid w:val="005B6670"/>
    <w:rsid w:val="005B680C"/>
    <w:rsid w:val="005B6ACD"/>
    <w:rsid w:val="005B735A"/>
    <w:rsid w:val="005B77D7"/>
    <w:rsid w:val="005B78FE"/>
    <w:rsid w:val="005B7A9A"/>
    <w:rsid w:val="005B7BCB"/>
    <w:rsid w:val="005C007B"/>
    <w:rsid w:val="005C0D61"/>
    <w:rsid w:val="005C1178"/>
    <w:rsid w:val="005C17B7"/>
    <w:rsid w:val="005C1B81"/>
    <w:rsid w:val="005C1D96"/>
    <w:rsid w:val="005C1EB3"/>
    <w:rsid w:val="005C276F"/>
    <w:rsid w:val="005C29FA"/>
    <w:rsid w:val="005C2F7C"/>
    <w:rsid w:val="005C30F4"/>
    <w:rsid w:val="005C3B82"/>
    <w:rsid w:val="005C44FF"/>
    <w:rsid w:val="005C55EB"/>
    <w:rsid w:val="005C5651"/>
    <w:rsid w:val="005C587F"/>
    <w:rsid w:val="005C66CE"/>
    <w:rsid w:val="005C6A37"/>
    <w:rsid w:val="005C6C5A"/>
    <w:rsid w:val="005C6DE1"/>
    <w:rsid w:val="005C7067"/>
    <w:rsid w:val="005C717A"/>
    <w:rsid w:val="005C7589"/>
    <w:rsid w:val="005C75B4"/>
    <w:rsid w:val="005C789A"/>
    <w:rsid w:val="005C7F16"/>
    <w:rsid w:val="005D004D"/>
    <w:rsid w:val="005D0316"/>
    <w:rsid w:val="005D041C"/>
    <w:rsid w:val="005D05ED"/>
    <w:rsid w:val="005D06B9"/>
    <w:rsid w:val="005D0777"/>
    <w:rsid w:val="005D079A"/>
    <w:rsid w:val="005D0E80"/>
    <w:rsid w:val="005D21C5"/>
    <w:rsid w:val="005D22D0"/>
    <w:rsid w:val="005D266C"/>
    <w:rsid w:val="005D26A0"/>
    <w:rsid w:val="005D2B3B"/>
    <w:rsid w:val="005D30D4"/>
    <w:rsid w:val="005D33A8"/>
    <w:rsid w:val="005D35A6"/>
    <w:rsid w:val="005D395D"/>
    <w:rsid w:val="005D398B"/>
    <w:rsid w:val="005D3DFC"/>
    <w:rsid w:val="005D3E00"/>
    <w:rsid w:val="005D404F"/>
    <w:rsid w:val="005D444E"/>
    <w:rsid w:val="005D4814"/>
    <w:rsid w:val="005D4B64"/>
    <w:rsid w:val="005D4FCC"/>
    <w:rsid w:val="005D5236"/>
    <w:rsid w:val="005D52F9"/>
    <w:rsid w:val="005D554F"/>
    <w:rsid w:val="005D5552"/>
    <w:rsid w:val="005D5D26"/>
    <w:rsid w:val="005D5F62"/>
    <w:rsid w:val="005D6690"/>
    <w:rsid w:val="005D6AB5"/>
    <w:rsid w:val="005D6CE0"/>
    <w:rsid w:val="005D710D"/>
    <w:rsid w:val="005D7812"/>
    <w:rsid w:val="005D7B5F"/>
    <w:rsid w:val="005E0B6A"/>
    <w:rsid w:val="005E221A"/>
    <w:rsid w:val="005E221E"/>
    <w:rsid w:val="005E223A"/>
    <w:rsid w:val="005E2745"/>
    <w:rsid w:val="005E29C3"/>
    <w:rsid w:val="005E32E3"/>
    <w:rsid w:val="005E32EA"/>
    <w:rsid w:val="005E39B3"/>
    <w:rsid w:val="005E3AF4"/>
    <w:rsid w:val="005E3DEB"/>
    <w:rsid w:val="005E4477"/>
    <w:rsid w:val="005E5F62"/>
    <w:rsid w:val="005E622E"/>
    <w:rsid w:val="005E63FA"/>
    <w:rsid w:val="005E63FB"/>
    <w:rsid w:val="005E6C3A"/>
    <w:rsid w:val="005E72CC"/>
    <w:rsid w:val="005E7BFF"/>
    <w:rsid w:val="005E7EFD"/>
    <w:rsid w:val="005F00A6"/>
    <w:rsid w:val="005F016B"/>
    <w:rsid w:val="005F0A47"/>
    <w:rsid w:val="005F0CB4"/>
    <w:rsid w:val="005F0FFE"/>
    <w:rsid w:val="005F111B"/>
    <w:rsid w:val="005F135C"/>
    <w:rsid w:val="005F1666"/>
    <w:rsid w:val="005F1B4F"/>
    <w:rsid w:val="005F2FDF"/>
    <w:rsid w:val="005F3A48"/>
    <w:rsid w:val="005F4425"/>
    <w:rsid w:val="005F5321"/>
    <w:rsid w:val="005F5858"/>
    <w:rsid w:val="005F5B2A"/>
    <w:rsid w:val="005F5B77"/>
    <w:rsid w:val="005F65EC"/>
    <w:rsid w:val="005F68BF"/>
    <w:rsid w:val="005F7D8C"/>
    <w:rsid w:val="005F7EB8"/>
    <w:rsid w:val="00600519"/>
    <w:rsid w:val="00600F36"/>
    <w:rsid w:val="00601217"/>
    <w:rsid w:val="00601A56"/>
    <w:rsid w:val="006026AC"/>
    <w:rsid w:val="006026FE"/>
    <w:rsid w:val="0060297E"/>
    <w:rsid w:val="006030B9"/>
    <w:rsid w:val="006038B1"/>
    <w:rsid w:val="00603C2B"/>
    <w:rsid w:val="00603E0B"/>
    <w:rsid w:val="0060456A"/>
    <w:rsid w:val="006045B2"/>
    <w:rsid w:val="006045D1"/>
    <w:rsid w:val="00604ECB"/>
    <w:rsid w:val="0060507F"/>
    <w:rsid w:val="00605274"/>
    <w:rsid w:val="00605C4B"/>
    <w:rsid w:val="00606122"/>
    <w:rsid w:val="006061C0"/>
    <w:rsid w:val="006062CD"/>
    <w:rsid w:val="006063BC"/>
    <w:rsid w:val="00606828"/>
    <w:rsid w:val="00606FB8"/>
    <w:rsid w:val="00607476"/>
    <w:rsid w:val="006077CA"/>
    <w:rsid w:val="0060780C"/>
    <w:rsid w:val="00607C07"/>
    <w:rsid w:val="0061095E"/>
    <w:rsid w:val="006111DF"/>
    <w:rsid w:val="0061150E"/>
    <w:rsid w:val="0061166A"/>
    <w:rsid w:val="00611771"/>
    <w:rsid w:val="00611A2C"/>
    <w:rsid w:val="00611D47"/>
    <w:rsid w:val="00612A89"/>
    <w:rsid w:val="006143E2"/>
    <w:rsid w:val="00614867"/>
    <w:rsid w:val="00614989"/>
    <w:rsid w:val="006153C0"/>
    <w:rsid w:val="006157BE"/>
    <w:rsid w:val="00615D95"/>
    <w:rsid w:val="00616223"/>
    <w:rsid w:val="0061679E"/>
    <w:rsid w:val="00616B57"/>
    <w:rsid w:val="00617024"/>
    <w:rsid w:val="0061736C"/>
    <w:rsid w:val="0061766C"/>
    <w:rsid w:val="00617769"/>
    <w:rsid w:val="00617941"/>
    <w:rsid w:val="00617E3F"/>
    <w:rsid w:val="0062006E"/>
    <w:rsid w:val="00620291"/>
    <w:rsid w:val="0062097D"/>
    <w:rsid w:val="00620C78"/>
    <w:rsid w:val="00620D53"/>
    <w:rsid w:val="00620F1F"/>
    <w:rsid w:val="00621365"/>
    <w:rsid w:val="006213D3"/>
    <w:rsid w:val="0062189D"/>
    <w:rsid w:val="00621BB5"/>
    <w:rsid w:val="00621E11"/>
    <w:rsid w:val="00621E78"/>
    <w:rsid w:val="00622187"/>
    <w:rsid w:val="0062227E"/>
    <w:rsid w:val="00622280"/>
    <w:rsid w:val="00622F51"/>
    <w:rsid w:val="006230D6"/>
    <w:rsid w:val="00623665"/>
    <w:rsid w:val="006237F1"/>
    <w:rsid w:val="006238C0"/>
    <w:rsid w:val="00623BD0"/>
    <w:rsid w:val="00623EE2"/>
    <w:rsid w:val="006242B7"/>
    <w:rsid w:val="00624783"/>
    <w:rsid w:val="00624A93"/>
    <w:rsid w:val="00625265"/>
    <w:rsid w:val="00625FC5"/>
    <w:rsid w:val="00626113"/>
    <w:rsid w:val="00626173"/>
    <w:rsid w:val="00626404"/>
    <w:rsid w:val="006264B2"/>
    <w:rsid w:val="0062670B"/>
    <w:rsid w:val="00627170"/>
    <w:rsid w:val="00627195"/>
    <w:rsid w:val="0062750C"/>
    <w:rsid w:val="00630121"/>
    <w:rsid w:val="006309A4"/>
    <w:rsid w:val="00630C28"/>
    <w:rsid w:val="006313EC"/>
    <w:rsid w:val="00631473"/>
    <w:rsid w:val="00631531"/>
    <w:rsid w:val="006317B7"/>
    <w:rsid w:val="00631C83"/>
    <w:rsid w:val="00631F7B"/>
    <w:rsid w:val="00631FB6"/>
    <w:rsid w:val="00631FFA"/>
    <w:rsid w:val="00632664"/>
    <w:rsid w:val="00632BD5"/>
    <w:rsid w:val="00632C79"/>
    <w:rsid w:val="00633662"/>
    <w:rsid w:val="006336AB"/>
    <w:rsid w:val="00633939"/>
    <w:rsid w:val="00634791"/>
    <w:rsid w:val="00635005"/>
    <w:rsid w:val="0063524D"/>
    <w:rsid w:val="006353EE"/>
    <w:rsid w:val="00636241"/>
    <w:rsid w:val="006367F4"/>
    <w:rsid w:val="00636926"/>
    <w:rsid w:val="006369BB"/>
    <w:rsid w:val="00636BA6"/>
    <w:rsid w:val="00636F5D"/>
    <w:rsid w:val="00637128"/>
    <w:rsid w:val="00637C04"/>
    <w:rsid w:val="00640404"/>
    <w:rsid w:val="006404F7"/>
    <w:rsid w:val="00640814"/>
    <w:rsid w:val="00640FB8"/>
    <w:rsid w:val="00641959"/>
    <w:rsid w:val="00641C3B"/>
    <w:rsid w:val="00641D61"/>
    <w:rsid w:val="00641EB1"/>
    <w:rsid w:val="0064249F"/>
    <w:rsid w:val="006424AD"/>
    <w:rsid w:val="00642D08"/>
    <w:rsid w:val="0064387B"/>
    <w:rsid w:val="00643C69"/>
    <w:rsid w:val="006442D7"/>
    <w:rsid w:val="00644A49"/>
    <w:rsid w:val="00644D4B"/>
    <w:rsid w:val="0064545B"/>
    <w:rsid w:val="0064567F"/>
    <w:rsid w:val="0064574E"/>
    <w:rsid w:val="00645CA3"/>
    <w:rsid w:val="00646291"/>
    <w:rsid w:val="0064654B"/>
    <w:rsid w:val="00646720"/>
    <w:rsid w:val="006472B4"/>
    <w:rsid w:val="00647824"/>
    <w:rsid w:val="00647B78"/>
    <w:rsid w:val="00647F88"/>
    <w:rsid w:val="006501DB"/>
    <w:rsid w:val="00650262"/>
    <w:rsid w:val="0065091F"/>
    <w:rsid w:val="00650A34"/>
    <w:rsid w:val="00650C97"/>
    <w:rsid w:val="00650EE6"/>
    <w:rsid w:val="0065113A"/>
    <w:rsid w:val="006512EF"/>
    <w:rsid w:val="00651E20"/>
    <w:rsid w:val="006521AB"/>
    <w:rsid w:val="0065283F"/>
    <w:rsid w:val="00652CF4"/>
    <w:rsid w:val="006532D4"/>
    <w:rsid w:val="00653446"/>
    <w:rsid w:val="0065358F"/>
    <w:rsid w:val="00653BB2"/>
    <w:rsid w:val="00653BCB"/>
    <w:rsid w:val="0065414E"/>
    <w:rsid w:val="00654382"/>
    <w:rsid w:val="0065459F"/>
    <w:rsid w:val="00654623"/>
    <w:rsid w:val="006547D2"/>
    <w:rsid w:val="0065526A"/>
    <w:rsid w:val="00655BED"/>
    <w:rsid w:val="00655E1C"/>
    <w:rsid w:val="00655FB5"/>
    <w:rsid w:val="00655FE0"/>
    <w:rsid w:val="0065620D"/>
    <w:rsid w:val="0065648B"/>
    <w:rsid w:val="00656601"/>
    <w:rsid w:val="006566CC"/>
    <w:rsid w:val="00656C6B"/>
    <w:rsid w:val="00657112"/>
    <w:rsid w:val="006573A6"/>
    <w:rsid w:val="0065790E"/>
    <w:rsid w:val="00657944"/>
    <w:rsid w:val="006607A9"/>
    <w:rsid w:val="00660940"/>
    <w:rsid w:val="006616D1"/>
    <w:rsid w:val="00661768"/>
    <w:rsid w:val="00661FC1"/>
    <w:rsid w:val="006626C5"/>
    <w:rsid w:val="006635D2"/>
    <w:rsid w:val="00663688"/>
    <w:rsid w:val="00663A24"/>
    <w:rsid w:val="00663BD1"/>
    <w:rsid w:val="00663C71"/>
    <w:rsid w:val="0066441E"/>
    <w:rsid w:val="00664431"/>
    <w:rsid w:val="0066466C"/>
    <w:rsid w:val="006649DF"/>
    <w:rsid w:val="00665B29"/>
    <w:rsid w:val="00666899"/>
    <w:rsid w:val="006673ED"/>
    <w:rsid w:val="006677B4"/>
    <w:rsid w:val="006678EB"/>
    <w:rsid w:val="00667C69"/>
    <w:rsid w:val="0067051A"/>
    <w:rsid w:val="0067070C"/>
    <w:rsid w:val="00670A1E"/>
    <w:rsid w:val="00670DAA"/>
    <w:rsid w:val="00671703"/>
    <w:rsid w:val="00671A23"/>
    <w:rsid w:val="00671B80"/>
    <w:rsid w:val="00671CB7"/>
    <w:rsid w:val="00671F5E"/>
    <w:rsid w:val="0067206A"/>
    <w:rsid w:val="00672997"/>
    <w:rsid w:val="00672D16"/>
    <w:rsid w:val="00673182"/>
    <w:rsid w:val="006733BF"/>
    <w:rsid w:val="00673787"/>
    <w:rsid w:val="006738D9"/>
    <w:rsid w:val="00673CC3"/>
    <w:rsid w:val="00673DF1"/>
    <w:rsid w:val="0067404B"/>
    <w:rsid w:val="00674696"/>
    <w:rsid w:val="006747BC"/>
    <w:rsid w:val="00674F7F"/>
    <w:rsid w:val="006756A6"/>
    <w:rsid w:val="006757DB"/>
    <w:rsid w:val="00675BE0"/>
    <w:rsid w:val="00675C04"/>
    <w:rsid w:val="00675C8E"/>
    <w:rsid w:val="00676805"/>
    <w:rsid w:val="0067699E"/>
    <w:rsid w:val="00676A97"/>
    <w:rsid w:val="00676CFC"/>
    <w:rsid w:val="00676DB8"/>
    <w:rsid w:val="00676E42"/>
    <w:rsid w:val="006771BC"/>
    <w:rsid w:val="00677584"/>
    <w:rsid w:val="006775B6"/>
    <w:rsid w:val="0067762D"/>
    <w:rsid w:val="00680C6B"/>
    <w:rsid w:val="00681A18"/>
    <w:rsid w:val="006825D0"/>
    <w:rsid w:val="00683C01"/>
    <w:rsid w:val="00683D97"/>
    <w:rsid w:val="00684074"/>
    <w:rsid w:val="00684567"/>
    <w:rsid w:val="00684765"/>
    <w:rsid w:val="006849B6"/>
    <w:rsid w:val="006849B9"/>
    <w:rsid w:val="00684D46"/>
    <w:rsid w:val="006853A4"/>
    <w:rsid w:val="00685743"/>
    <w:rsid w:val="00685A45"/>
    <w:rsid w:val="00686131"/>
    <w:rsid w:val="00687386"/>
    <w:rsid w:val="0068773F"/>
    <w:rsid w:val="00687A39"/>
    <w:rsid w:val="00687A91"/>
    <w:rsid w:val="00687D25"/>
    <w:rsid w:val="00687EAE"/>
    <w:rsid w:val="00687FBE"/>
    <w:rsid w:val="00690171"/>
    <w:rsid w:val="00690807"/>
    <w:rsid w:val="006908C9"/>
    <w:rsid w:val="006912D6"/>
    <w:rsid w:val="006914AB"/>
    <w:rsid w:val="00691704"/>
    <w:rsid w:val="00691A63"/>
    <w:rsid w:val="00691F71"/>
    <w:rsid w:val="0069245A"/>
    <w:rsid w:val="006925EF"/>
    <w:rsid w:val="00692707"/>
    <w:rsid w:val="00692871"/>
    <w:rsid w:val="00692A8D"/>
    <w:rsid w:val="00692C57"/>
    <w:rsid w:val="00692C62"/>
    <w:rsid w:val="00692D5C"/>
    <w:rsid w:val="0069309A"/>
    <w:rsid w:val="006934DA"/>
    <w:rsid w:val="006936CF"/>
    <w:rsid w:val="00693CED"/>
    <w:rsid w:val="00693F1F"/>
    <w:rsid w:val="00694162"/>
    <w:rsid w:val="00694223"/>
    <w:rsid w:val="00694306"/>
    <w:rsid w:val="00694361"/>
    <w:rsid w:val="006943DD"/>
    <w:rsid w:val="006946CE"/>
    <w:rsid w:val="00694C2C"/>
    <w:rsid w:val="0069558F"/>
    <w:rsid w:val="0069565A"/>
    <w:rsid w:val="00695F3D"/>
    <w:rsid w:val="006966B6"/>
    <w:rsid w:val="00696A5E"/>
    <w:rsid w:val="00697E69"/>
    <w:rsid w:val="00697F55"/>
    <w:rsid w:val="00697FE1"/>
    <w:rsid w:val="006A0159"/>
    <w:rsid w:val="006A01E0"/>
    <w:rsid w:val="006A086A"/>
    <w:rsid w:val="006A0B84"/>
    <w:rsid w:val="006A0F81"/>
    <w:rsid w:val="006A1285"/>
    <w:rsid w:val="006A1322"/>
    <w:rsid w:val="006A18FC"/>
    <w:rsid w:val="006A1EC3"/>
    <w:rsid w:val="006A2350"/>
    <w:rsid w:val="006A2FB2"/>
    <w:rsid w:val="006A3E1A"/>
    <w:rsid w:val="006A3FF3"/>
    <w:rsid w:val="006A4D06"/>
    <w:rsid w:val="006A58DD"/>
    <w:rsid w:val="006A5989"/>
    <w:rsid w:val="006A5A64"/>
    <w:rsid w:val="006A5DB2"/>
    <w:rsid w:val="006A5DC9"/>
    <w:rsid w:val="006A5E03"/>
    <w:rsid w:val="006A5F21"/>
    <w:rsid w:val="006A61C4"/>
    <w:rsid w:val="006A6F55"/>
    <w:rsid w:val="006A73C2"/>
    <w:rsid w:val="006A7814"/>
    <w:rsid w:val="006A78BC"/>
    <w:rsid w:val="006B03E1"/>
    <w:rsid w:val="006B044A"/>
    <w:rsid w:val="006B04FE"/>
    <w:rsid w:val="006B068A"/>
    <w:rsid w:val="006B0A54"/>
    <w:rsid w:val="006B0B52"/>
    <w:rsid w:val="006B1576"/>
    <w:rsid w:val="006B1706"/>
    <w:rsid w:val="006B1880"/>
    <w:rsid w:val="006B1C25"/>
    <w:rsid w:val="006B1EFB"/>
    <w:rsid w:val="006B2005"/>
    <w:rsid w:val="006B23A5"/>
    <w:rsid w:val="006B282A"/>
    <w:rsid w:val="006B32A3"/>
    <w:rsid w:val="006B3351"/>
    <w:rsid w:val="006B39DF"/>
    <w:rsid w:val="006B39FA"/>
    <w:rsid w:val="006B3A8C"/>
    <w:rsid w:val="006B3AAC"/>
    <w:rsid w:val="006B3C4E"/>
    <w:rsid w:val="006B4310"/>
    <w:rsid w:val="006B492A"/>
    <w:rsid w:val="006B4AA8"/>
    <w:rsid w:val="006B54C4"/>
    <w:rsid w:val="006B5568"/>
    <w:rsid w:val="006B58E4"/>
    <w:rsid w:val="006B5927"/>
    <w:rsid w:val="006B61BE"/>
    <w:rsid w:val="006B73A5"/>
    <w:rsid w:val="006B7934"/>
    <w:rsid w:val="006B7A5E"/>
    <w:rsid w:val="006C0028"/>
    <w:rsid w:val="006C009A"/>
    <w:rsid w:val="006C023B"/>
    <w:rsid w:val="006C0A19"/>
    <w:rsid w:val="006C0C77"/>
    <w:rsid w:val="006C0FC7"/>
    <w:rsid w:val="006C1043"/>
    <w:rsid w:val="006C1228"/>
    <w:rsid w:val="006C1F92"/>
    <w:rsid w:val="006C2150"/>
    <w:rsid w:val="006C215D"/>
    <w:rsid w:val="006C22E2"/>
    <w:rsid w:val="006C2332"/>
    <w:rsid w:val="006C239F"/>
    <w:rsid w:val="006C27BC"/>
    <w:rsid w:val="006C28DF"/>
    <w:rsid w:val="006C2A7A"/>
    <w:rsid w:val="006C34A7"/>
    <w:rsid w:val="006C38D4"/>
    <w:rsid w:val="006C3BC6"/>
    <w:rsid w:val="006C402A"/>
    <w:rsid w:val="006C5668"/>
    <w:rsid w:val="006C58B7"/>
    <w:rsid w:val="006C5E63"/>
    <w:rsid w:val="006C61F1"/>
    <w:rsid w:val="006C667E"/>
    <w:rsid w:val="006C698C"/>
    <w:rsid w:val="006C69B5"/>
    <w:rsid w:val="006C6D05"/>
    <w:rsid w:val="006D09A6"/>
    <w:rsid w:val="006D0BF6"/>
    <w:rsid w:val="006D0E2F"/>
    <w:rsid w:val="006D17C0"/>
    <w:rsid w:val="006D2E62"/>
    <w:rsid w:val="006D3580"/>
    <w:rsid w:val="006D3F15"/>
    <w:rsid w:val="006D41EA"/>
    <w:rsid w:val="006D4746"/>
    <w:rsid w:val="006D4BB2"/>
    <w:rsid w:val="006D503E"/>
    <w:rsid w:val="006D5809"/>
    <w:rsid w:val="006D6485"/>
    <w:rsid w:val="006D650D"/>
    <w:rsid w:val="006D657A"/>
    <w:rsid w:val="006D6844"/>
    <w:rsid w:val="006D6D77"/>
    <w:rsid w:val="006D6EFB"/>
    <w:rsid w:val="006D7BE3"/>
    <w:rsid w:val="006D7C36"/>
    <w:rsid w:val="006E05B8"/>
    <w:rsid w:val="006E0872"/>
    <w:rsid w:val="006E0EDF"/>
    <w:rsid w:val="006E1375"/>
    <w:rsid w:val="006E13B7"/>
    <w:rsid w:val="006E14BF"/>
    <w:rsid w:val="006E2771"/>
    <w:rsid w:val="006E2828"/>
    <w:rsid w:val="006E2AAA"/>
    <w:rsid w:val="006E33E2"/>
    <w:rsid w:val="006E3847"/>
    <w:rsid w:val="006E38B5"/>
    <w:rsid w:val="006E3BD7"/>
    <w:rsid w:val="006E4142"/>
    <w:rsid w:val="006E45D9"/>
    <w:rsid w:val="006E48D6"/>
    <w:rsid w:val="006E4B15"/>
    <w:rsid w:val="006E50D0"/>
    <w:rsid w:val="006E555D"/>
    <w:rsid w:val="006E55EB"/>
    <w:rsid w:val="006E56CF"/>
    <w:rsid w:val="006E5A19"/>
    <w:rsid w:val="006E6186"/>
    <w:rsid w:val="006E6270"/>
    <w:rsid w:val="006E6FC7"/>
    <w:rsid w:val="006E73B5"/>
    <w:rsid w:val="006E7475"/>
    <w:rsid w:val="006E78CC"/>
    <w:rsid w:val="006E7BED"/>
    <w:rsid w:val="006E7F81"/>
    <w:rsid w:val="006F0D19"/>
    <w:rsid w:val="006F14ED"/>
    <w:rsid w:val="006F177D"/>
    <w:rsid w:val="006F1E2D"/>
    <w:rsid w:val="006F20D7"/>
    <w:rsid w:val="006F23EC"/>
    <w:rsid w:val="006F242F"/>
    <w:rsid w:val="006F28FF"/>
    <w:rsid w:val="006F292D"/>
    <w:rsid w:val="006F3A93"/>
    <w:rsid w:val="006F3F0F"/>
    <w:rsid w:val="006F4182"/>
    <w:rsid w:val="006F47A5"/>
    <w:rsid w:val="006F48AC"/>
    <w:rsid w:val="006F4C59"/>
    <w:rsid w:val="006F4D05"/>
    <w:rsid w:val="006F4EDE"/>
    <w:rsid w:val="006F5285"/>
    <w:rsid w:val="006F59F8"/>
    <w:rsid w:val="006F5A78"/>
    <w:rsid w:val="006F5BFC"/>
    <w:rsid w:val="006F5D5A"/>
    <w:rsid w:val="006F5E75"/>
    <w:rsid w:val="006F671E"/>
    <w:rsid w:val="006F6B93"/>
    <w:rsid w:val="006F6D3D"/>
    <w:rsid w:val="006F7489"/>
    <w:rsid w:val="006F793C"/>
    <w:rsid w:val="006F7E54"/>
    <w:rsid w:val="006F7FB3"/>
    <w:rsid w:val="00700254"/>
    <w:rsid w:val="0070065D"/>
    <w:rsid w:val="00700AD7"/>
    <w:rsid w:val="007012C1"/>
    <w:rsid w:val="00701701"/>
    <w:rsid w:val="00701AB7"/>
    <w:rsid w:val="00701F1E"/>
    <w:rsid w:val="00702532"/>
    <w:rsid w:val="0070254A"/>
    <w:rsid w:val="00702AA8"/>
    <w:rsid w:val="00702E5C"/>
    <w:rsid w:val="00703216"/>
    <w:rsid w:val="0070360A"/>
    <w:rsid w:val="0070360F"/>
    <w:rsid w:val="007037C1"/>
    <w:rsid w:val="00703C7C"/>
    <w:rsid w:val="00704018"/>
    <w:rsid w:val="00704424"/>
    <w:rsid w:val="00704549"/>
    <w:rsid w:val="007045E0"/>
    <w:rsid w:val="00704F00"/>
    <w:rsid w:val="007053EC"/>
    <w:rsid w:val="0070581E"/>
    <w:rsid w:val="00705F38"/>
    <w:rsid w:val="00705FAA"/>
    <w:rsid w:val="0070639C"/>
    <w:rsid w:val="00706A29"/>
    <w:rsid w:val="007073CC"/>
    <w:rsid w:val="00707618"/>
    <w:rsid w:val="007078C8"/>
    <w:rsid w:val="007103C0"/>
    <w:rsid w:val="007103F6"/>
    <w:rsid w:val="007103F8"/>
    <w:rsid w:val="00710868"/>
    <w:rsid w:val="00710B18"/>
    <w:rsid w:val="00710D49"/>
    <w:rsid w:val="00710DA4"/>
    <w:rsid w:val="00711300"/>
    <w:rsid w:val="007113E9"/>
    <w:rsid w:val="0071157D"/>
    <w:rsid w:val="007116D8"/>
    <w:rsid w:val="00711756"/>
    <w:rsid w:val="00712A06"/>
    <w:rsid w:val="00712A2E"/>
    <w:rsid w:val="00712AA4"/>
    <w:rsid w:val="00713091"/>
    <w:rsid w:val="00713174"/>
    <w:rsid w:val="007136B9"/>
    <w:rsid w:val="007138D8"/>
    <w:rsid w:val="0071399C"/>
    <w:rsid w:val="00713A79"/>
    <w:rsid w:val="00714477"/>
    <w:rsid w:val="00714D47"/>
    <w:rsid w:val="007153BB"/>
    <w:rsid w:val="0071541A"/>
    <w:rsid w:val="00715617"/>
    <w:rsid w:val="00715903"/>
    <w:rsid w:val="00715B4A"/>
    <w:rsid w:val="00715D66"/>
    <w:rsid w:val="00716231"/>
    <w:rsid w:val="00716878"/>
    <w:rsid w:val="0071699E"/>
    <w:rsid w:val="0071708C"/>
    <w:rsid w:val="00717DD8"/>
    <w:rsid w:val="007206A7"/>
    <w:rsid w:val="00720788"/>
    <w:rsid w:val="007208D8"/>
    <w:rsid w:val="00720A3F"/>
    <w:rsid w:val="00720B05"/>
    <w:rsid w:val="007210A3"/>
    <w:rsid w:val="0072113D"/>
    <w:rsid w:val="00721899"/>
    <w:rsid w:val="007228A3"/>
    <w:rsid w:val="00723797"/>
    <w:rsid w:val="007245B0"/>
    <w:rsid w:val="007245EE"/>
    <w:rsid w:val="00724734"/>
    <w:rsid w:val="0072498A"/>
    <w:rsid w:val="00724CA1"/>
    <w:rsid w:val="0072500A"/>
    <w:rsid w:val="00725A5B"/>
    <w:rsid w:val="007268EA"/>
    <w:rsid w:val="007270DD"/>
    <w:rsid w:val="00727835"/>
    <w:rsid w:val="007305FE"/>
    <w:rsid w:val="00730BB6"/>
    <w:rsid w:val="00731A10"/>
    <w:rsid w:val="00731C81"/>
    <w:rsid w:val="00731F19"/>
    <w:rsid w:val="00732BA5"/>
    <w:rsid w:val="007337A2"/>
    <w:rsid w:val="00733E57"/>
    <w:rsid w:val="0073448F"/>
    <w:rsid w:val="007346B9"/>
    <w:rsid w:val="007347DB"/>
    <w:rsid w:val="00734B55"/>
    <w:rsid w:val="007357B5"/>
    <w:rsid w:val="0073592F"/>
    <w:rsid w:val="00735A35"/>
    <w:rsid w:val="00735E72"/>
    <w:rsid w:val="00736013"/>
    <w:rsid w:val="0073634A"/>
    <w:rsid w:val="0073647A"/>
    <w:rsid w:val="00736677"/>
    <w:rsid w:val="0073667A"/>
    <w:rsid w:val="007368E1"/>
    <w:rsid w:val="00737045"/>
    <w:rsid w:val="007370C8"/>
    <w:rsid w:val="007372F8"/>
    <w:rsid w:val="0073755C"/>
    <w:rsid w:val="00737E1E"/>
    <w:rsid w:val="00737E5F"/>
    <w:rsid w:val="00737EA8"/>
    <w:rsid w:val="0074014C"/>
    <w:rsid w:val="0074051F"/>
    <w:rsid w:val="00740BA8"/>
    <w:rsid w:val="007414BC"/>
    <w:rsid w:val="007415CF"/>
    <w:rsid w:val="00741AEE"/>
    <w:rsid w:val="0074204A"/>
    <w:rsid w:val="0074228D"/>
    <w:rsid w:val="00742C90"/>
    <w:rsid w:val="00743073"/>
    <w:rsid w:val="007431FC"/>
    <w:rsid w:val="00743A6B"/>
    <w:rsid w:val="0074414E"/>
    <w:rsid w:val="00744506"/>
    <w:rsid w:val="007448EB"/>
    <w:rsid w:val="00744A4F"/>
    <w:rsid w:val="007453E9"/>
    <w:rsid w:val="007456E2"/>
    <w:rsid w:val="007460B2"/>
    <w:rsid w:val="00746176"/>
    <w:rsid w:val="007465E3"/>
    <w:rsid w:val="00746621"/>
    <w:rsid w:val="0074694C"/>
    <w:rsid w:val="00746B24"/>
    <w:rsid w:val="00746C54"/>
    <w:rsid w:val="007474E0"/>
    <w:rsid w:val="00747767"/>
    <w:rsid w:val="00747846"/>
    <w:rsid w:val="00747954"/>
    <w:rsid w:val="00747986"/>
    <w:rsid w:val="007504EC"/>
    <w:rsid w:val="00750BB7"/>
    <w:rsid w:val="00751268"/>
    <w:rsid w:val="007514A1"/>
    <w:rsid w:val="007514B1"/>
    <w:rsid w:val="00751782"/>
    <w:rsid w:val="007519D5"/>
    <w:rsid w:val="00752964"/>
    <w:rsid w:val="00752B6E"/>
    <w:rsid w:val="00752E72"/>
    <w:rsid w:val="00753675"/>
    <w:rsid w:val="0075378E"/>
    <w:rsid w:val="00753D72"/>
    <w:rsid w:val="00753D82"/>
    <w:rsid w:val="00753F2B"/>
    <w:rsid w:val="007540DD"/>
    <w:rsid w:val="007545E4"/>
    <w:rsid w:val="007546FE"/>
    <w:rsid w:val="0075475E"/>
    <w:rsid w:val="00754BA1"/>
    <w:rsid w:val="00754D8D"/>
    <w:rsid w:val="00754F77"/>
    <w:rsid w:val="0075506C"/>
    <w:rsid w:val="00755363"/>
    <w:rsid w:val="007555CF"/>
    <w:rsid w:val="00755E57"/>
    <w:rsid w:val="007566E4"/>
    <w:rsid w:val="0075683D"/>
    <w:rsid w:val="00756D1E"/>
    <w:rsid w:val="0075757A"/>
    <w:rsid w:val="007579DE"/>
    <w:rsid w:val="00757B20"/>
    <w:rsid w:val="00757E50"/>
    <w:rsid w:val="00757F2B"/>
    <w:rsid w:val="007601FA"/>
    <w:rsid w:val="0076038E"/>
    <w:rsid w:val="007610C2"/>
    <w:rsid w:val="007613CE"/>
    <w:rsid w:val="007616CC"/>
    <w:rsid w:val="00761D27"/>
    <w:rsid w:val="007627A7"/>
    <w:rsid w:val="00762823"/>
    <w:rsid w:val="00762D7E"/>
    <w:rsid w:val="00762E35"/>
    <w:rsid w:val="007633A6"/>
    <w:rsid w:val="00763AED"/>
    <w:rsid w:val="00763D9A"/>
    <w:rsid w:val="00764B3B"/>
    <w:rsid w:val="00764CFD"/>
    <w:rsid w:val="00764F67"/>
    <w:rsid w:val="0076597E"/>
    <w:rsid w:val="00765D29"/>
    <w:rsid w:val="007663BC"/>
    <w:rsid w:val="00766800"/>
    <w:rsid w:val="00767484"/>
    <w:rsid w:val="0076784C"/>
    <w:rsid w:val="00770389"/>
    <w:rsid w:val="00770CED"/>
    <w:rsid w:val="0077106F"/>
    <w:rsid w:val="0077115F"/>
    <w:rsid w:val="007723D7"/>
    <w:rsid w:val="007727DF"/>
    <w:rsid w:val="00772A09"/>
    <w:rsid w:val="00772F06"/>
    <w:rsid w:val="0077307F"/>
    <w:rsid w:val="00773137"/>
    <w:rsid w:val="007738AE"/>
    <w:rsid w:val="007738EC"/>
    <w:rsid w:val="00773FF3"/>
    <w:rsid w:val="00774017"/>
    <w:rsid w:val="00774880"/>
    <w:rsid w:val="007748A0"/>
    <w:rsid w:val="00774A17"/>
    <w:rsid w:val="007751D0"/>
    <w:rsid w:val="0077576C"/>
    <w:rsid w:val="007759CF"/>
    <w:rsid w:val="00775ACB"/>
    <w:rsid w:val="00775BD4"/>
    <w:rsid w:val="00775BDE"/>
    <w:rsid w:val="00775C3A"/>
    <w:rsid w:val="0077618A"/>
    <w:rsid w:val="00776F6D"/>
    <w:rsid w:val="007770BA"/>
    <w:rsid w:val="00777A72"/>
    <w:rsid w:val="007806F9"/>
    <w:rsid w:val="00780D22"/>
    <w:rsid w:val="00780D4C"/>
    <w:rsid w:val="00781436"/>
    <w:rsid w:val="00781588"/>
    <w:rsid w:val="007815AC"/>
    <w:rsid w:val="00781968"/>
    <w:rsid w:val="00781AE9"/>
    <w:rsid w:val="00782007"/>
    <w:rsid w:val="007821BF"/>
    <w:rsid w:val="007822B1"/>
    <w:rsid w:val="007825D2"/>
    <w:rsid w:val="00782A4C"/>
    <w:rsid w:val="00782BE5"/>
    <w:rsid w:val="00783101"/>
    <w:rsid w:val="0078327D"/>
    <w:rsid w:val="007833B7"/>
    <w:rsid w:val="007834BC"/>
    <w:rsid w:val="007837C2"/>
    <w:rsid w:val="00783D03"/>
    <w:rsid w:val="00783D48"/>
    <w:rsid w:val="007851CF"/>
    <w:rsid w:val="007853EE"/>
    <w:rsid w:val="00785A3C"/>
    <w:rsid w:val="00786084"/>
    <w:rsid w:val="00786908"/>
    <w:rsid w:val="007873DC"/>
    <w:rsid w:val="00787606"/>
    <w:rsid w:val="00787620"/>
    <w:rsid w:val="007876E6"/>
    <w:rsid w:val="00787CCE"/>
    <w:rsid w:val="00790376"/>
    <w:rsid w:val="007903E7"/>
    <w:rsid w:val="007907E1"/>
    <w:rsid w:val="00790A19"/>
    <w:rsid w:val="00790DA1"/>
    <w:rsid w:val="00790F26"/>
    <w:rsid w:val="007913BF"/>
    <w:rsid w:val="00791545"/>
    <w:rsid w:val="00791569"/>
    <w:rsid w:val="00792073"/>
    <w:rsid w:val="00792969"/>
    <w:rsid w:val="00792E6F"/>
    <w:rsid w:val="007942E2"/>
    <w:rsid w:val="00794731"/>
    <w:rsid w:val="007949A6"/>
    <w:rsid w:val="007949B0"/>
    <w:rsid w:val="00794C9A"/>
    <w:rsid w:val="00794DC6"/>
    <w:rsid w:val="007959FC"/>
    <w:rsid w:val="00795DA1"/>
    <w:rsid w:val="00795E8A"/>
    <w:rsid w:val="00796172"/>
    <w:rsid w:val="00796312"/>
    <w:rsid w:val="00796400"/>
    <w:rsid w:val="0079658F"/>
    <w:rsid w:val="00796969"/>
    <w:rsid w:val="00796E46"/>
    <w:rsid w:val="00796EBB"/>
    <w:rsid w:val="007974F4"/>
    <w:rsid w:val="007A00FF"/>
    <w:rsid w:val="007A03D9"/>
    <w:rsid w:val="007A0456"/>
    <w:rsid w:val="007A062A"/>
    <w:rsid w:val="007A0AF6"/>
    <w:rsid w:val="007A0BEF"/>
    <w:rsid w:val="007A1E4D"/>
    <w:rsid w:val="007A2A9A"/>
    <w:rsid w:val="007A2C42"/>
    <w:rsid w:val="007A2DC4"/>
    <w:rsid w:val="007A3221"/>
    <w:rsid w:val="007A38AE"/>
    <w:rsid w:val="007A3AB3"/>
    <w:rsid w:val="007A4400"/>
    <w:rsid w:val="007A4EEF"/>
    <w:rsid w:val="007A5178"/>
    <w:rsid w:val="007A6649"/>
    <w:rsid w:val="007A6743"/>
    <w:rsid w:val="007A6910"/>
    <w:rsid w:val="007A699D"/>
    <w:rsid w:val="007A6AE3"/>
    <w:rsid w:val="007A6BDC"/>
    <w:rsid w:val="007A70DA"/>
    <w:rsid w:val="007A7586"/>
    <w:rsid w:val="007A7E94"/>
    <w:rsid w:val="007B0733"/>
    <w:rsid w:val="007B07F6"/>
    <w:rsid w:val="007B0C66"/>
    <w:rsid w:val="007B1A61"/>
    <w:rsid w:val="007B22DB"/>
    <w:rsid w:val="007B3678"/>
    <w:rsid w:val="007B443F"/>
    <w:rsid w:val="007B51C0"/>
    <w:rsid w:val="007B5321"/>
    <w:rsid w:val="007B5AF7"/>
    <w:rsid w:val="007B5DC0"/>
    <w:rsid w:val="007B5F83"/>
    <w:rsid w:val="007B60A6"/>
    <w:rsid w:val="007B625B"/>
    <w:rsid w:val="007B62D1"/>
    <w:rsid w:val="007B6A6A"/>
    <w:rsid w:val="007B6ABC"/>
    <w:rsid w:val="007B6AC1"/>
    <w:rsid w:val="007B6B59"/>
    <w:rsid w:val="007B733C"/>
    <w:rsid w:val="007B73D1"/>
    <w:rsid w:val="007B7DBE"/>
    <w:rsid w:val="007C06C3"/>
    <w:rsid w:val="007C0F99"/>
    <w:rsid w:val="007C142E"/>
    <w:rsid w:val="007C1675"/>
    <w:rsid w:val="007C1C54"/>
    <w:rsid w:val="007C25C5"/>
    <w:rsid w:val="007C2FCA"/>
    <w:rsid w:val="007C3070"/>
    <w:rsid w:val="007C325B"/>
    <w:rsid w:val="007C380D"/>
    <w:rsid w:val="007C3D5A"/>
    <w:rsid w:val="007C44B6"/>
    <w:rsid w:val="007C49C3"/>
    <w:rsid w:val="007C51D7"/>
    <w:rsid w:val="007C5658"/>
    <w:rsid w:val="007C587A"/>
    <w:rsid w:val="007C5A1E"/>
    <w:rsid w:val="007C5B4D"/>
    <w:rsid w:val="007C5B5D"/>
    <w:rsid w:val="007C6D62"/>
    <w:rsid w:val="007C6FDB"/>
    <w:rsid w:val="007C7304"/>
    <w:rsid w:val="007C76EB"/>
    <w:rsid w:val="007D05D0"/>
    <w:rsid w:val="007D06ED"/>
    <w:rsid w:val="007D0868"/>
    <w:rsid w:val="007D0E0F"/>
    <w:rsid w:val="007D0F6D"/>
    <w:rsid w:val="007D1265"/>
    <w:rsid w:val="007D1455"/>
    <w:rsid w:val="007D208C"/>
    <w:rsid w:val="007D2D14"/>
    <w:rsid w:val="007D33CE"/>
    <w:rsid w:val="007D35F0"/>
    <w:rsid w:val="007D3643"/>
    <w:rsid w:val="007D3763"/>
    <w:rsid w:val="007D3838"/>
    <w:rsid w:val="007D3AEA"/>
    <w:rsid w:val="007D3E83"/>
    <w:rsid w:val="007D3F45"/>
    <w:rsid w:val="007D460C"/>
    <w:rsid w:val="007D4675"/>
    <w:rsid w:val="007D48EB"/>
    <w:rsid w:val="007D4B6C"/>
    <w:rsid w:val="007D4E83"/>
    <w:rsid w:val="007D5528"/>
    <w:rsid w:val="007D5A1C"/>
    <w:rsid w:val="007D5B71"/>
    <w:rsid w:val="007D5E11"/>
    <w:rsid w:val="007D5F6E"/>
    <w:rsid w:val="007D6C58"/>
    <w:rsid w:val="007D6C96"/>
    <w:rsid w:val="007D77FF"/>
    <w:rsid w:val="007D795C"/>
    <w:rsid w:val="007D7C1F"/>
    <w:rsid w:val="007E0223"/>
    <w:rsid w:val="007E033E"/>
    <w:rsid w:val="007E0347"/>
    <w:rsid w:val="007E04A9"/>
    <w:rsid w:val="007E0A85"/>
    <w:rsid w:val="007E0C73"/>
    <w:rsid w:val="007E0E45"/>
    <w:rsid w:val="007E12DD"/>
    <w:rsid w:val="007E2011"/>
    <w:rsid w:val="007E215F"/>
    <w:rsid w:val="007E23BF"/>
    <w:rsid w:val="007E248A"/>
    <w:rsid w:val="007E2918"/>
    <w:rsid w:val="007E2919"/>
    <w:rsid w:val="007E2CC0"/>
    <w:rsid w:val="007E2D00"/>
    <w:rsid w:val="007E2E39"/>
    <w:rsid w:val="007E2E57"/>
    <w:rsid w:val="007E33F6"/>
    <w:rsid w:val="007E34C1"/>
    <w:rsid w:val="007E36DB"/>
    <w:rsid w:val="007E3E14"/>
    <w:rsid w:val="007E4B18"/>
    <w:rsid w:val="007E4DF8"/>
    <w:rsid w:val="007E5F20"/>
    <w:rsid w:val="007E5F6C"/>
    <w:rsid w:val="007E6F55"/>
    <w:rsid w:val="007E6F59"/>
    <w:rsid w:val="007E6F5A"/>
    <w:rsid w:val="007E7548"/>
    <w:rsid w:val="007E7D4C"/>
    <w:rsid w:val="007E7DEB"/>
    <w:rsid w:val="007E7FBA"/>
    <w:rsid w:val="007F03C6"/>
    <w:rsid w:val="007F0535"/>
    <w:rsid w:val="007F1514"/>
    <w:rsid w:val="007F1A23"/>
    <w:rsid w:val="007F1D19"/>
    <w:rsid w:val="007F212C"/>
    <w:rsid w:val="007F25FC"/>
    <w:rsid w:val="007F26AC"/>
    <w:rsid w:val="007F2826"/>
    <w:rsid w:val="007F28A2"/>
    <w:rsid w:val="007F2EFE"/>
    <w:rsid w:val="007F33C6"/>
    <w:rsid w:val="007F3A06"/>
    <w:rsid w:val="007F3EAE"/>
    <w:rsid w:val="007F40E6"/>
    <w:rsid w:val="007F42AA"/>
    <w:rsid w:val="007F4CB9"/>
    <w:rsid w:val="007F4CF6"/>
    <w:rsid w:val="007F4E57"/>
    <w:rsid w:val="007F53EF"/>
    <w:rsid w:val="007F54D9"/>
    <w:rsid w:val="007F54DA"/>
    <w:rsid w:val="007F5742"/>
    <w:rsid w:val="007F583A"/>
    <w:rsid w:val="007F5866"/>
    <w:rsid w:val="007F5D0F"/>
    <w:rsid w:val="007F5E71"/>
    <w:rsid w:val="007F61D1"/>
    <w:rsid w:val="007F6B25"/>
    <w:rsid w:val="007F6B79"/>
    <w:rsid w:val="007F6C88"/>
    <w:rsid w:val="007F6F6C"/>
    <w:rsid w:val="007F7833"/>
    <w:rsid w:val="008002FE"/>
    <w:rsid w:val="008003CC"/>
    <w:rsid w:val="008006B0"/>
    <w:rsid w:val="00800CBE"/>
    <w:rsid w:val="008019F4"/>
    <w:rsid w:val="008020EE"/>
    <w:rsid w:val="008025B8"/>
    <w:rsid w:val="00802F2A"/>
    <w:rsid w:val="00803340"/>
    <w:rsid w:val="0080373C"/>
    <w:rsid w:val="008043C0"/>
    <w:rsid w:val="00804532"/>
    <w:rsid w:val="00804546"/>
    <w:rsid w:val="00804D41"/>
    <w:rsid w:val="00804E95"/>
    <w:rsid w:val="008051A2"/>
    <w:rsid w:val="008052C1"/>
    <w:rsid w:val="008052E2"/>
    <w:rsid w:val="00805375"/>
    <w:rsid w:val="00805758"/>
    <w:rsid w:val="00805849"/>
    <w:rsid w:val="00805A72"/>
    <w:rsid w:val="00805A7D"/>
    <w:rsid w:val="00805AD3"/>
    <w:rsid w:val="00805D52"/>
    <w:rsid w:val="00805D57"/>
    <w:rsid w:val="00805F28"/>
    <w:rsid w:val="00805F3E"/>
    <w:rsid w:val="00806663"/>
    <w:rsid w:val="008067B5"/>
    <w:rsid w:val="00806C82"/>
    <w:rsid w:val="0080721D"/>
    <w:rsid w:val="00807649"/>
    <w:rsid w:val="0080789A"/>
    <w:rsid w:val="008078F7"/>
    <w:rsid w:val="00807D67"/>
    <w:rsid w:val="00807E35"/>
    <w:rsid w:val="0081002E"/>
    <w:rsid w:val="008102AE"/>
    <w:rsid w:val="00810C2A"/>
    <w:rsid w:val="00810CBB"/>
    <w:rsid w:val="00811525"/>
    <w:rsid w:val="00811652"/>
    <w:rsid w:val="00811A6E"/>
    <w:rsid w:val="00811A6F"/>
    <w:rsid w:val="00812833"/>
    <w:rsid w:val="00812C13"/>
    <w:rsid w:val="008132CF"/>
    <w:rsid w:val="00813713"/>
    <w:rsid w:val="00813B8A"/>
    <w:rsid w:val="0081401C"/>
    <w:rsid w:val="00814545"/>
    <w:rsid w:val="008148B5"/>
    <w:rsid w:val="0081493A"/>
    <w:rsid w:val="00814E59"/>
    <w:rsid w:val="008151D1"/>
    <w:rsid w:val="0081536E"/>
    <w:rsid w:val="0081574D"/>
    <w:rsid w:val="0081599C"/>
    <w:rsid w:val="00815B59"/>
    <w:rsid w:val="00815FCD"/>
    <w:rsid w:val="008161DC"/>
    <w:rsid w:val="008163CF"/>
    <w:rsid w:val="0081665D"/>
    <w:rsid w:val="008166B7"/>
    <w:rsid w:val="008167DC"/>
    <w:rsid w:val="008167F0"/>
    <w:rsid w:val="00816868"/>
    <w:rsid w:val="00816B1F"/>
    <w:rsid w:val="00817221"/>
    <w:rsid w:val="00817DC2"/>
    <w:rsid w:val="008201AF"/>
    <w:rsid w:val="00820504"/>
    <w:rsid w:val="00820547"/>
    <w:rsid w:val="0082082E"/>
    <w:rsid w:val="00820BA5"/>
    <w:rsid w:val="00820CC4"/>
    <w:rsid w:val="0082136E"/>
    <w:rsid w:val="008219A9"/>
    <w:rsid w:val="00821DEA"/>
    <w:rsid w:val="00822317"/>
    <w:rsid w:val="00822DA9"/>
    <w:rsid w:val="008235C7"/>
    <w:rsid w:val="008239DB"/>
    <w:rsid w:val="00823C95"/>
    <w:rsid w:val="00823CFE"/>
    <w:rsid w:val="0082441F"/>
    <w:rsid w:val="00824C15"/>
    <w:rsid w:val="00824CC4"/>
    <w:rsid w:val="00824E22"/>
    <w:rsid w:val="008255E7"/>
    <w:rsid w:val="0082568D"/>
    <w:rsid w:val="008260A3"/>
    <w:rsid w:val="008261C0"/>
    <w:rsid w:val="00826404"/>
    <w:rsid w:val="00826673"/>
    <w:rsid w:val="00826A58"/>
    <w:rsid w:val="00826D06"/>
    <w:rsid w:val="0082753A"/>
    <w:rsid w:val="008304D5"/>
    <w:rsid w:val="00830573"/>
    <w:rsid w:val="00830A29"/>
    <w:rsid w:val="00830B51"/>
    <w:rsid w:val="00830F9E"/>
    <w:rsid w:val="00831742"/>
    <w:rsid w:val="00831EBE"/>
    <w:rsid w:val="0083253D"/>
    <w:rsid w:val="00832DA7"/>
    <w:rsid w:val="00833069"/>
    <w:rsid w:val="00833210"/>
    <w:rsid w:val="00833508"/>
    <w:rsid w:val="008335F9"/>
    <w:rsid w:val="0083398E"/>
    <w:rsid w:val="008339B1"/>
    <w:rsid w:val="00833B86"/>
    <w:rsid w:val="00833BFC"/>
    <w:rsid w:val="008340D5"/>
    <w:rsid w:val="00834208"/>
    <w:rsid w:val="00834F72"/>
    <w:rsid w:val="00835050"/>
    <w:rsid w:val="008353F1"/>
    <w:rsid w:val="008357BE"/>
    <w:rsid w:val="00835C9B"/>
    <w:rsid w:val="00835D4F"/>
    <w:rsid w:val="0083621F"/>
    <w:rsid w:val="008362DF"/>
    <w:rsid w:val="0083640F"/>
    <w:rsid w:val="00836CD1"/>
    <w:rsid w:val="008373A6"/>
    <w:rsid w:val="008375A7"/>
    <w:rsid w:val="00837EFB"/>
    <w:rsid w:val="00837F78"/>
    <w:rsid w:val="00840200"/>
    <w:rsid w:val="00840262"/>
    <w:rsid w:val="00840846"/>
    <w:rsid w:val="008409C8"/>
    <w:rsid w:val="008418C8"/>
    <w:rsid w:val="00841F0A"/>
    <w:rsid w:val="008420B2"/>
    <w:rsid w:val="0084213F"/>
    <w:rsid w:val="008423BB"/>
    <w:rsid w:val="00842CAB"/>
    <w:rsid w:val="008441CB"/>
    <w:rsid w:val="00845516"/>
    <w:rsid w:val="00845B70"/>
    <w:rsid w:val="008460C8"/>
    <w:rsid w:val="0084634A"/>
    <w:rsid w:val="00847041"/>
    <w:rsid w:val="00847210"/>
    <w:rsid w:val="008474EB"/>
    <w:rsid w:val="00847F2A"/>
    <w:rsid w:val="0085007D"/>
    <w:rsid w:val="00850A0B"/>
    <w:rsid w:val="00850FAB"/>
    <w:rsid w:val="00851F37"/>
    <w:rsid w:val="008521BC"/>
    <w:rsid w:val="008525D4"/>
    <w:rsid w:val="00852C76"/>
    <w:rsid w:val="00852CF2"/>
    <w:rsid w:val="00852E4B"/>
    <w:rsid w:val="00852F4B"/>
    <w:rsid w:val="00852FCC"/>
    <w:rsid w:val="008530A7"/>
    <w:rsid w:val="0085357D"/>
    <w:rsid w:val="008535EF"/>
    <w:rsid w:val="008541EB"/>
    <w:rsid w:val="008550A3"/>
    <w:rsid w:val="00855760"/>
    <w:rsid w:val="00855B1F"/>
    <w:rsid w:val="00855D18"/>
    <w:rsid w:val="00855DC7"/>
    <w:rsid w:val="00855DE8"/>
    <w:rsid w:val="008564E6"/>
    <w:rsid w:val="0085659B"/>
    <w:rsid w:val="00856E24"/>
    <w:rsid w:val="00856E3C"/>
    <w:rsid w:val="0085719E"/>
    <w:rsid w:val="00860293"/>
    <w:rsid w:val="00860357"/>
    <w:rsid w:val="00860A02"/>
    <w:rsid w:val="00860B4E"/>
    <w:rsid w:val="00860E6B"/>
    <w:rsid w:val="0086122A"/>
    <w:rsid w:val="00861302"/>
    <w:rsid w:val="00861AE3"/>
    <w:rsid w:val="00861D58"/>
    <w:rsid w:val="00861EEA"/>
    <w:rsid w:val="0086249B"/>
    <w:rsid w:val="00862963"/>
    <w:rsid w:val="00862EBC"/>
    <w:rsid w:val="008637F6"/>
    <w:rsid w:val="00863878"/>
    <w:rsid w:val="008648DC"/>
    <w:rsid w:val="00864950"/>
    <w:rsid w:val="00864CC6"/>
    <w:rsid w:val="00865213"/>
    <w:rsid w:val="0086521F"/>
    <w:rsid w:val="00865A32"/>
    <w:rsid w:val="00865ACB"/>
    <w:rsid w:val="00866CC4"/>
    <w:rsid w:val="00866F33"/>
    <w:rsid w:val="00867A06"/>
    <w:rsid w:val="00867ABC"/>
    <w:rsid w:val="00867C0C"/>
    <w:rsid w:val="0087006E"/>
    <w:rsid w:val="00870877"/>
    <w:rsid w:val="008709C8"/>
    <w:rsid w:val="00871179"/>
    <w:rsid w:val="00871462"/>
    <w:rsid w:val="00871980"/>
    <w:rsid w:val="00871BAD"/>
    <w:rsid w:val="00871D22"/>
    <w:rsid w:val="00871D43"/>
    <w:rsid w:val="00872748"/>
    <w:rsid w:val="008727D2"/>
    <w:rsid w:val="00873437"/>
    <w:rsid w:val="00873535"/>
    <w:rsid w:val="00873690"/>
    <w:rsid w:val="008739E2"/>
    <w:rsid w:val="00873A95"/>
    <w:rsid w:val="00873D09"/>
    <w:rsid w:val="008741B4"/>
    <w:rsid w:val="00874AA1"/>
    <w:rsid w:val="00874FA2"/>
    <w:rsid w:val="0087508E"/>
    <w:rsid w:val="00875412"/>
    <w:rsid w:val="0087583E"/>
    <w:rsid w:val="008761F0"/>
    <w:rsid w:val="008763DF"/>
    <w:rsid w:val="00876A62"/>
    <w:rsid w:val="00876AFE"/>
    <w:rsid w:val="00876D71"/>
    <w:rsid w:val="008770BE"/>
    <w:rsid w:val="0087713D"/>
    <w:rsid w:val="0087734C"/>
    <w:rsid w:val="008777B7"/>
    <w:rsid w:val="008777C9"/>
    <w:rsid w:val="00877B8A"/>
    <w:rsid w:val="0088040E"/>
    <w:rsid w:val="0088042E"/>
    <w:rsid w:val="00880682"/>
    <w:rsid w:val="008807BA"/>
    <w:rsid w:val="00880856"/>
    <w:rsid w:val="00880CE6"/>
    <w:rsid w:val="00881410"/>
    <w:rsid w:val="00881632"/>
    <w:rsid w:val="00881718"/>
    <w:rsid w:val="00881EB9"/>
    <w:rsid w:val="0088211A"/>
    <w:rsid w:val="00882246"/>
    <w:rsid w:val="0088267E"/>
    <w:rsid w:val="00883C44"/>
    <w:rsid w:val="00883EFD"/>
    <w:rsid w:val="008842DC"/>
    <w:rsid w:val="008848CD"/>
    <w:rsid w:val="00884AC3"/>
    <w:rsid w:val="00885252"/>
    <w:rsid w:val="00885257"/>
    <w:rsid w:val="008859F5"/>
    <w:rsid w:val="00885A1C"/>
    <w:rsid w:val="00885BD6"/>
    <w:rsid w:val="008863C8"/>
    <w:rsid w:val="00886A54"/>
    <w:rsid w:val="00886B2F"/>
    <w:rsid w:val="00886FB3"/>
    <w:rsid w:val="00887314"/>
    <w:rsid w:val="00887534"/>
    <w:rsid w:val="0088768F"/>
    <w:rsid w:val="00887F24"/>
    <w:rsid w:val="00887F63"/>
    <w:rsid w:val="00890346"/>
    <w:rsid w:val="0089037D"/>
    <w:rsid w:val="00890AD2"/>
    <w:rsid w:val="00890BAB"/>
    <w:rsid w:val="00890D55"/>
    <w:rsid w:val="00890FD8"/>
    <w:rsid w:val="00891852"/>
    <w:rsid w:val="0089203F"/>
    <w:rsid w:val="00892211"/>
    <w:rsid w:val="008925B0"/>
    <w:rsid w:val="0089281C"/>
    <w:rsid w:val="00892AD8"/>
    <w:rsid w:val="0089324F"/>
    <w:rsid w:val="00893279"/>
    <w:rsid w:val="0089327C"/>
    <w:rsid w:val="008937C7"/>
    <w:rsid w:val="00893A6E"/>
    <w:rsid w:val="008942E2"/>
    <w:rsid w:val="0089474E"/>
    <w:rsid w:val="008948FA"/>
    <w:rsid w:val="00894D6B"/>
    <w:rsid w:val="00895360"/>
    <w:rsid w:val="00895B63"/>
    <w:rsid w:val="00895D33"/>
    <w:rsid w:val="00896091"/>
    <w:rsid w:val="00896514"/>
    <w:rsid w:val="008969FC"/>
    <w:rsid w:val="00896A0F"/>
    <w:rsid w:val="00896B30"/>
    <w:rsid w:val="00896B36"/>
    <w:rsid w:val="00896C07"/>
    <w:rsid w:val="00896D16"/>
    <w:rsid w:val="00896E33"/>
    <w:rsid w:val="00897B4E"/>
    <w:rsid w:val="00897E94"/>
    <w:rsid w:val="008A0A3F"/>
    <w:rsid w:val="008A0D82"/>
    <w:rsid w:val="008A0E64"/>
    <w:rsid w:val="008A1099"/>
    <w:rsid w:val="008A1391"/>
    <w:rsid w:val="008A1992"/>
    <w:rsid w:val="008A19AF"/>
    <w:rsid w:val="008A1E4D"/>
    <w:rsid w:val="008A1F92"/>
    <w:rsid w:val="008A23B3"/>
    <w:rsid w:val="008A3566"/>
    <w:rsid w:val="008A47F6"/>
    <w:rsid w:val="008A4A3A"/>
    <w:rsid w:val="008A4B8A"/>
    <w:rsid w:val="008A4BCA"/>
    <w:rsid w:val="008A4BFA"/>
    <w:rsid w:val="008A4DDA"/>
    <w:rsid w:val="008A4DE2"/>
    <w:rsid w:val="008A527F"/>
    <w:rsid w:val="008A5943"/>
    <w:rsid w:val="008A5E59"/>
    <w:rsid w:val="008A63AC"/>
    <w:rsid w:val="008A6622"/>
    <w:rsid w:val="008A6984"/>
    <w:rsid w:val="008A70BC"/>
    <w:rsid w:val="008A7275"/>
    <w:rsid w:val="008A7442"/>
    <w:rsid w:val="008A76DD"/>
    <w:rsid w:val="008A7B73"/>
    <w:rsid w:val="008A7DCC"/>
    <w:rsid w:val="008A7FD5"/>
    <w:rsid w:val="008B0848"/>
    <w:rsid w:val="008B08BD"/>
    <w:rsid w:val="008B0B0A"/>
    <w:rsid w:val="008B0FC8"/>
    <w:rsid w:val="008B11B4"/>
    <w:rsid w:val="008B1200"/>
    <w:rsid w:val="008B1A39"/>
    <w:rsid w:val="008B1AB2"/>
    <w:rsid w:val="008B1C06"/>
    <w:rsid w:val="008B2008"/>
    <w:rsid w:val="008B22C6"/>
    <w:rsid w:val="008B22DA"/>
    <w:rsid w:val="008B28AC"/>
    <w:rsid w:val="008B2D20"/>
    <w:rsid w:val="008B2E81"/>
    <w:rsid w:val="008B301C"/>
    <w:rsid w:val="008B3594"/>
    <w:rsid w:val="008B39BF"/>
    <w:rsid w:val="008B3A29"/>
    <w:rsid w:val="008B403D"/>
    <w:rsid w:val="008B40A5"/>
    <w:rsid w:val="008B44C5"/>
    <w:rsid w:val="008B4507"/>
    <w:rsid w:val="008B451D"/>
    <w:rsid w:val="008B4598"/>
    <w:rsid w:val="008B48D0"/>
    <w:rsid w:val="008B4B10"/>
    <w:rsid w:val="008B55D4"/>
    <w:rsid w:val="008B5A7D"/>
    <w:rsid w:val="008B5DF4"/>
    <w:rsid w:val="008B5EF6"/>
    <w:rsid w:val="008B63EC"/>
    <w:rsid w:val="008B65E2"/>
    <w:rsid w:val="008B7627"/>
    <w:rsid w:val="008B7E89"/>
    <w:rsid w:val="008C006D"/>
    <w:rsid w:val="008C025E"/>
    <w:rsid w:val="008C0551"/>
    <w:rsid w:val="008C07BE"/>
    <w:rsid w:val="008C0AF4"/>
    <w:rsid w:val="008C1067"/>
    <w:rsid w:val="008C1934"/>
    <w:rsid w:val="008C1E6F"/>
    <w:rsid w:val="008C2264"/>
    <w:rsid w:val="008C2548"/>
    <w:rsid w:val="008C25C5"/>
    <w:rsid w:val="008C2892"/>
    <w:rsid w:val="008C34C0"/>
    <w:rsid w:val="008C4240"/>
    <w:rsid w:val="008C4E47"/>
    <w:rsid w:val="008C4FE1"/>
    <w:rsid w:val="008C5585"/>
    <w:rsid w:val="008C6105"/>
    <w:rsid w:val="008C6868"/>
    <w:rsid w:val="008C7DAD"/>
    <w:rsid w:val="008D0B3E"/>
    <w:rsid w:val="008D1401"/>
    <w:rsid w:val="008D1433"/>
    <w:rsid w:val="008D1452"/>
    <w:rsid w:val="008D14AF"/>
    <w:rsid w:val="008D1798"/>
    <w:rsid w:val="008D18F9"/>
    <w:rsid w:val="008D1B13"/>
    <w:rsid w:val="008D23AB"/>
    <w:rsid w:val="008D27A8"/>
    <w:rsid w:val="008D289C"/>
    <w:rsid w:val="008D2A4E"/>
    <w:rsid w:val="008D2A6E"/>
    <w:rsid w:val="008D3456"/>
    <w:rsid w:val="008D3480"/>
    <w:rsid w:val="008D3B91"/>
    <w:rsid w:val="008D40BC"/>
    <w:rsid w:val="008D413E"/>
    <w:rsid w:val="008D42B2"/>
    <w:rsid w:val="008D42FA"/>
    <w:rsid w:val="008D54A2"/>
    <w:rsid w:val="008D5940"/>
    <w:rsid w:val="008D5EFE"/>
    <w:rsid w:val="008D6328"/>
    <w:rsid w:val="008D6415"/>
    <w:rsid w:val="008D681E"/>
    <w:rsid w:val="008D6C4F"/>
    <w:rsid w:val="008D6FBB"/>
    <w:rsid w:val="008D70EF"/>
    <w:rsid w:val="008D718E"/>
    <w:rsid w:val="008D72FF"/>
    <w:rsid w:val="008D7A23"/>
    <w:rsid w:val="008E036A"/>
    <w:rsid w:val="008E09EE"/>
    <w:rsid w:val="008E1CCC"/>
    <w:rsid w:val="008E23EF"/>
    <w:rsid w:val="008E258E"/>
    <w:rsid w:val="008E26DA"/>
    <w:rsid w:val="008E29D1"/>
    <w:rsid w:val="008E2C76"/>
    <w:rsid w:val="008E2D37"/>
    <w:rsid w:val="008E2E13"/>
    <w:rsid w:val="008E3090"/>
    <w:rsid w:val="008E3443"/>
    <w:rsid w:val="008E347B"/>
    <w:rsid w:val="008E409E"/>
    <w:rsid w:val="008E4376"/>
    <w:rsid w:val="008E4E88"/>
    <w:rsid w:val="008E511D"/>
    <w:rsid w:val="008E58B2"/>
    <w:rsid w:val="008E5A69"/>
    <w:rsid w:val="008E5CC5"/>
    <w:rsid w:val="008E5D3E"/>
    <w:rsid w:val="008E5FAA"/>
    <w:rsid w:val="008E68CA"/>
    <w:rsid w:val="008E69FE"/>
    <w:rsid w:val="008E7081"/>
    <w:rsid w:val="008E7206"/>
    <w:rsid w:val="008E7458"/>
    <w:rsid w:val="008F0E00"/>
    <w:rsid w:val="008F10EE"/>
    <w:rsid w:val="008F1BC8"/>
    <w:rsid w:val="008F1DEF"/>
    <w:rsid w:val="008F20EA"/>
    <w:rsid w:val="008F2189"/>
    <w:rsid w:val="008F2689"/>
    <w:rsid w:val="008F29AB"/>
    <w:rsid w:val="008F2AD7"/>
    <w:rsid w:val="008F2B93"/>
    <w:rsid w:val="008F35D1"/>
    <w:rsid w:val="008F394D"/>
    <w:rsid w:val="008F3AC6"/>
    <w:rsid w:val="008F3C35"/>
    <w:rsid w:val="008F3CE0"/>
    <w:rsid w:val="008F409A"/>
    <w:rsid w:val="008F421A"/>
    <w:rsid w:val="008F47D6"/>
    <w:rsid w:val="008F5124"/>
    <w:rsid w:val="008F54A6"/>
    <w:rsid w:val="008F56BA"/>
    <w:rsid w:val="008F5746"/>
    <w:rsid w:val="008F59E7"/>
    <w:rsid w:val="008F5D4B"/>
    <w:rsid w:val="008F62B7"/>
    <w:rsid w:val="008F6C96"/>
    <w:rsid w:val="008F7229"/>
    <w:rsid w:val="008F771C"/>
    <w:rsid w:val="008F779F"/>
    <w:rsid w:val="008F7AA0"/>
    <w:rsid w:val="00900335"/>
    <w:rsid w:val="00900412"/>
    <w:rsid w:val="00900831"/>
    <w:rsid w:val="00900A79"/>
    <w:rsid w:val="00900AB7"/>
    <w:rsid w:val="009016B0"/>
    <w:rsid w:val="00901D35"/>
    <w:rsid w:val="00902E1E"/>
    <w:rsid w:val="00903216"/>
    <w:rsid w:val="009039D9"/>
    <w:rsid w:val="00903CFA"/>
    <w:rsid w:val="0090414D"/>
    <w:rsid w:val="0090415B"/>
    <w:rsid w:val="009045D3"/>
    <w:rsid w:val="00904D7E"/>
    <w:rsid w:val="00904DE6"/>
    <w:rsid w:val="00904E5D"/>
    <w:rsid w:val="00904ED5"/>
    <w:rsid w:val="009052ED"/>
    <w:rsid w:val="00905B74"/>
    <w:rsid w:val="00905BD2"/>
    <w:rsid w:val="00905E18"/>
    <w:rsid w:val="00905E5C"/>
    <w:rsid w:val="009061C7"/>
    <w:rsid w:val="009063FF"/>
    <w:rsid w:val="00906676"/>
    <w:rsid w:val="00906A59"/>
    <w:rsid w:val="0090715F"/>
    <w:rsid w:val="0090743D"/>
    <w:rsid w:val="00907570"/>
    <w:rsid w:val="009075F6"/>
    <w:rsid w:val="00907C81"/>
    <w:rsid w:val="009100EA"/>
    <w:rsid w:val="0091067E"/>
    <w:rsid w:val="009108EA"/>
    <w:rsid w:val="009112CD"/>
    <w:rsid w:val="00911334"/>
    <w:rsid w:val="0091172D"/>
    <w:rsid w:val="0091221C"/>
    <w:rsid w:val="0091269A"/>
    <w:rsid w:val="0091283B"/>
    <w:rsid w:val="00912C9F"/>
    <w:rsid w:val="009135F9"/>
    <w:rsid w:val="00913C08"/>
    <w:rsid w:val="00913DE1"/>
    <w:rsid w:val="00915317"/>
    <w:rsid w:val="009157CA"/>
    <w:rsid w:val="00915E71"/>
    <w:rsid w:val="009172D9"/>
    <w:rsid w:val="009173CF"/>
    <w:rsid w:val="009175B0"/>
    <w:rsid w:val="00917E7E"/>
    <w:rsid w:val="0092026E"/>
    <w:rsid w:val="00920659"/>
    <w:rsid w:val="0092096A"/>
    <w:rsid w:val="00920ECE"/>
    <w:rsid w:val="009210ED"/>
    <w:rsid w:val="00921FBD"/>
    <w:rsid w:val="0092256D"/>
    <w:rsid w:val="00923545"/>
    <w:rsid w:val="00923845"/>
    <w:rsid w:val="00923AB3"/>
    <w:rsid w:val="00923F6E"/>
    <w:rsid w:val="00924181"/>
    <w:rsid w:val="0092449C"/>
    <w:rsid w:val="009244E4"/>
    <w:rsid w:val="00924A30"/>
    <w:rsid w:val="0092508E"/>
    <w:rsid w:val="009254A2"/>
    <w:rsid w:val="00925B71"/>
    <w:rsid w:val="00925C5C"/>
    <w:rsid w:val="00926432"/>
    <w:rsid w:val="00926662"/>
    <w:rsid w:val="00926754"/>
    <w:rsid w:val="00926910"/>
    <w:rsid w:val="00926D60"/>
    <w:rsid w:val="0092709A"/>
    <w:rsid w:val="00927127"/>
    <w:rsid w:val="009274CD"/>
    <w:rsid w:val="00927F4D"/>
    <w:rsid w:val="00927F6A"/>
    <w:rsid w:val="009300D5"/>
    <w:rsid w:val="00930B46"/>
    <w:rsid w:val="00930C1C"/>
    <w:rsid w:val="00930DA5"/>
    <w:rsid w:val="0093175E"/>
    <w:rsid w:val="0093203D"/>
    <w:rsid w:val="00932065"/>
    <w:rsid w:val="00932B5E"/>
    <w:rsid w:val="00933330"/>
    <w:rsid w:val="009337B2"/>
    <w:rsid w:val="00933D6B"/>
    <w:rsid w:val="009341B6"/>
    <w:rsid w:val="00934432"/>
    <w:rsid w:val="009345A8"/>
    <w:rsid w:val="009345D7"/>
    <w:rsid w:val="00934686"/>
    <w:rsid w:val="0093469E"/>
    <w:rsid w:val="009347D2"/>
    <w:rsid w:val="00934F58"/>
    <w:rsid w:val="00935026"/>
    <w:rsid w:val="00935209"/>
    <w:rsid w:val="0093541E"/>
    <w:rsid w:val="00935874"/>
    <w:rsid w:val="009360C5"/>
    <w:rsid w:val="00936758"/>
    <w:rsid w:val="00936B1B"/>
    <w:rsid w:val="00936B33"/>
    <w:rsid w:val="00936FCB"/>
    <w:rsid w:val="0093759A"/>
    <w:rsid w:val="00937E17"/>
    <w:rsid w:val="0094044C"/>
    <w:rsid w:val="0094098C"/>
    <w:rsid w:val="00940D18"/>
    <w:rsid w:val="00940EB6"/>
    <w:rsid w:val="00941032"/>
    <w:rsid w:val="00941405"/>
    <w:rsid w:val="0094153C"/>
    <w:rsid w:val="00941896"/>
    <w:rsid w:val="009418DA"/>
    <w:rsid w:val="009419B9"/>
    <w:rsid w:val="00941AC4"/>
    <w:rsid w:val="00941D01"/>
    <w:rsid w:val="009422A5"/>
    <w:rsid w:val="00942B4D"/>
    <w:rsid w:val="00942BA5"/>
    <w:rsid w:val="0094306F"/>
    <w:rsid w:val="00943B6A"/>
    <w:rsid w:val="00943D3F"/>
    <w:rsid w:val="00943F31"/>
    <w:rsid w:val="0094427A"/>
    <w:rsid w:val="009443C1"/>
    <w:rsid w:val="009444CE"/>
    <w:rsid w:val="00944DE7"/>
    <w:rsid w:val="00944E32"/>
    <w:rsid w:val="00944F25"/>
    <w:rsid w:val="009452C4"/>
    <w:rsid w:val="00945B19"/>
    <w:rsid w:val="0094645D"/>
    <w:rsid w:val="00946545"/>
    <w:rsid w:val="009469A1"/>
    <w:rsid w:val="00946D8F"/>
    <w:rsid w:val="00946FC7"/>
    <w:rsid w:val="00947554"/>
    <w:rsid w:val="0094777A"/>
    <w:rsid w:val="00950091"/>
    <w:rsid w:val="00950DA7"/>
    <w:rsid w:val="00951225"/>
    <w:rsid w:val="0095143F"/>
    <w:rsid w:val="009517B1"/>
    <w:rsid w:val="00953220"/>
    <w:rsid w:val="00953251"/>
    <w:rsid w:val="009534CA"/>
    <w:rsid w:val="00953A0A"/>
    <w:rsid w:val="009550CA"/>
    <w:rsid w:val="009552A9"/>
    <w:rsid w:val="009556CA"/>
    <w:rsid w:val="00955B1D"/>
    <w:rsid w:val="00955B91"/>
    <w:rsid w:val="00956EFC"/>
    <w:rsid w:val="009602B5"/>
    <w:rsid w:val="009606E7"/>
    <w:rsid w:val="009607C4"/>
    <w:rsid w:val="009608A1"/>
    <w:rsid w:val="00960FA3"/>
    <w:rsid w:val="009610AD"/>
    <w:rsid w:val="0096125D"/>
    <w:rsid w:val="00961D43"/>
    <w:rsid w:val="0096207F"/>
    <w:rsid w:val="0096220E"/>
    <w:rsid w:val="0096262E"/>
    <w:rsid w:val="00962693"/>
    <w:rsid w:val="0096357F"/>
    <w:rsid w:val="0096367F"/>
    <w:rsid w:val="00963BC8"/>
    <w:rsid w:val="0096403B"/>
    <w:rsid w:val="00964323"/>
    <w:rsid w:val="00964333"/>
    <w:rsid w:val="009645B7"/>
    <w:rsid w:val="00964763"/>
    <w:rsid w:val="00964EA8"/>
    <w:rsid w:val="00965455"/>
    <w:rsid w:val="0096548B"/>
    <w:rsid w:val="00965A62"/>
    <w:rsid w:val="00965C6D"/>
    <w:rsid w:val="00965CD6"/>
    <w:rsid w:val="00965D35"/>
    <w:rsid w:val="0096614A"/>
    <w:rsid w:val="00966290"/>
    <w:rsid w:val="009666DC"/>
    <w:rsid w:val="00966ACB"/>
    <w:rsid w:val="00966E79"/>
    <w:rsid w:val="00967440"/>
    <w:rsid w:val="00967441"/>
    <w:rsid w:val="00967B46"/>
    <w:rsid w:val="0097005E"/>
    <w:rsid w:val="00970B58"/>
    <w:rsid w:val="00970EE6"/>
    <w:rsid w:val="00971B6C"/>
    <w:rsid w:val="00972079"/>
    <w:rsid w:val="00972192"/>
    <w:rsid w:val="009734E2"/>
    <w:rsid w:val="009739BD"/>
    <w:rsid w:val="00973D99"/>
    <w:rsid w:val="00973E6D"/>
    <w:rsid w:val="009741AF"/>
    <w:rsid w:val="0097490F"/>
    <w:rsid w:val="00974AF0"/>
    <w:rsid w:val="00974CED"/>
    <w:rsid w:val="009750FC"/>
    <w:rsid w:val="009753FD"/>
    <w:rsid w:val="00975495"/>
    <w:rsid w:val="00975801"/>
    <w:rsid w:val="00975B2F"/>
    <w:rsid w:val="00975D82"/>
    <w:rsid w:val="009762B1"/>
    <w:rsid w:val="0097631B"/>
    <w:rsid w:val="009769AA"/>
    <w:rsid w:val="00976FB9"/>
    <w:rsid w:val="00977116"/>
    <w:rsid w:val="0097730F"/>
    <w:rsid w:val="009777CB"/>
    <w:rsid w:val="00977C58"/>
    <w:rsid w:val="00977FAD"/>
    <w:rsid w:val="00980131"/>
    <w:rsid w:val="00980415"/>
    <w:rsid w:val="0098084A"/>
    <w:rsid w:val="0098134A"/>
    <w:rsid w:val="00981926"/>
    <w:rsid w:val="00982132"/>
    <w:rsid w:val="00982A93"/>
    <w:rsid w:val="00982C54"/>
    <w:rsid w:val="00982F75"/>
    <w:rsid w:val="00983233"/>
    <w:rsid w:val="00983449"/>
    <w:rsid w:val="00983F94"/>
    <w:rsid w:val="009840E3"/>
    <w:rsid w:val="00984209"/>
    <w:rsid w:val="009844D5"/>
    <w:rsid w:val="00984DFB"/>
    <w:rsid w:val="009850ED"/>
    <w:rsid w:val="00985315"/>
    <w:rsid w:val="00985450"/>
    <w:rsid w:val="00985746"/>
    <w:rsid w:val="00986656"/>
    <w:rsid w:val="00986C39"/>
    <w:rsid w:val="00987C68"/>
    <w:rsid w:val="00987DE7"/>
    <w:rsid w:val="00987EF5"/>
    <w:rsid w:val="0099016B"/>
    <w:rsid w:val="0099095C"/>
    <w:rsid w:val="00990D3F"/>
    <w:rsid w:val="00990EF3"/>
    <w:rsid w:val="00991588"/>
    <w:rsid w:val="0099164B"/>
    <w:rsid w:val="00991D37"/>
    <w:rsid w:val="00992CD5"/>
    <w:rsid w:val="00994071"/>
    <w:rsid w:val="00994187"/>
    <w:rsid w:val="0099494D"/>
    <w:rsid w:val="00994967"/>
    <w:rsid w:val="00994A9F"/>
    <w:rsid w:val="009953E2"/>
    <w:rsid w:val="009953F5"/>
    <w:rsid w:val="00995A5B"/>
    <w:rsid w:val="00995B87"/>
    <w:rsid w:val="009960B3"/>
    <w:rsid w:val="009967D8"/>
    <w:rsid w:val="00997FEE"/>
    <w:rsid w:val="009A036C"/>
    <w:rsid w:val="009A055C"/>
    <w:rsid w:val="009A0784"/>
    <w:rsid w:val="009A1A1B"/>
    <w:rsid w:val="009A1C8C"/>
    <w:rsid w:val="009A1CF0"/>
    <w:rsid w:val="009A1F55"/>
    <w:rsid w:val="009A2494"/>
    <w:rsid w:val="009A263F"/>
    <w:rsid w:val="009A361F"/>
    <w:rsid w:val="009A3774"/>
    <w:rsid w:val="009A3A33"/>
    <w:rsid w:val="009A40AD"/>
    <w:rsid w:val="009A4315"/>
    <w:rsid w:val="009A4827"/>
    <w:rsid w:val="009A4A32"/>
    <w:rsid w:val="009A523F"/>
    <w:rsid w:val="009A5619"/>
    <w:rsid w:val="009A5708"/>
    <w:rsid w:val="009A58C7"/>
    <w:rsid w:val="009A5E68"/>
    <w:rsid w:val="009A6090"/>
    <w:rsid w:val="009A62B3"/>
    <w:rsid w:val="009A7B9D"/>
    <w:rsid w:val="009B09E1"/>
    <w:rsid w:val="009B0B65"/>
    <w:rsid w:val="009B1183"/>
    <w:rsid w:val="009B1296"/>
    <w:rsid w:val="009B1B07"/>
    <w:rsid w:val="009B2961"/>
    <w:rsid w:val="009B2963"/>
    <w:rsid w:val="009B2A08"/>
    <w:rsid w:val="009B2AD7"/>
    <w:rsid w:val="009B2E40"/>
    <w:rsid w:val="009B393F"/>
    <w:rsid w:val="009B3E6A"/>
    <w:rsid w:val="009B4145"/>
    <w:rsid w:val="009B41CA"/>
    <w:rsid w:val="009B426B"/>
    <w:rsid w:val="009B4551"/>
    <w:rsid w:val="009B4602"/>
    <w:rsid w:val="009B4686"/>
    <w:rsid w:val="009B4949"/>
    <w:rsid w:val="009B4BDE"/>
    <w:rsid w:val="009B4CAE"/>
    <w:rsid w:val="009B4D7E"/>
    <w:rsid w:val="009B5404"/>
    <w:rsid w:val="009B54C5"/>
    <w:rsid w:val="009B5794"/>
    <w:rsid w:val="009B621A"/>
    <w:rsid w:val="009B6285"/>
    <w:rsid w:val="009B642A"/>
    <w:rsid w:val="009B64BC"/>
    <w:rsid w:val="009B6622"/>
    <w:rsid w:val="009B679A"/>
    <w:rsid w:val="009B67E3"/>
    <w:rsid w:val="009B6867"/>
    <w:rsid w:val="009B7316"/>
    <w:rsid w:val="009B77F1"/>
    <w:rsid w:val="009C02E9"/>
    <w:rsid w:val="009C0554"/>
    <w:rsid w:val="009C07B0"/>
    <w:rsid w:val="009C0AA9"/>
    <w:rsid w:val="009C0B11"/>
    <w:rsid w:val="009C11ED"/>
    <w:rsid w:val="009C2093"/>
    <w:rsid w:val="009C2927"/>
    <w:rsid w:val="009C2A45"/>
    <w:rsid w:val="009C2D33"/>
    <w:rsid w:val="009C30CF"/>
    <w:rsid w:val="009C37E3"/>
    <w:rsid w:val="009C3B0F"/>
    <w:rsid w:val="009C4284"/>
    <w:rsid w:val="009C42AE"/>
    <w:rsid w:val="009C46F0"/>
    <w:rsid w:val="009C48E5"/>
    <w:rsid w:val="009C4E43"/>
    <w:rsid w:val="009C4FB9"/>
    <w:rsid w:val="009C5086"/>
    <w:rsid w:val="009C50A6"/>
    <w:rsid w:val="009C5408"/>
    <w:rsid w:val="009C5860"/>
    <w:rsid w:val="009C5F2B"/>
    <w:rsid w:val="009C627A"/>
    <w:rsid w:val="009C6A2B"/>
    <w:rsid w:val="009C6A58"/>
    <w:rsid w:val="009C6AFB"/>
    <w:rsid w:val="009C6D4B"/>
    <w:rsid w:val="009C7105"/>
    <w:rsid w:val="009C7DBB"/>
    <w:rsid w:val="009C7DE0"/>
    <w:rsid w:val="009D1284"/>
    <w:rsid w:val="009D155E"/>
    <w:rsid w:val="009D1BE4"/>
    <w:rsid w:val="009D1C76"/>
    <w:rsid w:val="009D1D36"/>
    <w:rsid w:val="009D1E53"/>
    <w:rsid w:val="009D1F26"/>
    <w:rsid w:val="009D2778"/>
    <w:rsid w:val="009D2EE5"/>
    <w:rsid w:val="009D2FFC"/>
    <w:rsid w:val="009D38C9"/>
    <w:rsid w:val="009D3D6C"/>
    <w:rsid w:val="009D3E26"/>
    <w:rsid w:val="009D3E87"/>
    <w:rsid w:val="009D3FA8"/>
    <w:rsid w:val="009D41EE"/>
    <w:rsid w:val="009D4541"/>
    <w:rsid w:val="009D46D9"/>
    <w:rsid w:val="009D5095"/>
    <w:rsid w:val="009D549D"/>
    <w:rsid w:val="009D55C3"/>
    <w:rsid w:val="009D5638"/>
    <w:rsid w:val="009D56BE"/>
    <w:rsid w:val="009D59F4"/>
    <w:rsid w:val="009D5A1F"/>
    <w:rsid w:val="009D5BD2"/>
    <w:rsid w:val="009D5F12"/>
    <w:rsid w:val="009D642D"/>
    <w:rsid w:val="009D65D7"/>
    <w:rsid w:val="009D6777"/>
    <w:rsid w:val="009D6AF9"/>
    <w:rsid w:val="009D6F21"/>
    <w:rsid w:val="009D70FD"/>
    <w:rsid w:val="009D7462"/>
    <w:rsid w:val="009D7603"/>
    <w:rsid w:val="009D7F25"/>
    <w:rsid w:val="009E0232"/>
    <w:rsid w:val="009E0AE1"/>
    <w:rsid w:val="009E167E"/>
    <w:rsid w:val="009E16DA"/>
    <w:rsid w:val="009E1C71"/>
    <w:rsid w:val="009E1EF5"/>
    <w:rsid w:val="009E20D1"/>
    <w:rsid w:val="009E2B2E"/>
    <w:rsid w:val="009E30FE"/>
    <w:rsid w:val="009E320A"/>
    <w:rsid w:val="009E3416"/>
    <w:rsid w:val="009E3A56"/>
    <w:rsid w:val="009E3AAA"/>
    <w:rsid w:val="009E3F2A"/>
    <w:rsid w:val="009E40EC"/>
    <w:rsid w:val="009E4466"/>
    <w:rsid w:val="009E449D"/>
    <w:rsid w:val="009E47F9"/>
    <w:rsid w:val="009E49AB"/>
    <w:rsid w:val="009E4A5B"/>
    <w:rsid w:val="009E4B9D"/>
    <w:rsid w:val="009E549D"/>
    <w:rsid w:val="009E5ECC"/>
    <w:rsid w:val="009E6336"/>
    <w:rsid w:val="009E65C8"/>
    <w:rsid w:val="009E67BD"/>
    <w:rsid w:val="009E6873"/>
    <w:rsid w:val="009E6B19"/>
    <w:rsid w:val="009E6C33"/>
    <w:rsid w:val="009E7687"/>
    <w:rsid w:val="009E7ED7"/>
    <w:rsid w:val="009F06D5"/>
    <w:rsid w:val="009F097C"/>
    <w:rsid w:val="009F09F3"/>
    <w:rsid w:val="009F0B2C"/>
    <w:rsid w:val="009F0D0A"/>
    <w:rsid w:val="009F0E80"/>
    <w:rsid w:val="009F1105"/>
    <w:rsid w:val="009F113E"/>
    <w:rsid w:val="009F11A7"/>
    <w:rsid w:val="009F11C7"/>
    <w:rsid w:val="009F124A"/>
    <w:rsid w:val="009F1482"/>
    <w:rsid w:val="009F148D"/>
    <w:rsid w:val="009F1641"/>
    <w:rsid w:val="009F233F"/>
    <w:rsid w:val="009F245F"/>
    <w:rsid w:val="009F255D"/>
    <w:rsid w:val="009F2A91"/>
    <w:rsid w:val="009F2CBF"/>
    <w:rsid w:val="009F32E6"/>
    <w:rsid w:val="009F3336"/>
    <w:rsid w:val="009F3D01"/>
    <w:rsid w:val="009F4195"/>
    <w:rsid w:val="009F4435"/>
    <w:rsid w:val="009F46F6"/>
    <w:rsid w:val="009F47EA"/>
    <w:rsid w:val="009F4822"/>
    <w:rsid w:val="009F48C7"/>
    <w:rsid w:val="009F4D3F"/>
    <w:rsid w:val="009F4F91"/>
    <w:rsid w:val="009F5A70"/>
    <w:rsid w:val="009F61E0"/>
    <w:rsid w:val="009F6215"/>
    <w:rsid w:val="009F6DB7"/>
    <w:rsid w:val="009F741F"/>
    <w:rsid w:val="009F74DB"/>
    <w:rsid w:val="00A012B8"/>
    <w:rsid w:val="00A01661"/>
    <w:rsid w:val="00A01FD5"/>
    <w:rsid w:val="00A02137"/>
    <w:rsid w:val="00A02368"/>
    <w:rsid w:val="00A0291A"/>
    <w:rsid w:val="00A02D2E"/>
    <w:rsid w:val="00A02D6D"/>
    <w:rsid w:val="00A02F1E"/>
    <w:rsid w:val="00A02F6A"/>
    <w:rsid w:val="00A0388C"/>
    <w:rsid w:val="00A03A8A"/>
    <w:rsid w:val="00A03B1E"/>
    <w:rsid w:val="00A0401B"/>
    <w:rsid w:val="00A04300"/>
    <w:rsid w:val="00A04A53"/>
    <w:rsid w:val="00A04E88"/>
    <w:rsid w:val="00A05306"/>
    <w:rsid w:val="00A06DA7"/>
    <w:rsid w:val="00A079D8"/>
    <w:rsid w:val="00A07B72"/>
    <w:rsid w:val="00A07D4E"/>
    <w:rsid w:val="00A07ED5"/>
    <w:rsid w:val="00A07F09"/>
    <w:rsid w:val="00A10368"/>
    <w:rsid w:val="00A10C01"/>
    <w:rsid w:val="00A10F0F"/>
    <w:rsid w:val="00A115FF"/>
    <w:rsid w:val="00A1186F"/>
    <w:rsid w:val="00A11FE0"/>
    <w:rsid w:val="00A12292"/>
    <w:rsid w:val="00A13190"/>
    <w:rsid w:val="00A13B1A"/>
    <w:rsid w:val="00A13B54"/>
    <w:rsid w:val="00A13E94"/>
    <w:rsid w:val="00A14793"/>
    <w:rsid w:val="00A14FF8"/>
    <w:rsid w:val="00A15192"/>
    <w:rsid w:val="00A151AF"/>
    <w:rsid w:val="00A15582"/>
    <w:rsid w:val="00A15A6F"/>
    <w:rsid w:val="00A15BD9"/>
    <w:rsid w:val="00A15C1E"/>
    <w:rsid w:val="00A15CD2"/>
    <w:rsid w:val="00A16279"/>
    <w:rsid w:val="00A162A4"/>
    <w:rsid w:val="00A165B5"/>
    <w:rsid w:val="00A16D6C"/>
    <w:rsid w:val="00A170B3"/>
    <w:rsid w:val="00A1734B"/>
    <w:rsid w:val="00A173EB"/>
    <w:rsid w:val="00A1748F"/>
    <w:rsid w:val="00A179FD"/>
    <w:rsid w:val="00A201D2"/>
    <w:rsid w:val="00A201D3"/>
    <w:rsid w:val="00A203C0"/>
    <w:rsid w:val="00A2044C"/>
    <w:rsid w:val="00A205C4"/>
    <w:rsid w:val="00A21049"/>
    <w:rsid w:val="00A210A7"/>
    <w:rsid w:val="00A21137"/>
    <w:rsid w:val="00A2119E"/>
    <w:rsid w:val="00A21490"/>
    <w:rsid w:val="00A2157F"/>
    <w:rsid w:val="00A21639"/>
    <w:rsid w:val="00A21C9D"/>
    <w:rsid w:val="00A22ABD"/>
    <w:rsid w:val="00A22B8F"/>
    <w:rsid w:val="00A22C9B"/>
    <w:rsid w:val="00A22D76"/>
    <w:rsid w:val="00A232C2"/>
    <w:rsid w:val="00A23596"/>
    <w:rsid w:val="00A2368D"/>
    <w:rsid w:val="00A238A7"/>
    <w:rsid w:val="00A23C90"/>
    <w:rsid w:val="00A23E48"/>
    <w:rsid w:val="00A23F76"/>
    <w:rsid w:val="00A24813"/>
    <w:rsid w:val="00A24905"/>
    <w:rsid w:val="00A24CAA"/>
    <w:rsid w:val="00A25002"/>
    <w:rsid w:val="00A25018"/>
    <w:rsid w:val="00A25440"/>
    <w:rsid w:val="00A260CA"/>
    <w:rsid w:val="00A26801"/>
    <w:rsid w:val="00A26C8D"/>
    <w:rsid w:val="00A26CF5"/>
    <w:rsid w:val="00A30376"/>
    <w:rsid w:val="00A307E5"/>
    <w:rsid w:val="00A30FBA"/>
    <w:rsid w:val="00A31A29"/>
    <w:rsid w:val="00A31FCB"/>
    <w:rsid w:val="00A33A67"/>
    <w:rsid w:val="00A33DD4"/>
    <w:rsid w:val="00A3429E"/>
    <w:rsid w:val="00A34789"/>
    <w:rsid w:val="00A3487E"/>
    <w:rsid w:val="00A34B7E"/>
    <w:rsid w:val="00A34D27"/>
    <w:rsid w:val="00A35004"/>
    <w:rsid w:val="00A3538E"/>
    <w:rsid w:val="00A356F4"/>
    <w:rsid w:val="00A3598A"/>
    <w:rsid w:val="00A3598F"/>
    <w:rsid w:val="00A35EDA"/>
    <w:rsid w:val="00A35FCE"/>
    <w:rsid w:val="00A36E44"/>
    <w:rsid w:val="00A37280"/>
    <w:rsid w:val="00A37457"/>
    <w:rsid w:val="00A374E3"/>
    <w:rsid w:val="00A37505"/>
    <w:rsid w:val="00A37FC4"/>
    <w:rsid w:val="00A4004A"/>
    <w:rsid w:val="00A401E1"/>
    <w:rsid w:val="00A403EA"/>
    <w:rsid w:val="00A40BEC"/>
    <w:rsid w:val="00A41434"/>
    <w:rsid w:val="00A417E1"/>
    <w:rsid w:val="00A41859"/>
    <w:rsid w:val="00A4188A"/>
    <w:rsid w:val="00A419E6"/>
    <w:rsid w:val="00A41C62"/>
    <w:rsid w:val="00A421E3"/>
    <w:rsid w:val="00A42471"/>
    <w:rsid w:val="00A42977"/>
    <w:rsid w:val="00A42E54"/>
    <w:rsid w:val="00A43D32"/>
    <w:rsid w:val="00A44019"/>
    <w:rsid w:val="00A44E8D"/>
    <w:rsid w:val="00A45065"/>
    <w:rsid w:val="00A45804"/>
    <w:rsid w:val="00A458F5"/>
    <w:rsid w:val="00A46211"/>
    <w:rsid w:val="00A463A5"/>
    <w:rsid w:val="00A467B6"/>
    <w:rsid w:val="00A46940"/>
    <w:rsid w:val="00A46A84"/>
    <w:rsid w:val="00A46B6C"/>
    <w:rsid w:val="00A46DF9"/>
    <w:rsid w:val="00A46F72"/>
    <w:rsid w:val="00A47458"/>
    <w:rsid w:val="00A476FC"/>
    <w:rsid w:val="00A477FF"/>
    <w:rsid w:val="00A47D47"/>
    <w:rsid w:val="00A50055"/>
    <w:rsid w:val="00A502BA"/>
    <w:rsid w:val="00A502DE"/>
    <w:rsid w:val="00A50566"/>
    <w:rsid w:val="00A51403"/>
    <w:rsid w:val="00A51523"/>
    <w:rsid w:val="00A51606"/>
    <w:rsid w:val="00A5325A"/>
    <w:rsid w:val="00A539FF"/>
    <w:rsid w:val="00A53B2D"/>
    <w:rsid w:val="00A53C4E"/>
    <w:rsid w:val="00A54B4B"/>
    <w:rsid w:val="00A56212"/>
    <w:rsid w:val="00A566D3"/>
    <w:rsid w:val="00A56BC9"/>
    <w:rsid w:val="00A57065"/>
    <w:rsid w:val="00A5759B"/>
    <w:rsid w:val="00A575AF"/>
    <w:rsid w:val="00A57678"/>
    <w:rsid w:val="00A577B8"/>
    <w:rsid w:val="00A579AC"/>
    <w:rsid w:val="00A57AA0"/>
    <w:rsid w:val="00A57C59"/>
    <w:rsid w:val="00A60612"/>
    <w:rsid w:val="00A6096F"/>
    <w:rsid w:val="00A60C21"/>
    <w:rsid w:val="00A60CC4"/>
    <w:rsid w:val="00A60CD6"/>
    <w:rsid w:val="00A61283"/>
    <w:rsid w:val="00A6163C"/>
    <w:rsid w:val="00A61968"/>
    <w:rsid w:val="00A61D12"/>
    <w:rsid w:val="00A6221F"/>
    <w:rsid w:val="00A62AAB"/>
    <w:rsid w:val="00A62AED"/>
    <w:rsid w:val="00A633B1"/>
    <w:rsid w:val="00A6369A"/>
    <w:rsid w:val="00A63759"/>
    <w:rsid w:val="00A63B27"/>
    <w:rsid w:val="00A643A0"/>
    <w:rsid w:val="00A643D6"/>
    <w:rsid w:val="00A6461A"/>
    <w:rsid w:val="00A64978"/>
    <w:rsid w:val="00A64D1A"/>
    <w:rsid w:val="00A6572A"/>
    <w:rsid w:val="00A66176"/>
    <w:rsid w:val="00A66184"/>
    <w:rsid w:val="00A661F9"/>
    <w:rsid w:val="00A66F2C"/>
    <w:rsid w:val="00A674A5"/>
    <w:rsid w:val="00A67B1B"/>
    <w:rsid w:val="00A67CE5"/>
    <w:rsid w:val="00A67D2C"/>
    <w:rsid w:val="00A705C4"/>
    <w:rsid w:val="00A7082C"/>
    <w:rsid w:val="00A70A1A"/>
    <w:rsid w:val="00A70AF7"/>
    <w:rsid w:val="00A70BD9"/>
    <w:rsid w:val="00A70DB5"/>
    <w:rsid w:val="00A715DA"/>
    <w:rsid w:val="00A71912"/>
    <w:rsid w:val="00A721FA"/>
    <w:rsid w:val="00A72429"/>
    <w:rsid w:val="00A72571"/>
    <w:rsid w:val="00A7268B"/>
    <w:rsid w:val="00A72B50"/>
    <w:rsid w:val="00A72F0E"/>
    <w:rsid w:val="00A73241"/>
    <w:rsid w:val="00A735AB"/>
    <w:rsid w:val="00A73664"/>
    <w:rsid w:val="00A738FD"/>
    <w:rsid w:val="00A73B25"/>
    <w:rsid w:val="00A73EB3"/>
    <w:rsid w:val="00A7407B"/>
    <w:rsid w:val="00A74253"/>
    <w:rsid w:val="00A7450C"/>
    <w:rsid w:val="00A74870"/>
    <w:rsid w:val="00A74A81"/>
    <w:rsid w:val="00A74BD1"/>
    <w:rsid w:val="00A74E57"/>
    <w:rsid w:val="00A75414"/>
    <w:rsid w:val="00A75487"/>
    <w:rsid w:val="00A75735"/>
    <w:rsid w:val="00A7575A"/>
    <w:rsid w:val="00A76212"/>
    <w:rsid w:val="00A76295"/>
    <w:rsid w:val="00A7710D"/>
    <w:rsid w:val="00A774B7"/>
    <w:rsid w:val="00A77519"/>
    <w:rsid w:val="00A7780F"/>
    <w:rsid w:val="00A77C78"/>
    <w:rsid w:val="00A77E8C"/>
    <w:rsid w:val="00A8054F"/>
    <w:rsid w:val="00A805DE"/>
    <w:rsid w:val="00A80679"/>
    <w:rsid w:val="00A81008"/>
    <w:rsid w:val="00A810D9"/>
    <w:rsid w:val="00A81397"/>
    <w:rsid w:val="00A816F0"/>
    <w:rsid w:val="00A819B0"/>
    <w:rsid w:val="00A81C0E"/>
    <w:rsid w:val="00A82756"/>
    <w:rsid w:val="00A836CD"/>
    <w:rsid w:val="00A836EA"/>
    <w:rsid w:val="00A83E60"/>
    <w:rsid w:val="00A842B5"/>
    <w:rsid w:val="00A84D3A"/>
    <w:rsid w:val="00A84DB4"/>
    <w:rsid w:val="00A850A3"/>
    <w:rsid w:val="00A85104"/>
    <w:rsid w:val="00A85243"/>
    <w:rsid w:val="00A85249"/>
    <w:rsid w:val="00A852F0"/>
    <w:rsid w:val="00A856E7"/>
    <w:rsid w:val="00A85873"/>
    <w:rsid w:val="00A85998"/>
    <w:rsid w:val="00A85A48"/>
    <w:rsid w:val="00A85E29"/>
    <w:rsid w:val="00A86BD2"/>
    <w:rsid w:val="00A86EA1"/>
    <w:rsid w:val="00A87FD0"/>
    <w:rsid w:val="00A9046E"/>
    <w:rsid w:val="00A907DB"/>
    <w:rsid w:val="00A907F4"/>
    <w:rsid w:val="00A90D3D"/>
    <w:rsid w:val="00A90E7A"/>
    <w:rsid w:val="00A913D1"/>
    <w:rsid w:val="00A91437"/>
    <w:rsid w:val="00A91E23"/>
    <w:rsid w:val="00A91F71"/>
    <w:rsid w:val="00A9218D"/>
    <w:rsid w:val="00A9229B"/>
    <w:rsid w:val="00A92665"/>
    <w:rsid w:val="00A9272D"/>
    <w:rsid w:val="00A927F4"/>
    <w:rsid w:val="00A92D6D"/>
    <w:rsid w:val="00A92FD9"/>
    <w:rsid w:val="00A93217"/>
    <w:rsid w:val="00A93CA9"/>
    <w:rsid w:val="00A94296"/>
    <w:rsid w:val="00A9476D"/>
    <w:rsid w:val="00A94868"/>
    <w:rsid w:val="00A9503D"/>
    <w:rsid w:val="00A95224"/>
    <w:rsid w:val="00A953A1"/>
    <w:rsid w:val="00A95780"/>
    <w:rsid w:val="00A9603B"/>
    <w:rsid w:val="00A9699D"/>
    <w:rsid w:val="00A97256"/>
    <w:rsid w:val="00A977CA"/>
    <w:rsid w:val="00AA03A2"/>
    <w:rsid w:val="00AA04F4"/>
    <w:rsid w:val="00AA0B70"/>
    <w:rsid w:val="00AA0C95"/>
    <w:rsid w:val="00AA0D22"/>
    <w:rsid w:val="00AA1EED"/>
    <w:rsid w:val="00AA2566"/>
    <w:rsid w:val="00AA2AD2"/>
    <w:rsid w:val="00AA3B2B"/>
    <w:rsid w:val="00AA4377"/>
    <w:rsid w:val="00AA57C1"/>
    <w:rsid w:val="00AA5EA7"/>
    <w:rsid w:val="00AA5F06"/>
    <w:rsid w:val="00AA62CF"/>
    <w:rsid w:val="00AA6947"/>
    <w:rsid w:val="00AA6A07"/>
    <w:rsid w:val="00AA6E68"/>
    <w:rsid w:val="00AA76ED"/>
    <w:rsid w:val="00AA7725"/>
    <w:rsid w:val="00AB005B"/>
    <w:rsid w:val="00AB0387"/>
    <w:rsid w:val="00AB102E"/>
    <w:rsid w:val="00AB155E"/>
    <w:rsid w:val="00AB18D4"/>
    <w:rsid w:val="00AB1E41"/>
    <w:rsid w:val="00AB2706"/>
    <w:rsid w:val="00AB275E"/>
    <w:rsid w:val="00AB27AF"/>
    <w:rsid w:val="00AB2DFD"/>
    <w:rsid w:val="00AB2EDB"/>
    <w:rsid w:val="00AB31F5"/>
    <w:rsid w:val="00AB3E15"/>
    <w:rsid w:val="00AB4474"/>
    <w:rsid w:val="00AB48AE"/>
    <w:rsid w:val="00AB49B4"/>
    <w:rsid w:val="00AB4A42"/>
    <w:rsid w:val="00AB4A99"/>
    <w:rsid w:val="00AB4AC8"/>
    <w:rsid w:val="00AB4C24"/>
    <w:rsid w:val="00AB4D31"/>
    <w:rsid w:val="00AB537F"/>
    <w:rsid w:val="00AB53BD"/>
    <w:rsid w:val="00AB5CAE"/>
    <w:rsid w:val="00AB6482"/>
    <w:rsid w:val="00AB69BF"/>
    <w:rsid w:val="00AB6ADC"/>
    <w:rsid w:val="00AB6F2A"/>
    <w:rsid w:val="00AB78F2"/>
    <w:rsid w:val="00AC01AD"/>
    <w:rsid w:val="00AC034C"/>
    <w:rsid w:val="00AC0440"/>
    <w:rsid w:val="00AC1F02"/>
    <w:rsid w:val="00AC2278"/>
    <w:rsid w:val="00AC29AC"/>
    <w:rsid w:val="00AC354F"/>
    <w:rsid w:val="00AC35E3"/>
    <w:rsid w:val="00AC40B5"/>
    <w:rsid w:val="00AC4951"/>
    <w:rsid w:val="00AC4992"/>
    <w:rsid w:val="00AC4D96"/>
    <w:rsid w:val="00AC4EA7"/>
    <w:rsid w:val="00AC50FC"/>
    <w:rsid w:val="00AC51FB"/>
    <w:rsid w:val="00AC557A"/>
    <w:rsid w:val="00AC5B97"/>
    <w:rsid w:val="00AC6961"/>
    <w:rsid w:val="00AC697A"/>
    <w:rsid w:val="00AC7968"/>
    <w:rsid w:val="00AC79BF"/>
    <w:rsid w:val="00AC7E05"/>
    <w:rsid w:val="00AD057D"/>
    <w:rsid w:val="00AD0D42"/>
    <w:rsid w:val="00AD1016"/>
    <w:rsid w:val="00AD1A97"/>
    <w:rsid w:val="00AD1C15"/>
    <w:rsid w:val="00AD1C26"/>
    <w:rsid w:val="00AD1E35"/>
    <w:rsid w:val="00AD1FDE"/>
    <w:rsid w:val="00AD2001"/>
    <w:rsid w:val="00AD21D8"/>
    <w:rsid w:val="00AD220A"/>
    <w:rsid w:val="00AD2298"/>
    <w:rsid w:val="00AD2692"/>
    <w:rsid w:val="00AD27C1"/>
    <w:rsid w:val="00AD2CBF"/>
    <w:rsid w:val="00AD303F"/>
    <w:rsid w:val="00AD329C"/>
    <w:rsid w:val="00AD353C"/>
    <w:rsid w:val="00AD36FD"/>
    <w:rsid w:val="00AD3C7B"/>
    <w:rsid w:val="00AD4625"/>
    <w:rsid w:val="00AD4FC9"/>
    <w:rsid w:val="00AD56BF"/>
    <w:rsid w:val="00AD5AC8"/>
    <w:rsid w:val="00AD5C01"/>
    <w:rsid w:val="00AD5E66"/>
    <w:rsid w:val="00AD64C2"/>
    <w:rsid w:val="00AD7434"/>
    <w:rsid w:val="00AD7980"/>
    <w:rsid w:val="00AD7A54"/>
    <w:rsid w:val="00AD7AC8"/>
    <w:rsid w:val="00AD7B8E"/>
    <w:rsid w:val="00AD7BA4"/>
    <w:rsid w:val="00AD7FEC"/>
    <w:rsid w:val="00AE06B1"/>
    <w:rsid w:val="00AE07A3"/>
    <w:rsid w:val="00AE0BA2"/>
    <w:rsid w:val="00AE103F"/>
    <w:rsid w:val="00AE1106"/>
    <w:rsid w:val="00AE22B2"/>
    <w:rsid w:val="00AE22EC"/>
    <w:rsid w:val="00AE243F"/>
    <w:rsid w:val="00AE2597"/>
    <w:rsid w:val="00AE2CA0"/>
    <w:rsid w:val="00AE35E6"/>
    <w:rsid w:val="00AE39C2"/>
    <w:rsid w:val="00AE3B91"/>
    <w:rsid w:val="00AE4282"/>
    <w:rsid w:val="00AE457B"/>
    <w:rsid w:val="00AE468D"/>
    <w:rsid w:val="00AE4737"/>
    <w:rsid w:val="00AE4D2E"/>
    <w:rsid w:val="00AE52AD"/>
    <w:rsid w:val="00AE53BC"/>
    <w:rsid w:val="00AE5638"/>
    <w:rsid w:val="00AE57C7"/>
    <w:rsid w:val="00AE59D5"/>
    <w:rsid w:val="00AE68FA"/>
    <w:rsid w:val="00AE75C8"/>
    <w:rsid w:val="00AE7931"/>
    <w:rsid w:val="00AE7E96"/>
    <w:rsid w:val="00AF0679"/>
    <w:rsid w:val="00AF072E"/>
    <w:rsid w:val="00AF0A9A"/>
    <w:rsid w:val="00AF0DA3"/>
    <w:rsid w:val="00AF1BE1"/>
    <w:rsid w:val="00AF1CCA"/>
    <w:rsid w:val="00AF1FAB"/>
    <w:rsid w:val="00AF202F"/>
    <w:rsid w:val="00AF212A"/>
    <w:rsid w:val="00AF23AC"/>
    <w:rsid w:val="00AF2857"/>
    <w:rsid w:val="00AF2C4A"/>
    <w:rsid w:val="00AF359A"/>
    <w:rsid w:val="00AF38FA"/>
    <w:rsid w:val="00AF3CD5"/>
    <w:rsid w:val="00AF3F36"/>
    <w:rsid w:val="00AF4786"/>
    <w:rsid w:val="00AF48DA"/>
    <w:rsid w:val="00AF49CF"/>
    <w:rsid w:val="00AF4A73"/>
    <w:rsid w:val="00AF4C4F"/>
    <w:rsid w:val="00AF5EBD"/>
    <w:rsid w:val="00AF683A"/>
    <w:rsid w:val="00AF69BE"/>
    <w:rsid w:val="00AF6AF6"/>
    <w:rsid w:val="00AF6D19"/>
    <w:rsid w:val="00AF6DB8"/>
    <w:rsid w:val="00AF747E"/>
    <w:rsid w:val="00AF76B5"/>
    <w:rsid w:val="00B001A0"/>
    <w:rsid w:val="00B00267"/>
    <w:rsid w:val="00B00738"/>
    <w:rsid w:val="00B00B1F"/>
    <w:rsid w:val="00B00C0C"/>
    <w:rsid w:val="00B00EED"/>
    <w:rsid w:val="00B0193A"/>
    <w:rsid w:val="00B01F31"/>
    <w:rsid w:val="00B028FF"/>
    <w:rsid w:val="00B03512"/>
    <w:rsid w:val="00B03562"/>
    <w:rsid w:val="00B036A6"/>
    <w:rsid w:val="00B04978"/>
    <w:rsid w:val="00B04FE9"/>
    <w:rsid w:val="00B05158"/>
    <w:rsid w:val="00B05277"/>
    <w:rsid w:val="00B05B79"/>
    <w:rsid w:val="00B05CA0"/>
    <w:rsid w:val="00B05ECE"/>
    <w:rsid w:val="00B07088"/>
    <w:rsid w:val="00B072A3"/>
    <w:rsid w:val="00B07C37"/>
    <w:rsid w:val="00B07D24"/>
    <w:rsid w:val="00B07D90"/>
    <w:rsid w:val="00B10D00"/>
    <w:rsid w:val="00B10DDF"/>
    <w:rsid w:val="00B112E7"/>
    <w:rsid w:val="00B115EB"/>
    <w:rsid w:val="00B11885"/>
    <w:rsid w:val="00B11D79"/>
    <w:rsid w:val="00B11EA5"/>
    <w:rsid w:val="00B12356"/>
    <w:rsid w:val="00B127F7"/>
    <w:rsid w:val="00B1294B"/>
    <w:rsid w:val="00B12A13"/>
    <w:rsid w:val="00B12B5F"/>
    <w:rsid w:val="00B12DFE"/>
    <w:rsid w:val="00B12E71"/>
    <w:rsid w:val="00B13041"/>
    <w:rsid w:val="00B13482"/>
    <w:rsid w:val="00B13512"/>
    <w:rsid w:val="00B13D45"/>
    <w:rsid w:val="00B141DE"/>
    <w:rsid w:val="00B14B52"/>
    <w:rsid w:val="00B1530C"/>
    <w:rsid w:val="00B1538C"/>
    <w:rsid w:val="00B15471"/>
    <w:rsid w:val="00B15506"/>
    <w:rsid w:val="00B157B8"/>
    <w:rsid w:val="00B16678"/>
    <w:rsid w:val="00B16938"/>
    <w:rsid w:val="00B1698D"/>
    <w:rsid w:val="00B16ABE"/>
    <w:rsid w:val="00B16F06"/>
    <w:rsid w:val="00B17553"/>
    <w:rsid w:val="00B1777F"/>
    <w:rsid w:val="00B17F7E"/>
    <w:rsid w:val="00B20DA9"/>
    <w:rsid w:val="00B2135B"/>
    <w:rsid w:val="00B218BC"/>
    <w:rsid w:val="00B218BD"/>
    <w:rsid w:val="00B21B05"/>
    <w:rsid w:val="00B21C87"/>
    <w:rsid w:val="00B21E31"/>
    <w:rsid w:val="00B220B4"/>
    <w:rsid w:val="00B22548"/>
    <w:rsid w:val="00B2260A"/>
    <w:rsid w:val="00B229F6"/>
    <w:rsid w:val="00B22E67"/>
    <w:rsid w:val="00B22F76"/>
    <w:rsid w:val="00B232D3"/>
    <w:rsid w:val="00B2332B"/>
    <w:rsid w:val="00B233AA"/>
    <w:rsid w:val="00B234DE"/>
    <w:rsid w:val="00B23661"/>
    <w:rsid w:val="00B237A8"/>
    <w:rsid w:val="00B242F6"/>
    <w:rsid w:val="00B244B2"/>
    <w:rsid w:val="00B249DB"/>
    <w:rsid w:val="00B2528A"/>
    <w:rsid w:val="00B25819"/>
    <w:rsid w:val="00B25996"/>
    <w:rsid w:val="00B25B66"/>
    <w:rsid w:val="00B2649F"/>
    <w:rsid w:val="00B273FF"/>
    <w:rsid w:val="00B278C8"/>
    <w:rsid w:val="00B27F7F"/>
    <w:rsid w:val="00B301E1"/>
    <w:rsid w:val="00B30898"/>
    <w:rsid w:val="00B30A96"/>
    <w:rsid w:val="00B30AFD"/>
    <w:rsid w:val="00B30C4A"/>
    <w:rsid w:val="00B314A8"/>
    <w:rsid w:val="00B31541"/>
    <w:rsid w:val="00B31CC1"/>
    <w:rsid w:val="00B31FC8"/>
    <w:rsid w:val="00B3200D"/>
    <w:rsid w:val="00B32634"/>
    <w:rsid w:val="00B33132"/>
    <w:rsid w:val="00B33517"/>
    <w:rsid w:val="00B33BD7"/>
    <w:rsid w:val="00B33BF3"/>
    <w:rsid w:val="00B33C88"/>
    <w:rsid w:val="00B34067"/>
    <w:rsid w:val="00B34685"/>
    <w:rsid w:val="00B3494B"/>
    <w:rsid w:val="00B34BAF"/>
    <w:rsid w:val="00B34E5F"/>
    <w:rsid w:val="00B35AAF"/>
    <w:rsid w:val="00B35D18"/>
    <w:rsid w:val="00B35E9E"/>
    <w:rsid w:val="00B35FCC"/>
    <w:rsid w:val="00B36B04"/>
    <w:rsid w:val="00B377BE"/>
    <w:rsid w:val="00B37A54"/>
    <w:rsid w:val="00B37BCD"/>
    <w:rsid w:val="00B37C63"/>
    <w:rsid w:val="00B40061"/>
    <w:rsid w:val="00B40210"/>
    <w:rsid w:val="00B403B3"/>
    <w:rsid w:val="00B408D9"/>
    <w:rsid w:val="00B412D4"/>
    <w:rsid w:val="00B42434"/>
    <w:rsid w:val="00B42755"/>
    <w:rsid w:val="00B42793"/>
    <w:rsid w:val="00B430E3"/>
    <w:rsid w:val="00B4348A"/>
    <w:rsid w:val="00B4386C"/>
    <w:rsid w:val="00B43B1F"/>
    <w:rsid w:val="00B43D08"/>
    <w:rsid w:val="00B44670"/>
    <w:rsid w:val="00B44C45"/>
    <w:rsid w:val="00B45B6C"/>
    <w:rsid w:val="00B46119"/>
    <w:rsid w:val="00B4622F"/>
    <w:rsid w:val="00B4660D"/>
    <w:rsid w:val="00B46D01"/>
    <w:rsid w:val="00B46D46"/>
    <w:rsid w:val="00B47265"/>
    <w:rsid w:val="00B4752D"/>
    <w:rsid w:val="00B47A00"/>
    <w:rsid w:val="00B50515"/>
    <w:rsid w:val="00B50A9A"/>
    <w:rsid w:val="00B50CD1"/>
    <w:rsid w:val="00B50D10"/>
    <w:rsid w:val="00B5131C"/>
    <w:rsid w:val="00B51542"/>
    <w:rsid w:val="00B5191F"/>
    <w:rsid w:val="00B5205E"/>
    <w:rsid w:val="00B52234"/>
    <w:rsid w:val="00B5260B"/>
    <w:rsid w:val="00B528A6"/>
    <w:rsid w:val="00B52AC9"/>
    <w:rsid w:val="00B52CFC"/>
    <w:rsid w:val="00B535A9"/>
    <w:rsid w:val="00B53820"/>
    <w:rsid w:val="00B53A53"/>
    <w:rsid w:val="00B54049"/>
    <w:rsid w:val="00B5435F"/>
    <w:rsid w:val="00B545D4"/>
    <w:rsid w:val="00B55531"/>
    <w:rsid w:val="00B557CA"/>
    <w:rsid w:val="00B55826"/>
    <w:rsid w:val="00B567FA"/>
    <w:rsid w:val="00B5704D"/>
    <w:rsid w:val="00B570BF"/>
    <w:rsid w:val="00B57306"/>
    <w:rsid w:val="00B57785"/>
    <w:rsid w:val="00B5783C"/>
    <w:rsid w:val="00B578D4"/>
    <w:rsid w:val="00B57A35"/>
    <w:rsid w:val="00B57C9A"/>
    <w:rsid w:val="00B606CE"/>
    <w:rsid w:val="00B606D6"/>
    <w:rsid w:val="00B60F79"/>
    <w:rsid w:val="00B60FA1"/>
    <w:rsid w:val="00B61133"/>
    <w:rsid w:val="00B61253"/>
    <w:rsid w:val="00B616EB"/>
    <w:rsid w:val="00B61FE3"/>
    <w:rsid w:val="00B6207B"/>
    <w:rsid w:val="00B6207C"/>
    <w:rsid w:val="00B620BC"/>
    <w:rsid w:val="00B621C8"/>
    <w:rsid w:val="00B622E5"/>
    <w:rsid w:val="00B6233E"/>
    <w:rsid w:val="00B624A5"/>
    <w:rsid w:val="00B62CC5"/>
    <w:rsid w:val="00B63082"/>
    <w:rsid w:val="00B6311E"/>
    <w:rsid w:val="00B6334F"/>
    <w:rsid w:val="00B63F80"/>
    <w:rsid w:val="00B64DFF"/>
    <w:rsid w:val="00B65882"/>
    <w:rsid w:val="00B659E9"/>
    <w:rsid w:val="00B65BB9"/>
    <w:rsid w:val="00B65D8F"/>
    <w:rsid w:val="00B66330"/>
    <w:rsid w:val="00B665C5"/>
    <w:rsid w:val="00B66BFE"/>
    <w:rsid w:val="00B66CF6"/>
    <w:rsid w:val="00B66DCC"/>
    <w:rsid w:val="00B6742F"/>
    <w:rsid w:val="00B67507"/>
    <w:rsid w:val="00B677ED"/>
    <w:rsid w:val="00B67ADC"/>
    <w:rsid w:val="00B70375"/>
    <w:rsid w:val="00B7051D"/>
    <w:rsid w:val="00B70ABF"/>
    <w:rsid w:val="00B7130B"/>
    <w:rsid w:val="00B71323"/>
    <w:rsid w:val="00B716B6"/>
    <w:rsid w:val="00B71D2E"/>
    <w:rsid w:val="00B71F07"/>
    <w:rsid w:val="00B73EF3"/>
    <w:rsid w:val="00B74362"/>
    <w:rsid w:val="00B74831"/>
    <w:rsid w:val="00B74888"/>
    <w:rsid w:val="00B74AAA"/>
    <w:rsid w:val="00B74CEC"/>
    <w:rsid w:val="00B75119"/>
    <w:rsid w:val="00B7550C"/>
    <w:rsid w:val="00B75736"/>
    <w:rsid w:val="00B75B4E"/>
    <w:rsid w:val="00B75EB5"/>
    <w:rsid w:val="00B75EEB"/>
    <w:rsid w:val="00B761F0"/>
    <w:rsid w:val="00B762EF"/>
    <w:rsid w:val="00B77A62"/>
    <w:rsid w:val="00B77B88"/>
    <w:rsid w:val="00B8067B"/>
    <w:rsid w:val="00B80880"/>
    <w:rsid w:val="00B81C40"/>
    <w:rsid w:val="00B81F01"/>
    <w:rsid w:val="00B82126"/>
    <w:rsid w:val="00B822A2"/>
    <w:rsid w:val="00B82662"/>
    <w:rsid w:val="00B826B4"/>
    <w:rsid w:val="00B826D7"/>
    <w:rsid w:val="00B82EBA"/>
    <w:rsid w:val="00B836D0"/>
    <w:rsid w:val="00B83A87"/>
    <w:rsid w:val="00B83AD6"/>
    <w:rsid w:val="00B83F77"/>
    <w:rsid w:val="00B849B8"/>
    <w:rsid w:val="00B861BF"/>
    <w:rsid w:val="00B86637"/>
    <w:rsid w:val="00B86B8F"/>
    <w:rsid w:val="00B87302"/>
    <w:rsid w:val="00B873A5"/>
    <w:rsid w:val="00B873F3"/>
    <w:rsid w:val="00B878E6"/>
    <w:rsid w:val="00B87E8A"/>
    <w:rsid w:val="00B87F16"/>
    <w:rsid w:val="00B87F1F"/>
    <w:rsid w:val="00B90F48"/>
    <w:rsid w:val="00B90FA1"/>
    <w:rsid w:val="00B91279"/>
    <w:rsid w:val="00B913E8"/>
    <w:rsid w:val="00B9157D"/>
    <w:rsid w:val="00B915D4"/>
    <w:rsid w:val="00B916A7"/>
    <w:rsid w:val="00B918CE"/>
    <w:rsid w:val="00B9219C"/>
    <w:rsid w:val="00B925A2"/>
    <w:rsid w:val="00B925E7"/>
    <w:rsid w:val="00B93095"/>
    <w:rsid w:val="00B9361D"/>
    <w:rsid w:val="00B946DE"/>
    <w:rsid w:val="00B94D01"/>
    <w:rsid w:val="00B94E52"/>
    <w:rsid w:val="00B953C4"/>
    <w:rsid w:val="00B95509"/>
    <w:rsid w:val="00B95919"/>
    <w:rsid w:val="00B9598E"/>
    <w:rsid w:val="00B95EC6"/>
    <w:rsid w:val="00B96529"/>
    <w:rsid w:val="00B966B8"/>
    <w:rsid w:val="00B96726"/>
    <w:rsid w:val="00B969A4"/>
    <w:rsid w:val="00B96A79"/>
    <w:rsid w:val="00B96C3B"/>
    <w:rsid w:val="00B96C66"/>
    <w:rsid w:val="00B96CC3"/>
    <w:rsid w:val="00B96F64"/>
    <w:rsid w:val="00B96FE8"/>
    <w:rsid w:val="00B97D0F"/>
    <w:rsid w:val="00B97D6D"/>
    <w:rsid w:val="00B97DE9"/>
    <w:rsid w:val="00BA01D8"/>
    <w:rsid w:val="00BA08FE"/>
    <w:rsid w:val="00BA0A15"/>
    <w:rsid w:val="00BA0A6F"/>
    <w:rsid w:val="00BA10C3"/>
    <w:rsid w:val="00BA1522"/>
    <w:rsid w:val="00BA1572"/>
    <w:rsid w:val="00BA18D6"/>
    <w:rsid w:val="00BA1E2C"/>
    <w:rsid w:val="00BA2529"/>
    <w:rsid w:val="00BA295C"/>
    <w:rsid w:val="00BA2E04"/>
    <w:rsid w:val="00BA3748"/>
    <w:rsid w:val="00BA374D"/>
    <w:rsid w:val="00BA3D0E"/>
    <w:rsid w:val="00BA4402"/>
    <w:rsid w:val="00BA45EC"/>
    <w:rsid w:val="00BA470F"/>
    <w:rsid w:val="00BA52FB"/>
    <w:rsid w:val="00BA568D"/>
    <w:rsid w:val="00BA5736"/>
    <w:rsid w:val="00BA590E"/>
    <w:rsid w:val="00BA5A1F"/>
    <w:rsid w:val="00BA5AFE"/>
    <w:rsid w:val="00BA5F32"/>
    <w:rsid w:val="00BA64DA"/>
    <w:rsid w:val="00BA69BD"/>
    <w:rsid w:val="00BA6A23"/>
    <w:rsid w:val="00BA6E6D"/>
    <w:rsid w:val="00BA6E7F"/>
    <w:rsid w:val="00BA720E"/>
    <w:rsid w:val="00BA7388"/>
    <w:rsid w:val="00BA74BA"/>
    <w:rsid w:val="00BA74C3"/>
    <w:rsid w:val="00BA763F"/>
    <w:rsid w:val="00BA7A17"/>
    <w:rsid w:val="00BB02C5"/>
    <w:rsid w:val="00BB02D4"/>
    <w:rsid w:val="00BB0421"/>
    <w:rsid w:val="00BB0777"/>
    <w:rsid w:val="00BB12E3"/>
    <w:rsid w:val="00BB1A53"/>
    <w:rsid w:val="00BB2230"/>
    <w:rsid w:val="00BB2623"/>
    <w:rsid w:val="00BB326E"/>
    <w:rsid w:val="00BB3808"/>
    <w:rsid w:val="00BB3DF0"/>
    <w:rsid w:val="00BB3E9F"/>
    <w:rsid w:val="00BB3F02"/>
    <w:rsid w:val="00BB3FA5"/>
    <w:rsid w:val="00BB4006"/>
    <w:rsid w:val="00BB4179"/>
    <w:rsid w:val="00BB43D8"/>
    <w:rsid w:val="00BB4C9E"/>
    <w:rsid w:val="00BB4D48"/>
    <w:rsid w:val="00BB4F5C"/>
    <w:rsid w:val="00BB4FCC"/>
    <w:rsid w:val="00BB537E"/>
    <w:rsid w:val="00BB53E6"/>
    <w:rsid w:val="00BB56BF"/>
    <w:rsid w:val="00BB5D96"/>
    <w:rsid w:val="00BB63D2"/>
    <w:rsid w:val="00BB69ED"/>
    <w:rsid w:val="00BB6F2D"/>
    <w:rsid w:val="00BB73AD"/>
    <w:rsid w:val="00BB7BC6"/>
    <w:rsid w:val="00BB7EDD"/>
    <w:rsid w:val="00BC02AB"/>
    <w:rsid w:val="00BC172A"/>
    <w:rsid w:val="00BC1B6D"/>
    <w:rsid w:val="00BC1D18"/>
    <w:rsid w:val="00BC2613"/>
    <w:rsid w:val="00BC2BEE"/>
    <w:rsid w:val="00BC2F77"/>
    <w:rsid w:val="00BC3146"/>
    <w:rsid w:val="00BC3B8E"/>
    <w:rsid w:val="00BC40A0"/>
    <w:rsid w:val="00BC4645"/>
    <w:rsid w:val="00BC4A72"/>
    <w:rsid w:val="00BC54AA"/>
    <w:rsid w:val="00BC587F"/>
    <w:rsid w:val="00BC5B04"/>
    <w:rsid w:val="00BC5CC3"/>
    <w:rsid w:val="00BC5DEA"/>
    <w:rsid w:val="00BC5F04"/>
    <w:rsid w:val="00BC6DB4"/>
    <w:rsid w:val="00BC6FB4"/>
    <w:rsid w:val="00BC77B8"/>
    <w:rsid w:val="00BC7A29"/>
    <w:rsid w:val="00BC7B74"/>
    <w:rsid w:val="00BD066B"/>
    <w:rsid w:val="00BD09B6"/>
    <w:rsid w:val="00BD1652"/>
    <w:rsid w:val="00BD16DB"/>
    <w:rsid w:val="00BD1A92"/>
    <w:rsid w:val="00BD2B14"/>
    <w:rsid w:val="00BD2D49"/>
    <w:rsid w:val="00BD2DED"/>
    <w:rsid w:val="00BD2DF5"/>
    <w:rsid w:val="00BD2F8D"/>
    <w:rsid w:val="00BD3733"/>
    <w:rsid w:val="00BD3A58"/>
    <w:rsid w:val="00BD3B65"/>
    <w:rsid w:val="00BD3C45"/>
    <w:rsid w:val="00BD3DD4"/>
    <w:rsid w:val="00BD402C"/>
    <w:rsid w:val="00BD4256"/>
    <w:rsid w:val="00BD48A5"/>
    <w:rsid w:val="00BD4E15"/>
    <w:rsid w:val="00BD51BA"/>
    <w:rsid w:val="00BD5783"/>
    <w:rsid w:val="00BD5ACC"/>
    <w:rsid w:val="00BD6519"/>
    <w:rsid w:val="00BD69DC"/>
    <w:rsid w:val="00BD6A96"/>
    <w:rsid w:val="00BD7E8C"/>
    <w:rsid w:val="00BE0678"/>
    <w:rsid w:val="00BE125F"/>
    <w:rsid w:val="00BE131F"/>
    <w:rsid w:val="00BE18C1"/>
    <w:rsid w:val="00BE199D"/>
    <w:rsid w:val="00BE1C7E"/>
    <w:rsid w:val="00BE1DE8"/>
    <w:rsid w:val="00BE207B"/>
    <w:rsid w:val="00BE208C"/>
    <w:rsid w:val="00BE346B"/>
    <w:rsid w:val="00BE397C"/>
    <w:rsid w:val="00BE3BE2"/>
    <w:rsid w:val="00BE3CC3"/>
    <w:rsid w:val="00BE4351"/>
    <w:rsid w:val="00BE4411"/>
    <w:rsid w:val="00BE4B3F"/>
    <w:rsid w:val="00BE4E5A"/>
    <w:rsid w:val="00BE5216"/>
    <w:rsid w:val="00BE56D2"/>
    <w:rsid w:val="00BE69F5"/>
    <w:rsid w:val="00BE6AE1"/>
    <w:rsid w:val="00BE6BAF"/>
    <w:rsid w:val="00BE6D1C"/>
    <w:rsid w:val="00BE7662"/>
    <w:rsid w:val="00BE7732"/>
    <w:rsid w:val="00BE7A33"/>
    <w:rsid w:val="00BE7C1C"/>
    <w:rsid w:val="00BF03C2"/>
    <w:rsid w:val="00BF045D"/>
    <w:rsid w:val="00BF068D"/>
    <w:rsid w:val="00BF0895"/>
    <w:rsid w:val="00BF12AA"/>
    <w:rsid w:val="00BF13E9"/>
    <w:rsid w:val="00BF188D"/>
    <w:rsid w:val="00BF1DD5"/>
    <w:rsid w:val="00BF23ED"/>
    <w:rsid w:val="00BF254C"/>
    <w:rsid w:val="00BF2659"/>
    <w:rsid w:val="00BF282D"/>
    <w:rsid w:val="00BF2E8D"/>
    <w:rsid w:val="00BF2F8A"/>
    <w:rsid w:val="00BF31DD"/>
    <w:rsid w:val="00BF320B"/>
    <w:rsid w:val="00BF4471"/>
    <w:rsid w:val="00BF4857"/>
    <w:rsid w:val="00BF4A7D"/>
    <w:rsid w:val="00BF4BC3"/>
    <w:rsid w:val="00BF4DB7"/>
    <w:rsid w:val="00BF4FE6"/>
    <w:rsid w:val="00BF5181"/>
    <w:rsid w:val="00BF5443"/>
    <w:rsid w:val="00BF5583"/>
    <w:rsid w:val="00BF59E7"/>
    <w:rsid w:val="00BF5D5B"/>
    <w:rsid w:val="00BF5DB1"/>
    <w:rsid w:val="00BF6BDF"/>
    <w:rsid w:val="00BF7059"/>
    <w:rsid w:val="00BF7538"/>
    <w:rsid w:val="00BF76A2"/>
    <w:rsid w:val="00C0050D"/>
    <w:rsid w:val="00C018AE"/>
    <w:rsid w:val="00C01D0E"/>
    <w:rsid w:val="00C01EAB"/>
    <w:rsid w:val="00C022BE"/>
    <w:rsid w:val="00C02ED5"/>
    <w:rsid w:val="00C02F98"/>
    <w:rsid w:val="00C030F3"/>
    <w:rsid w:val="00C03519"/>
    <w:rsid w:val="00C03A66"/>
    <w:rsid w:val="00C03C46"/>
    <w:rsid w:val="00C0485C"/>
    <w:rsid w:val="00C05B3C"/>
    <w:rsid w:val="00C061E6"/>
    <w:rsid w:val="00C0629D"/>
    <w:rsid w:val="00C06555"/>
    <w:rsid w:val="00C06586"/>
    <w:rsid w:val="00C068CE"/>
    <w:rsid w:val="00C06BB1"/>
    <w:rsid w:val="00C06E3A"/>
    <w:rsid w:val="00C071D1"/>
    <w:rsid w:val="00C0778C"/>
    <w:rsid w:val="00C10C84"/>
    <w:rsid w:val="00C10D4A"/>
    <w:rsid w:val="00C10DAD"/>
    <w:rsid w:val="00C10EC0"/>
    <w:rsid w:val="00C114D4"/>
    <w:rsid w:val="00C11728"/>
    <w:rsid w:val="00C11BAA"/>
    <w:rsid w:val="00C11FFD"/>
    <w:rsid w:val="00C1209C"/>
    <w:rsid w:val="00C1298C"/>
    <w:rsid w:val="00C12F0C"/>
    <w:rsid w:val="00C1312F"/>
    <w:rsid w:val="00C13510"/>
    <w:rsid w:val="00C13AA3"/>
    <w:rsid w:val="00C13BB5"/>
    <w:rsid w:val="00C14338"/>
    <w:rsid w:val="00C1516A"/>
    <w:rsid w:val="00C16393"/>
    <w:rsid w:val="00C164AA"/>
    <w:rsid w:val="00C16E58"/>
    <w:rsid w:val="00C17D45"/>
    <w:rsid w:val="00C17F34"/>
    <w:rsid w:val="00C20272"/>
    <w:rsid w:val="00C20783"/>
    <w:rsid w:val="00C20A08"/>
    <w:rsid w:val="00C20FA2"/>
    <w:rsid w:val="00C213EB"/>
    <w:rsid w:val="00C216DA"/>
    <w:rsid w:val="00C218AB"/>
    <w:rsid w:val="00C219DD"/>
    <w:rsid w:val="00C21D33"/>
    <w:rsid w:val="00C22358"/>
    <w:rsid w:val="00C223C0"/>
    <w:rsid w:val="00C22953"/>
    <w:rsid w:val="00C22D45"/>
    <w:rsid w:val="00C23239"/>
    <w:rsid w:val="00C23667"/>
    <w:rsid w:val="00C238AD"/>
    <w:rsid w:val="00C23C63"/>
    <w:rsid w:val="00C23D09"/>
    <w:rsid w:val="00C240A3"/>
    <w:rsid w:val="00C2460D"/>
    <w:rsid w:val="00C24695"/>
    <w:rsid w:val="00C24706"/>
    <w:rsid w:val="00C24D2A"/>
    <w:rsid w:val="00C24F03"/>
    <w:rsid w:val="00C2516C"/>
    <w:rsid w:val="00C25717"/>
    <w:rsid w:val="00C25E30"/>
    <w:rsid w:val="00C25F06"/>
    <w:rsid w:val="00C26846"/>
    <w:rsid w:val="00C268DB"/>
    <w:rsid w:val="00C26C37"/>
    <w:rsid w:val="00C26D06"/>
    <w:rsid w:val="00C27238"/>
    <w:rsid w:val="00C273CC"/>
    <w:rsid w:val="00C27766"/>
    <w:rsid w:val="00C27788"/>
    <w:rsid w:val="00C27828"/>
    <w:rsid w:val="00C27ACA"/>
    <w:rsid w:val="00C27DEE"/>
    <w:rsid w:val="00C30518"/>
    <w:rsid w:val="00C32230"/>
    <w:rsid w:val="00C324CE"/>
    <w:rsid w:val="00C329EC"/>
    <w:rsid w:val="00C334A2"/>
    <w:rsid w:val="00C33A14"/>
    <w:rsid w:val="00C33A9E"/>
    <w:rsid w:val="00C33DD1"/>
    <w:rsid w:val="00C34620"/>
    <w:rsid w:val="00C3474F"/>
    <w:rsid w:val="00C34899"/>
    <w:rsid w:val="00C34DA7"/>
    <w:rsid w:val="00C34EDF"/>
    <w:rsid w:val="00C3538E"/>
    <w:rsid w:val="00C3553A"/>
    <w:rsid w:val="00C35947"/>
    <w:rsid w:val="00C35B01"/>
    <w:rsid w:val="00C36017"/>
    <w:rsid w:val="00C3653C"/>
    <w:rsid w:val="00C36619"/>
    <w:rsid w:val="00C366D3"/>
    <w:rsid w:val="00C3678B"/>
    <w:rsid w:val="00C3681B"/>
    <w:rsid w:val="00C36D29"/>
    <w:rsid w:val="00C36E51"/>
    <w:rsid w:val="00C3765C"/>
    <w:rsid w:val="00C37B5E"/>
    <w:rsid w:val="00C37ED6"/>
    <w:rsid w:val="00C412AA"/>
    <w:rsid w:val="00C414EC"/>
    <w:rsid w:val="00C415D7"/>
    <w:rsid w:val="00C41DCF"/>
    <w:rsid w:val="00C41F05"/>
    <w:rsid w:val="00C42060"/>
    <w:rsid w:val="00C42CEF"/>
    <w:rsid w:val="00C42EF5"/>
    <w:rsid w:val="00C4302F"/>
    <w:rsid w:val="00C4385D"/>
    <w:rsid w:val="00C43C71"/>
    <w:rsid w:val="00C43FEF"/>
    <w:rsid w:val="00C44170"/>
    <w:rsid w:val="00C4470E"/>
    <w:rsid w:val="00C4495D"/>
    <w:rsid w:val="00C45F52"/>
    <w:rsid w:val="00C45FF1"/>
    <w:rsid w:val="00C46199"/>
    <w:rsid w:val="00C46F51"/>
    <w:rsid w:val="00C477C9"/>
    <w:rsid w:val="00C47888"/>
    <w:rsid w:val="00C47B00"/>
    <w:rsid w:val="00C47C3A"/>
    <w:rsid w:val="00C47D62"/>
    <w:rsid w:val="00C509DB"/>
    <w:rsid w:val="00C509F9"/>
    <w:rsid w:val="00C50B57"/>
    <w:rsid w:val="00C512C5"/>
    <w:rsid w:val="00C51A76"/>
    <w:rsid w:val="00C51E6A"/>
    <w:rsid w:val="00C51FF4"/>
    <w:rsid w:val="00C523F8"/>
    <w:rsid w:val="00C53869"/>
    <w:rsid w:val="00C539DB"/>
    <w:rsid w:val="00C53E77"/>
    <w:rsid w:val="00C53FE6"/>
    <w:rsid w:val="00C54544"/>
    <w:rsid w:val="00C54A2A"/>
    <w:rsid w:val="00C54D49"/>
    <w:rsid w:val="00C54F18"/>
    <w:rsid w:val="00C551C8"/>
    <w:rsid w:val="00C55388"/>
    <w:rsid w:val="00C555B0"/>
    <w:rsid w:val="00C5573F"/>
    <w:rsid w:val="00C566BC"/>
    <w:rsid w:val="00C56907"/>
    <w:rsid w:val="00C569A7"/>
    <w:rsid w:val="00C56E09"/>
    <w:rsid w:val="00C57741"/>
    <w:rsid w:val="00C577F6"/>
    <w:rsid w:val="00C57879"/>
    <w:rsid w:val="00C57ACA"/>
    <w:rsid w:val="00C57B8C"/>
    <w:rsid w:val="00C57F45"/>
    <w:rsid w:val="00C603C0"/>
    <w:rsid w:val="00C60719"/>
    <w:rsid w:val="00C6074B"/>
    <w:rsid w:val="00C6085E"/>
    <w:rsid w:val="00C60BDA"/>
    <w:rsid w:val="00C6141D"/>
    <w:rsid w:val="00C61816"/>
    <w:rsid w:val="00C61D62"/>
    <w:rsid w:val="00C62A7E"/>
    <w:rsid w:val="00C62B38"/>
    <w:rsid w:val="00C6329F"/>
    <w:rsid w:val="00C632D6"/>
    <w:rsid w:val="00C63E07"/>
    <w:rsid w:val="00C64306"/>
    <w:rsid w:val="00C64F0F"/>
    <w:rsid w:val="00C656BF"/>
    <w:rsid w:val="00C658E7"/>
    <w:rsid w:val="00C65941"/>
    <w:rsid w:val="00C66AC9"/>
    <w:rsid w:val="00C66ACF"/>
    <w:rsid w:val="00C66C9D"/>
    <w:rsid w:val="00C66CAF"/>
    <w:rsid w:val="00C66D43"/>
    <w:rsid w:val="00C6707C"/>
    <w:rsid w:val="00C672D4"/>
    <w:rsid w:val="00C6744E"/>
    <w:rsid w:val="00C67637"/>
    <w:rsid w:val="00C67873"/>
    <w:rsid w:val="00C678AD"/>
    <w:rsid w:val="00C67B6F"/>
    <w:rsid w:val="00C67C6C"/>
    <w:rsid w:val="00C67C88"/>
    <w:rsid w:val="00C67D45"/>
    <w:rsid w:val="00C70466"/>
    <w:rsid w:val="00C704A2"/>
    <w:rsid w:val="00C706CC"/>
    <w:rsid w:val="00C70A48"/>
    <w:rsid w:val="00C70FA3"/>
    <w:rsid w:val="00C70FF6"/>
    <w:rsid w:val="00C710E4"/>
    <w:rsid w:val="00C7184D"/>
    <w:rsid w:val="00C718CD"/>
    <w:rsid w:val="00C71949"/>
    <w:rsid w:val="00C71E1D"/>
    <w:rsid w:val="00C72491"/>
    <w:rsid w:val="00C72AF3"/>
    <w:rsid w:val="00C72C6A"/>
    <w:rsid w:val="00C731E8"/>
    <w:rsid w:val="00C733F8"/>
    <w:rsid w:val="00C73F55"/>
    <w:rsid w:val="00C740C9"/>
    <w:rsid w:val="00C742EF"/>
    <w:rsid w:val="00C7468C"/>
    <w:rsid w:val="00C747B1"/>
    <w:rsid w:val="00C74E12"/>
    <w:rsid w:val="00C74E32"/>
    <w:rsid w:val="00C74F33"/>
    <w:rsid w:val="00C75196"/>
    <w:rsid w:val="00C75E13"/>
    <w:rsid w:val="00C76292"/>
    <w:rsid w:val="00C7634B"/>
    <w:rsid w:val="00C76929"/>
    <w:rsid w:val="00C76982"/>
    <w:rsid w:val="00C76989"/>
    <w:rsid w:val="00C77641"/>
    <w:rsid w:val="00C80D3C"/>
    <w:rsid w:val="00C80F30"/>
    <w:rsid w:val="00C80F9F"/>
    <w:rsid w:val="00C81212"/>
    <w:rsid w:val="00C81453"/>
    <w:rsid w:val="00C81E5C"/>
    <w:rsid w:val="00C81EFD"/>
    <w:rsid w:val="00C824F8"/>
    <w:rsid w:val="00C83006"/>
    <w:rsid w:val="00C8343A"/>
    <w:rsid w:val="00C83988"/>
    <w:rsid w:val="00C839A9"/>
    <w:rsid w:val="00C83C0C"/>
    <w:rsid w:val="00C83D1E"/>
    <w:rsid w:val="00C84569"/>
    <w:rsid w:val="00C84753"/>
    <w:rsid w:val="00C8565F"/>
    <w:rsid w:val="00C85FC6"/>
    <w:rsid w:val="00C8614D"/>
    <w:rsid w:val="00C86C4D"/>
    <w:rsid w:val="00C8701A"/>
    <w:rsid w:val="00C87053"/>
    <w:rsid w:val="00C87108"/>
    <w:rsid w:val="00C8795F"/>
    <w:rsid w:val="00C8797F"/>
    <w:rsid w:val="00C879E8"/>
    <w:rsid w:val="00C87B96"/>
    <w:rsid w:val="00C907BE"/>
    <w:rsid w:val="00C90AC8"/>
    <w:rsid w:val="00C90AE1"/>
    <w:rsid w:val="00C90B8A"/>
    <w:rsid w:val="00C90D8D"/>
    <w:rsid w:val="00C914F7"/>
    <w:rsid w:val="00C924E8"/>
    <w:rsid w:val="00C92822"/>
    <w:rsid w:val="00C92A0A"/>
    <w:rsid w:val="00C92DFA"/>
    <w:rsid w:val="00C92FDC"/>
    <w:rsid w:val="00C93F16"/>
    <w:rsid w:val="00C949E0"/>
    <w:rsid w:val="00C9510B"/>
    <w:rsid w:val="00C95199"/>
    <w:rsid w:val="00C951DD"/>
    <w:rsid w:val="00C95400"/>
    <w:rsid w:val="00C95949"/>
    <w:rsid w:val="00C95D82"/>
    <w:rsid w:val="00C95E4A"/>
    <w:rsid w:val="00C96253"/>
    <w:rsid w:val="00C9729D"/>
    <w:rsid w:val="00C973B4"/>
    <w:rsid w:val="00C97496"/>
    <w:rsid w:val="00C975D8"/>
    <w:rsid w:val="00C97640"/>
    <w:rsid w:val="00C97669"/>
    <w:rsid w:val="00C97D67"/>
    <w:rsid w:val="00CA0245"/>
    <w:rsid w:val="00CA03D8"/>
    <w:rsid w:val="00CA03FA"/>
    <w:rsid w:val="00CA04F4"/>
    <w:rsid w:val="00CA0767"/>
    <w:rsid w:val="00CA0913"/>
    <w:rsid w:val="00CA0C84"/>
    <w:rsid w:val="00CA0FF9"/>
    <w:rsid w:val="00CA12A8"/>
    <w:rsid w:val="00CA1547"/>
    <w:rsid w:val="00CA162B"/>
    <w:rsid w:val="00CA19D6"/>
    <w:rsid w:val="00CA19DE"/>
    <w:rsid w:val="00CA22FF"/>
    <w:rsid w:val="00CA26A4"/>
    <w:rsid w:val="00CA2B04"/>
    <w:rsid w:val="00CA2FC4"/>
    <w:rsid w:val="00CA359D"/>
    <w:rsid w:val="00CA3BA0"/>
    <w:rsid w:val="00CA423B"/>
    <w:rsid w:val="00CA45E9"/>
    <w:rsid w:val="00CA51CA"/>
    <w:rsid w:val="00CA5A97"/>
    <w:rsid w:val="00CA5B00"/>
    <w:rsid w:val="00CA5B28"/>
    <w:rsid w:val="00CA5F2A"/>
    <w:rsid w:val="00CA614C"/>
    <w:rsid w:val="00CA61CB"/>
    <w:rsid w:val="00CA6812"/>
    <w:rsid w:val="00CA701C"/>
    <w:rsid w:val="00CA71D2"/>
    <w:rsid w:val="00CA72C7"/>
    <w:rsid w:val="00CA77AA"/>
    <w:rsid w:val="00CB002E"/>
    <w:rsid w:val="00CB020F"/>
    <w:rsid w:val="00CB08EC"/>
    <w:rsid w:val="00CB0B0A"/>
    <w:rsid w:val="00CB0D57"/>
    <w:rsid w:val="00CB0E40"/>
    <w:rsid w:val="00CB10A8"/>
    <w:rsid w:val="00CB1132"/>
    <w:rsid w:val="00CB19B5"/>
    <w:rsid w:val="00CB243F"/>
    <w:rsid w:val="00CB2A0A"/>
    <w:rsid w:val="00CB2E40"/>
    <w:rsid w:val="00CB31A1"/>
    <w:rsid w:val="00CB33C6"/>
    <w:rsid w:val="00CB3479"/>
    <w:rsid w:val="00CB43E2"/>
    <w:rsid w:val="00CB4497"/>
    <w:rsid w:val="00CB540F"/>
    <w:rsid w:val="00CB585B"/>
    <w:rsid w:val="00CB5889"/>
    <w:rsid w:val="00CB6028"/>
    <w:rsid w:val="00CB67C4"/>
    <w:rsid w:val="00CB6896"/>
    <w:rsid w:val="00CB6AC1"/>
    <w:rsid w:val="00CB6C16"/>
    <w:rsid w:val="00CB758D"/>
    <w:rsid w:val="00CB7820"/>
    <w:rsid w:val="00CB79A3"/>
    <w:rsid w:val="00CB7D7A"/>
    <w:rsid w:val="00CB7EAF"/>
    <w:rsid w:val="00CC0561"/>
    <w:rsid w:val="00CC0D5A"/>
    <w:rsid w:val="00CC153D"/>
    <w:rsid w:val="00CC170D"/>
    <w:rsid w:val="00CC17E7"/>
    <w:rsid w:val="00CC1A05"/>
    <w:rsid w:val="00CC1A16"/>
    <w:rsid w:val="00CC1A5D"/>
    <w:rsid w:val="00CC2EBB"/>
    <w:rsid w:val="00CC30D6"/>
    <w:rsid w:val="00CC3136"/>
    <w:rsid w:val="00CC3410"/>
    <w:rsid w:val="00CC36F8"/>
    <w:rsid w:val="00CC40F2"/>
    <w:rsid w:val="00CC5022"/>
    <w:rsid w:val="00CC51A7"/>
    <w:rsid w:val="00CC582F"/>
    <w:rsid w:val="00CC5F5D"/>
    <w:rsid w:val="00CC61F5"/>
    <w:rsid w:val="00CC62AE"/>
    <w:rsid w:val="00CC63AF"/>
    <w:rsid w:val="00CC68D9"/>
    <w:rsid w:val="00CC6C38"/>
    <w:rsid w:val="00CC6E9A"/>
    <w:rsid w:val="00CC6EC3"/>
    <w:rsid w:val="00CC7228"/>
    <w:rsid w:val="00CC72E2"/>
    <w:rsid w:val="00CC7CF8"/>
    <w:rsid w:val="00CD009B"/>
    <w:rsid w:val="00CD0121"/>
    <w:rsid w:val="00CD0361"/>
    <w:rsid w:val="00CD2068"/>
    <w:rsid w:val="00CD22F4"/>
    <w:rsid w:val="00CD2EF8"/>
    <w:rsid w:val="00CD2F46"/>
    <w:rsid w:val="00CD3450"/>
    <w:rsid w:val="00CD3AA7"/>
    <w:rsid w:val="00CD3ECF"/>
    <w:rsid w:val="00CD40F2"/>
    <w:rsid w:val="00CD4811"/>
    <w:rsid w:val="00CD525F"/>
    <w:rsid w:val="00CD56E9"/>
    <w:rsid w:val="00CD6334"/>
    <w:rsid w:val="00CD6377"/>
    <w:rsid w:val="00CD661D"/>
    <w:rsid w:val="00CD6CC6"/>
    <w:rsid w:val="00CE0362"/>
    <w:rsid w:val="00CE0CDB"/>
    <w:rsid w:val="00CE0D90"/>
    <w:rsid w:val="00CE122A"/>
    <w:rsid w:val="00CE1573"/>
    <w:rsid w:val="00CE1BD8"/>
    <w:rsid w:val="00CE1DC1"/>
    <w:rsid w:val="00CE1F0A"/>
    <w:rsid w:val="00CE231F"/>
    <w:rsid w:val="00CE23BB"/>
    <w:rsid w:val="00CE28C8"/>
    <w:rsid w:val="00CE28F7"/>
    <w:rsid w:val="00CE2C5B"/>
    <w:rsid w:val="00CE2D10"/>
    <w:rsid w:val="00CE2ECB"/>
    <w:rsid w:val="00CE35A5"/>
    <w:rsid w:val="00CE35C1"/>
    <w:rsid w:val="00CE3880"/>
    <w:rsid w:val="00CE3999"/>
    <w:rsid w:val="00CE39F1"/>
    <w:rsid w:val="00CE4336"/>
    <w:rsid w:val="00CE4E2F"/>
    <w:rsid w:val="00CE5C9D"/>
    <w:rsid w:val="00CE605D"/>
    <w:rsid w:val="00CE64A2"/>
    <w:rsid w:val="00CE6CEF"/>
    <w:rsid w:val="00CE7076"/>
    <w:rsid w:val="00CE749A"/>
    <w:rsid w:val="00CE7503"/>
    <w:rsid w:val="00CE7506"/>
    <w:rsid w:val="00CF024A"/>
    <w:rsid w:val="00CF0B94"/>
    <w:rsid w:val="00CF10EC"/>
    <w:rsid w:val="00CF18F7"/>
    <w:rsid w:val="00CF21D0"/>
    <w:rsid w:val="00CF268C"/>
    <w:rsid w:val="00CF2984"/>
    <w:rsid w:val="00CF2FFB"/>
    <w:rsid w:val="00CF314E"/>
    <w:rsid w:val="00CF3531"/>
    <w:rsid w:val="00CF35C2"/>
    <w:rsid w:val="00CF425F"/>
    <w:rsid w:val="00CF4677"/>
    <w:rsid w:val="00CF47D1"/>
    <w:rsid w:val="00CF4DE1"/>
    <w:rsid w:val="00CF4F6D"/>
    <w:rsid w:val="00CF5018"/>
    <w:rsid w:val="00CF517F"/>
    <w:rsid w:val="00CF675C"/>
    <w:rsid w:val="00CF6BD8"/>
    <w:rsid w:val="00CF6FC6"/>
    <w:rsid w:val="00CF6FEA"/>
    <w:rsid w:val="00CF70A8"/>
    <w:rsid w:val="00CF71A2"/>
    <w:rsid w:val="00CF7459"/>
    <w:rsid w:val="00D004F1"/>
    <w:rsid w:val="00D008A2"/>
    <w:rsid w:val="00D00C27"/>
    <w:rsid w:val="00D01974"/>
    <w:rsid w:val="00D01AF9"/>
    <w:rsid w:val="00D01B4D"/>
    <w:rsid w:val="00D01E94"/>
    <w:rsid w:val="00D01F7C"/>
    <w:rsid w:val="00D022C8"/>
    <w:rsid w:val="00D0263C"/>
    <w:rsid w:val="00D032EF"/>
    <w:rsid w:val="00D03825"/>
    <w:rsid w:val="00D03C9C"/>
    <w:rsid w:val="00D03F52"/>
    <w:rsid w:val="00D04296"/>
    <w:rsid w:val="00D0479F"/>
    <w:rsid w:val="00D05427"/>
    <w:rsid w:val="00D064EB"/>
    <w:rsid w:val="00D06502"/>
    <w:rsid w:val="00D06720"/>
    <w:rsid w:val="00D0683E"/>
    <w:rsid w:val="00D06950"/>
    <w:rsid w:val="00D069CC"/>
    <w:rsid w:val="00D06FE9"/>
    <w:rsid w:val="00D0786D"/>
    <w:rsid w:val="00D07A52"/>
    <w:rsid w:val="00D07B7B"/>
    <w:rsid w:val="00D07C17"/>
    <w:rsid w:val="00D1065E"/>
    <w:rsid w:val="00D10D04"/>
    <w:rsid w:val="00D112BB"/>
    <w:rsid w:val="00D11890"/>
    <w:rsid w:val="00D11BF8"/>
    <w:rsid w:val="00D11D6D"/>
    <w:rsid w:val="00D12076"/>
    <w:rsid w:val="00D124F0"/>
    <w:rsid w:val="00D12638"/>
    <w:rsid w:val="00D147DB"/>
    <w:rsid w:val="00D14907"/>
    <w:rsid w:val="00D14B78"/>
    <w:rsid w:val="00D1524F"/>
    <w:rsid w:val="00D1580D"/>
    <w:rsid w:val="00D1583A"/>
    <w:rsid w:val="00D15A18"/>
    <w:rsid w:val="00D15B2C"/>
    <w:rsid w:val="00D15C25"/>
    <w:rsid w:val="00D15D1A"/>
    <w:rsid w:val="00D15F04"/>
    <w:rsid w:val="00D16809"/>
    <w:rsid w:val="00D16D26"/>
    <w:rsid w:val="00D16EEB"/>
    <w:rsid w:val="00D17B42"/>
    <w:rsid w:val="00D20099"/>
    <w:rsid w:val="00D2014A"/>
    <w:rsid w:val="00D2016B"/>
    <w:rsid w:val="00D21736"/>
    <w:rsid w:val="00D21947"/>
    <w:rsid w:val="00D2197F"/>
    <w:rsid w:val="00D21D1E"/>
    <w:rsid w:val="00D2215C"/>
    <w:rsid w:val="00D22C95"/>
    <w:rsid w:val="00D23BBD"/>
    <w:rsid w:val="00D23D26"/>
    <w:rsid w:val="00D23EAF"/>
    <w:rsid w:val="00D23F3A"/>
    <w:rsid w:val="00D24207"/>
    <w:rsid w:val="00D24B6D"/>
    <w:rsid w:val="00D24CC8"/>
    <w:rsid w:val="00D25589"/>
    <w:rsid w:val="00D2559E"/>
    <w:rsid w:val="00D265F6"/>
    <w:rsid w:val="00D26AA1"/>
    <w:rsid w:val="00D2740D"/>
    <w:rsid w:val="00D27486"/>
    <w:rsid w:val="00D27715"/>
    <w:rsid w:val="00D27A5D"/>
    <w:rsid w:val="00D27B69"/>
    <w:rsid w:val="00D27D27"/>
    <w:rsid w:val="00D3016C"/>
    <w:rsid w:val="00D30C1E"/>
    <w:rsid w:val="00D30DA5"/>
    <w:rsid w:val="00D30E82"/>
    <w:rsid w:val="00D30F5D"/>
    <w:rsid w:val="00D310CB"/>
    <w:rsid w:val="00D31659"/>
    <w:rsid w:val="00D31F84"/>
    <w:rsid w:val="00D327F6"/>
    <w:rsid w:val="00D333A3"/>
    <w:rsid w:val="00D33456"/>
    <w:rsid w:val="00D337FD"/>
    <w:rsid w:val="00D3416D"/>
    <w:rsid w:val="00D341E4"/>
    <w:rsid w:val="00D349BA"/>
    <w:rsid w:val="00D3529D"/>
    <w:rsid w:val="00D35311"/>
    <w:rsid w:val="00D367E0"/>
    <w:rsid w:val="00D36EF8"/>
    <w:rsid w:val="00D37764"/>
    <w:rsid w:val="00D37C38"/>
    <w:rsid w:val="00D37CB1"/>
    <w:rsid w:val="00D37CC8"/>
    <w:rsid w:val="00D400E7"/>
    <w:rsid w:val="00D40409"/>
    <w:rsid w:val="00D409D8"/>
    <w:rsid w:val="00D410B8"/>
    <w:rsid w:val="00D41380"/>
    <w:rsid w:val="00D41405"/>
    <w:rsid w:val="00D41634"/>
    <w:rsid w:val="00D4168B"/>
    <w:rsid w:val="00D416D6"/>
    <w:rsid w:val="00D4187A"/>
    <w:rsid w:val="00D41DCB"/>
    <w:rsid w:val="00D42073"/>
    <w:rsid w:val="00D42256"/>
    <w:rsid w:val="00D42EC5"/>
    <w:rsid w:val="00D43029"/>
    <w:rsid w:val="00D43702"/>
    <w:rsid w:val="00D43741"/>
    <w:rsid w:val="00D439E1"/>
    <w:rsid w:val="00D43BA9"/>
    <w:rsid w:val="00D443CE"/>
    <w:rsid w:val="00D4452E"/>
    <w:rsid w:val="00D448B5"/>
    <w:rsid w:val="00D44C34"/>
    <w:rsid w:val="00D45120"/>
    <w:rsid w:val="00D45398"/>
    <w:rsid w:val="00D457B5"/>
    <w:rsid w:val="00D45A4D"/>
    <w:rsid w:val="00D45C39"/>
    <w:rsid w:val="00D46733"/>
    <w:rsid w:val="00D46D45"/>
    <w:rsid w:val="00D47018"/>
    <w:rsid w:val="00D47623"/>
    <w:rsid w:val="00D47DA9"/>
    <w:rsid w:val="00D47F9B"/>
    <w:rsid w:val="00D500E7"/>
    <w:rsid w:val="00D509F0"/>
    <w:rsid w:val="00D50ED4"/>
    <w:rsid w:val="00D50F07"/>
    <w:rsid w:val="00D5122A"/>
    <w:rsid w:val="00D5128E"/>
    <w:rsid w:val="00D51A9B"/>
    <w:rsid w:val="00D51BD6"/>
    <w:rsid w:val="00D51DB2"/>
    <w:rsid w:val="00D52033"/>
    <w:rsid w:val="00D5206D"/>
    <w:rsid w:val="00D5227A"/>
    <w:rsid w:val="00D527C0"/>
    <w:rsid w:val="00D527EA"/>
    <w:rsid w:val="00D528F0"/>
    <w:rsid w:val="00D52BF1"/>
    <w:rsid w:val="00D52E82"/>
    <w:rsid w:val="00D52F4E"/>
    <w:rsid w:val="00D5326B"/>
    <w:rsid w:val="00D5329C"/>
    <w:rsid w:val="00D537DA"/>
    <w:rsid w:val="00D53890"/>
    <w:rsid w:val="00D53CBB"/>
    <w:rsid w:val="00D53D8E"/>
    <w:rsid w:val="00D53DFA"/>
    <w:rsid w:val="00D53F6D"/>
    <w:rsid w:val="00D5444F"/>
    <w:rsid w:val="00D54A5F"/>
    <w:rsid w:val="00D54CF8"/>
    <w:rsid w:val="00D550F4"/>
    <w:rsid w:val="00D55193"/>
    <w:rsid w:val="00D551ED"/>
    <w:rsid w:val="00D552EC"/>
    <w:rsid w:val="00D55445"/>
    <w:rsid w:val="00D55605"/>
    <w:rsid w:val="00D55F34"/>
    <w:rsid w:val="00D5656C"/>
    <w:rsid w:val="00D56599"/>
    <w:rsid w:val="00D56BBA"/>
    <w:rsid w:val="00D571DD"/>
    <w:rsid w:val="00D57651"/>
    <w:rsid w:val="00D57B7F"/>
    <w:rsid w:val="00D57D96"/>
    <w:rsid w:val="00D601F6"/>
    <w:rsid w:val="00D6029F"/>
    <w:rsid w:val="00D607A2"/>
    <w:rsid w:val="00D60FBC"/>
    <w:rsid w:val="00D61190"/>
    <w:rsid w:val="00D61562"/>
    <w:rsid w:val="00D61774"/>
    <w:rsid w:val="00D6195C"/>
    <w:rsid w:val="00D6196E"/>
    <w:rsid w:val="00D61A03"/>
    <w:rsid w:val="00D61D41"/>
    <w:rsid w:val="00D61EB4"/>
    <w:rsid w:val="00D620D5"/>
    <w:rsid w:val="00D62622"/>
    <w:rsid w:val="00D626EB"/>
    <w:rsid w:val="00D62818"/>
    <w:rsid w:val="00D62E51"/>
    <w:rsid w:val="00D63014"/>
    <w:rsid w:val="00D63232"/>
    <w:rsid w:val="00D63765"/>
    <w:rsid w:val="00D63A64"/>
    <w:rsid w:val="00D6433A"/>
    <w:rsid w:val="00D659AE"/>
    <w:rsid w:val="00D65C16"/>
    <w:rsid w:val="00D6680A"/>
    <w:rsid w:val="00D6695B"/>
    <w:rsid w:val="00D66B57"/>
    <w:rsid w:val="00D66CAE"/>
    <w:rsid w:val="00D66D75"/>
    <w:rsid w:val="00D67555"/>
    <w:rsid w:val="00D67590"/>
    <w:rsid w:val="00D67FC9"/>
    <w:rsid w:val="00D709E7"/>
    <w:rsid w:val="00D711A8"/>
    <w:rsid w:val="00D7151E"/>
    <w:rsid w:val="00D718EA"/>
    <w:rsid w:val="00D71956"/>
    <w:rsid w:val="00D720B4"/>
    <w:rsid w:val="00D72B54"/>
    <w:rsid w:val="00D72F69"/>
    <w:rsid w:val="00D736C2"/>
    <w:rsid w:val="00D73A4C"/>
    <w:rsid w:val="00D73B40"/>
    <w:rsid w:val="00D7469D"/>
    <w:rsid w:val="00D748FF"/>
    <w:rsid w:val="00D74C6A"/>
    <w:rsid w:val="00D74CA9"/>
    <w:rsid w:val="00D756AE"/>
    <w:rsid w:val="00D7608E"/>
    <w:rsid w:val="00D761BB"/>
    <w:rsid w:val="00D7780C"/>
    <w:rsid w:val="00D77928"/>
    <w:rsid w:val="00D77BAC"/>
    <w:rsid w:val="00D803A0"/>
    <w:rsid w:val="00D80AF7"/>
    <w:rsid w:val="00D80B71"/>
    <w:rsid w:val="00D81546"/>
    <w:rsid w:val="00D82901"/>
    <w:rsid w:val="00D8335A"/>
    <w:rsid w:val="00D83F3C"/>
    <w:rsid w:val="00D83FA8"/>
    <w:rsid w:val="00D840D1"/>
    <w:rsid w:val="00D8497A"/>
    <w:rsid w:val="00D849EE"/>
    <w:rsid w:val="00D84B57"/>
    <w:rsid w:val="00D85113"/>
    <w:rsid w:val="00D860A1"/>
    <w:rsid w:val="00D860F6"/>
    <w:rsid w:val="00D8658B"/>
    <w:rsid w:val="00D86795"/>
    <w:rsid w:val="00D86DA5"/>
    <w:rsid w:val="00D87BC3"/>
    <w:rsid w:val="00D900A2"/>
    <w:rsid w:val="00D90337"/>
    <w:rsid w:val="00D90821"/>
    <w:rsid w:val="00D9083F"/>
    <w:rsid w:val="00D90CA0"/>
    <w:rsid w:val="00D9168D"/>
    <w:rsid w:val="00D921A7"/>
    <w:rsid w:val="00D921F4"/>
    <w:rsid w:val="00D92B37"/>
    <w:rsid w:val="00D93009"/>
    <w:rsid w:val="00D93565"/>
    <w:rsid w:val="00D9444A"/>
    <w:rsid w:val="00D9458E"/>
    <w:rsid w:val="00D94A8D"/>
    <w:rsid w:val="00D9583E"/>
    <w:rsid w:val="00D95A70"/>
    <w:rsid w:val="00D96131"/>
    <w:rsid w:val="00D9636A"/>
    <w:rsid w:val="00D96BB7"/>
    <w:rsid w:val="00D96C24"/>
    <w:rsid w:val="00D97068"/>
    <w:rsid w:val="00D9722E"/>
    <w:rsid w:val="00D972D0"/>
    <w:rsid w:val="00D978B2"/>
    <w:rsid w:val="00D97F19"/>
    <w:rsid w:val="00DA0567"/>
    <w:rsid w:val="00DA07F4"/>
    <w:rsid w:val="00DA0A21"/>
    <w:rsid w:val="00DA0C6C"/>
    <w:rsid w:val="00DA0F6E"/>
    <w:rsid w:val="00DA110D"/>
    <w:rsid w:val="00DA1183"/>
    <w:rsid w:val="00DA12BD"/>
    <w:rsid w:val="00DA18EB"/>
    <w:rsid w:val="00DA22CC"/>
    <w:rsid w:val="00DA25D4"/>
    <w:rsid w:val="00DA294A"/>
    <w:rsid w:val="00DA2AA5"/>
    <w:rsid w:val="00DA2EBD"/>
    <w:rsid w:val="00DA3253"/>
    <w:rsid w:val="00DA3263"/>
    <w:rsid w:val="00DA3416"/>
    <w:rsid w:val="00DA38E8"/>
    <w:rsid w:val="00DA39A0"/>
    <w:rsid w:val="00DA3D92"/>
    <w:rsid w:val="00DA499A"/>
    <w:rsid w:val="00DA4ACB"/>
    <w:rsid w:val="00DA4CD0"/>
    <w:rsid w:val="00DA4EA7"/>
    <w:rsid w:val="00DA51C2"/>
    <w:rsid w:val="00DA5EC8"/>
    <w:rsid w:val="00DA5F9F"/>
    <w:rsid w:val="00DA648D"/>
    <w:rsid w:val="00DA7E61"/>
    <w:rsid w:val="00DA7FFA"/>
    <w:rsid w:val="00DB0502"/>
    <w:rsid w:val="00DB05DC"/>
    <w:rsid w:val="00DB0B94"/>
    <w:rsid w:val="00DB0F04"/>
    <w:rsid w:val="00DB11FF"/>
    <w:rsid w:val="00DB13D6"/>
    <w:rsid w:val="00DB1501"/>
    <w:rsid w:val="00DB1751"/>
    <w:rsid w:val="00DB18BE"/>
    <w:rsid w:val="00DB1D54"/>
    <w:rsid w:val="00DB1EEC"/>
    <w:rsid w:val="00DB28D7"/>
    <w:rsid w:val="00DB29AA"/>
    <w:rsid w:val="00DB2CB6"/>
    <w:rsid w:val="00DB3149"/>
    <w:rsid w:val="00DB31AD"/>
    <w:rsid w:val="00DB3213"/>
    <w:rsid w:val="00DB3897"/>
    <w:rsid w:val="00DB3EAA"/>
    <w:rsid w:val="00DB5121"/>
    <w:rsid w:val="00DB5210"/>
    <w:rsid w:val="00DB5513"/>
    <w:rsid w:val="00DB5CC1"/>
    <w:rsid w:val="00DB68D0"/>
    <w:rsid w:val="00DB6990"/>
    <w:rsid w:val="00DB6BD3"/>
    <w:rsid w:val="00DB6C37"/>
    <w:rsid w:val="00DB6CF9"/>
    <w:rsid w:val="00DB6D9F"/>
    <w:rsid w:val="00DB70B4"/>
    <w:rsid w:val="00DB739D"/>
    <w:rsid w:val="00DB7A62"/>
    <w:rsid w:val="00DC003D"/>
    <w:rsid w:val="00DC00F5"/>
    <w:rsid w:val="00DC0AF1"/>
    <w:rsid w:val="00DC0C95"/>
    <w:rsid w:val="00DC113E"/>
    <w:rsid w:val="00DC14BC"/>
    <w:rsid w:val="00DC2345"/>
    <w:rsid w:val="00DC24D6"/>
    <w:rsid w:val="00DC26B3"/>
    <w:rsid w:val="00DC279F"/>
    <w:rsid w:val="00DC2A14"/>
    <w:rsid w:val="00DC2EAA"/>
    <w:rsid w:val="00DC392B"/>
    <w:rsid w:val="00DC3A8F"/>
    <w:rsid w:val="00DC3E3C"/>
    <w:rsid w:val="00DC401A"/>
    <w:rsid w:val="00DC4329"/>
    <w:rsid w:val="00DC443B"/>
    <w:rsid w:val="00DC49ED"/>
    <w:rsid w:val="00DC4AEB"/>
    <w:rsid w:val="00DC4B4B"/>
    <w:rsid w:val="00DC4CC1"/>
    <w:rsid w:val="00DC4CF1"/>
    <w:rsid w:val="00DC4D04"/>
    <w:rsid w:val="00DC4D4F"/>
    <w:rsid w:val="00DC4FE3"/>
    <w:rsid w:val="00DC52FD"/>
    <w:rsid w:val="00DC5C25"/>
    <w:rsid w:val="00DC6B86"/>
    <w:rsid w:val="00DC7211"/>
    <w:rsid w:val="00DC7573"/>
    <w:rsid w:val="00DC7C8A"/>
    <w:rsid w:val="00DC7EB4"/>
    <w:rsid w:val="00DD0388"/>
    <w:rsid w:val="00DD04DE"/>
    <w:rsid w:val="00DD083D"/>
    <w:rsid w:val="00DD08F3"/>
    <w:rsid w:val="00DD0EC6"/>
    <w:rsid w:val="00DD11EC"/>
    <w:rsid w:val="00DD17B9"/>
    <w:rsid w:val="00DD1AE5"/>
    <w:rsid w:val="00DD1BDE"/>
    <w:rsid w:val="00DD205F"/>
    <w:rsid w:val="00DD25DB"/>
    <w:rsid w:val="00DD27D1"/>
    <w:rsid w:val="00DD28F9"/>
    <w:rsid w:val="00DD2C5F"/>
    <w:rsid w:val="00DD2D57"/>
    <w:rsid w:val="00DD2EC4"/>
    <w:rsid w:val="00DD30A7"/>
    <w:rsid w:val="00DD4277"/>
    <w:rsid w:val="00DD4A70"/>
    <w:rsid w:val="00DD4BAC"/>
    <w:rsid w:val="00DD4F3C"/>
    <w:rsid w:val="00DD514E"/>
    <w:rsid w:val="00DD586D"/>
    <w:rsid w:val="00DD611A"/>
    <w:rsid w:val="00DD6174"/>
    <w:rsid w:val="00DD6E91"/>
    <w:rsid w:val="00DD6E95"/>
    <w:rsid w:val="00DD708A"/>
    <w:rsid w:val="00DD77D1"/>
    <w:rsid w:val="00DD7951"/>
    <w:rsid w:val="00DD7CA6"/>
    <w:rsid w:val="00DD7D30"/>
    <w:rsid w:val="00DD7FF4"/>
    <w:rsid w:val="00DE0CDA"/>
    <w:rsid w:val="00DE0E6E"/>
    <w:rsid w:val="00DE1252"/>
    <w:rsid w:val="00DE1D98"/>
    <w:rsid w:val="00DE1E6C"/>
    <w:rsid w:val="00DE1E9B"/>
    <w:rsid w:val="00DE2012"/>
    <w:rsid w:val="00DE3889"/>
    <w:rsid w:val="00DE3B03"/>
    <w:rsid w:val="00DE3D17"/>
    <w:rsid w:val="00DE40A3"/>
    <w:rsid w:val="00DE417A"/>
    <w:rsid w:val="00DE42DD"/>
    <w:rsid w:val="00DE453D"/>
    <w:rsid w:val="00DE4865"/>
    <w:rsid w:val="00DE4BFB"/>
    <w:rsid w:val="00DE54EB"/>
    <w:rsid w:val="00DE57E5"/>
    <w:rsid w:val="00DE58CB"/>
    <w:rsid w:val="00DE6038"/>
    <w:rsid w:val="00DE60AA"/>
    <w:rsid w:val="00DE60D5"/>
    <w:rsid w:val="00DE60D6"/>
    <w:rsid w:val="00DE6275"/>
    <w:rsid w:val="00DE673A"/>
    <w:rsid w:val="00DE70D4"/>
    <w:rsid w:val="00DE76FA"/>
    <w:rsid w:val="00DE7C79"/>
    <w:rsid w:val="00DE7CD1"/>
    <w:rsid w:val="00DF0752"/>
    <w:rsid w:val="00DF0959"/>
    <w:rsid w:val="00DF0D26"/>
    <w:rsid w:val="00DF1036"/>
    <w:rsid w:val="00DF2343"/>
    <w:rsid w:val="00DF2A74"/>
    <w:rsid w:val="00DF2B39"/>
    <w:rsid w:val="00DF2C3F"/>
    <w:rsid w:val="00DF2CC8"/>
    <w:rsid w:val="00DF2E3D"/>
    <w:rsid w:val="00DF2E67"/>
    <w:rsid w:val="00DF2EA3"/>
    <w:rsid w:val="00DF2EC3"/>
    <w:rsid w:val="00DF426D"/>
    <w:rsid w:val="00DF463B"/>
    <w:rsid w:val="00DF4AC9"/>
    <w:rsid w:val="00DF4B39"/>
    <w:rsid w:val="00DF4E71"/>
    <w:rsid w:val="00DF53CA"/>
    <w:rsid w:val="00DF54FC"/>
    <w:rsid w:val="00DF5FFD"/>
    <w:rsid w:val="00DF667D"/>
    <w:rsid w:val="00DF68EF"/>
    <w:rsid w:val="00DF6C2D"/>
    <w:rsid w:val="00DF7A38"/>
    <w:rsid w:val="00DF7CB3"/>
    <w:rsid w:val="00DF7F1C"/>
    <w:rsid w:val="00E0048F"/>
    <w:rsid w:val="00E00497"/>
    <w:rsid w:val="00E00626"/>
    <w:rsid w:val="00E00698"/>
    <w:rsid w:val="00E00CB7"/>
    <w:rsid w:val="00E00D33"/>
    <w:rsid w:val="00E01101"/>
    <w:rsid w:val="00E0166B"/>
    <w:rsid w:val="00E01F41"/>
    <w:rsid w:val="00E01F56"/>
    <w:rsid w:val="00E01FD6"/>
    <w:rsid w:val="00E0255A"/>
    <w:rsid w:val="00E0266B"/>
    <w:rsid w:val="00E026DF"/>
    <w:rsid w:val="00E02828"/>
    <w:rsid w:val="00E02E55"/>
    <w:rsid w:val="00E02EDF"/>
    <w:rsid w:val="00E03513"/>
    <w:rsid w:val="00E0388B"/>
    <w:rsid w:val="00E0402E"/>
    <w:rsid w:val="00E04228"/>
    <w:rsid w:val="00E042F8"/>
    <w:rsid w:val="00E04528"/>
    <w:rsid w:val="00E04652"/>
    <w:rsid w:val="00E04F82"/>
    <w:rsid w:val="00E0506B"/>
    <w:rsid w:val="00E05C11"/>
    <w:rsid w:val="00E05D82"/>
    <w:rsid w:val="00E06031"/>
    <w:rsid w:val="00E06834"/>
    <w:rsid w:val="00E06CD4"/>
    <w:rsid w:val="00E075E4"/>
    <w:rsid w:val="00E079AB"/>
    <w:rsid w:val="00E07AC8"/>
    <w:rsid w:val="00E1020D"/>
    <w:rsid w:val="00E10A7F"/>
    <w:rsid w:val="00E11301"/>
    <w:rsid w:val="00E11735"/>
    <w:rsid w:val="00E11A66"/>
    <w:rsid w:val="00E12267"/>
    <w:rsid w:val="00E12811"/>
    <w:rsid w:val="00E12874"/>
    <w:rsid w:val="00E12B07"/>
    <w:rsid w:val="00E13345"/>
    <w:rsid w:val="00E13966"/>
    <w:rsid w:val="00E148DE"/>
    <w:rsid w:val="00E14DBE"/>
    <w:rsid w:val="00E14FDC"/>
    <w:rsid w:val="00E155DA"/>
    <w:rsid w:val="00E15A00"/>
    <w:rsid w:val="00E15BA9"/>
    <w:rsid w:val="00E15D35"/>
    <w:rsid w:val="00E1608D"/>
    <w:rsid w:val="00E1704D"/>
    <w:rsid w:val="00E17909"/>
    <w:rsid w:val="00E17D05"/>
    <w:rsid w:val="00E203DD"/>
    <w:rsid w:val="00E2077A"/>
    <w:rsid w:val="00E20858"/>
    <w:rsid w:val="00E20A87"/>
    <w:rsid w:val="00E20C6B"/>
    <w:rsid w:val="00E213B9"/>
    <w:rsid w:val="00E213FA"/>
    <w:rsid w:val="00E21502"/>
    <w:rsid w:val="00E215A7"/>
    <w:rsid w:val="00E21E30"/>
    <w:rsid w:val="00E21E38"/>
    <w:rsid w:val="00E21E46"/>
    <w:rsid w:val="00E2220F"/>
    <w:rsid w:val="00E223FF"/>
    <w:rsid w:val="00E225CA"/>
    <w:rsid w:val="00E2267A"/>
    <w:rsid w:val="00E2276F"/>
    <w:rsid w:val="00E22783"/>
    <w:rsid w:val="00E22973"/>
    <w:rsid w:val="00E22C9F"/>
    <w:rsid w:val="00E230ED"/>
    <w:rsid w:val="00E236F2"/>
    <w:rsid w:val="00E239B6"/>
    <w:rsid w:val="00E23C8F"/>
    <w:rsid w:val="00E24162"/>
    <w:rsid w:val="00E244FA"/>
    <w:rsid w:val="00E246D6"/>
    <w:rsid w:val="00E24EED"/>
    <w:rsid w:val="00E25429"/>
    <w:rsid w:val="00E2569C"/>
    <w:rsid w:val="00E25776"/>
    <w:rsid w:val="00E25B1F"/>
    <w:rsid w:val="00E25E13"/>
    <w:rsid w:val="00E25F7C"/>
    <w:rsid w:val="00E26668"/>
    <w:rsid w:val="00E2682A"/>
    <w:rsid w:val="00E26A44"/>
    <w:rsid w:val="00E27334"/>
    <w:rsid w:val="00E27B10"/>
    <w:rsid w:val="00E30050"/>
    <w:rsid w:val="00E30691"/>
    <w:rsid w:val="00E306D8"/>
    <w:rsid w:val="00E30C3F"/>
    <w:rsid w:val="00E30FD2"/>
    <w:rsid w:val="00E319B5"/>
    <w:rsid w:val="00E31CD2"/>
    <w:rsid w:val="00E31CEC"/>
    <w:rsid w:val="00E31D54"/>
    <w:rsid w:val="00E324A0"/>
    <w:rsid w:val="00E324E8"/>
    <w:rsid w:val="00E32B7C"/>
    <w:rsid w:val="00E32EB9"/>
    <w:rsid w:val="00E33105"/>
    <w:rsid w:val="00E3322B"/>
    <w:rsid w:val="00E3341D"/>
    <w:rsid w:val="00E3343A"/>
    <w:rsid w:val="00E3371D"/>
    <w:rsid w:val="00E338E8"/>
    <w:rsid w:val="00E342DD"/>
    <w:rsid w:val="00E3451A"/>
    <w:rsid w:val="00E34650"/>
    <w:rsid w:val="00E3467B"/>
    <w:rsid w:val="00E34842"/>
    <w:rsid w:val="00E3529C"/>
    <w:rsid w:val="00E353B3"/>
    <w:rsid w:val="00E35936"/>
    <w:rsid w:val="00E35C13"/>
    <w:rsid w:val="00E35CBD"/>
    <w:rsid w:val="00E36C29"/>
    <w:rsid w:val="00E36DB1"/>
    <w:rsid w:val="00E36E1D"/>
    <w:rsid w:val="00E37054"/>
    <w:rsid w:val="00E376E9"/>
    <w:rsid w:val="00E37993"/>
    <w:rsid w:val="00E37ACF"/>
    <w:rsid w:val="00E37B31"/>
    <w:rsid w:val="00E37C07"/>
    <w:rsid w:val="00E37C38"/>
    <w:rsid w:val="00E37CC4"/>
    <w:rsid w:val="00E37F72"/>
    <w:rsid w:val="00E400A8"/>
    <w:rsid w:val="00E401A4"/>
    <w:rsid w:val="00E401BD"/>
    <w:rsid w:val="00E40282"/>
    <w:rsid w:val="00E40643"/>
    <w:rsid w:val="00E40B80"/>
    <w:rsid w:val="00E40ECA"/>
    <w:rsid w:val="00E40F37"/>
    <w:rsid w:val="00E412F6"/>
    <w:rsid w:val="00E41300"/>
    <w:rsid w:val="00E41381"/>
    <w:rsid w:val="00E414C3"/>
    <w:rsid w:val="00E415BF"/>
    <w:rsid w:val="00E42022"/>
    <w:rsid w:val="00E42083"/>
    <w:rsid w:val="00E424BD"/>
    <w:rsid w:val="00E42D4F"/>
    <w:rsid w:val="00E42F9F"/>
    <w:rsid w:val="00E43131"/>
    <w:rsid w:val="00E43766"/>
    <w:rsid w:val="00E43782"/>
    <w:rsid w:val="00E43C2F"/>
    <w:rsid w:val="00E43C97"/>
    <w:rsid w:val="00E43E84"/>
    <w:rsid w:val="00E43EDD"/>
    <w:rsid w:val="00E443AE"/>
    <w:rsid w:val="00E44C4E"/>
    <w:rsid w:val="00E44D1B"/>
    <w:rsid w:val="00E44DAA"/>
    <w:rsid w:val="00E44F19"/>
    <w:rsid w:val="00E44FA2"/>
    <w:rsid w:val="00E45601"/>
    <w:rsid w:val="00E45B62"/>
    <w:rsid w:val="00E45B9E"/>
    <w:rsid w:val="00E45E4B"/>
    <w:rsid w:val="00E46221"/>
    <w:rsid w:val="00E463AD"/>
    <w:rsid w:val="00E46A48"/>
    <w:rsid w:val="00E46ABB"/>
    <w:rsid w:val="00E46BC7"/>
    <w:rsid w:val="00E46E50"/>
    <w:rsid w:val="00E46E69"/>
    <w:rsid w:val="00E47138"/>
    <w:rsid w:val="00E4745D"/>
    <w:rsid w:val="00E4770C"/>
    <w:rsid w:val="00E47851"/>
    <w:rsid w:val="00E5023F"/>
    <w:rsid w:val="00E502CD"/>
    <w:rsid w:val="00E50ABD"/>
    <w:rsid w:val="00E51446"/>
    <w:rsid w:val="00E518C8"/>
    <w:rsid w:val="00E51C79"/>
    <w:rsid w:val="00E51DA4"/>
    <w:rsid w:val="00E5207F"/>
    <w:rsid w:val="00E52390"/>
    <w:rsid w:val="00E52610"/>
    <w:rsid w:val="00E52CCE"/>
    <w:rsid w:val="00E53023"/>
    <w:rsid w:val="00E531D1"/>
    <w:rsid w:val="00E53436"/>
    <w:rsid w:val="00E534A4"/>
    <w:rsid w:val="00E5370B"/>
    <w:rsid w:val="00E5374B"/>
    <w:rsid w:val="00E545C4"/>
    <w:rsid w:val="00E5472B"/>
    <w:rsid w:val="00E55310"/>
    <w:rsid w:val="00E55636"/>
    <w:rsid w:val="00E55F86"/>
    <w:rsid w:val="00E561A9"/>
    <w:rsid w:val="00E563D0"/>
    <w:rsid w:val="00E56506"/>
    <w:rsid w:val="00E56771"/>
    <w:rsid w:val="00E56FA5"/>
    <w:rsid w:val="00E57009"/>
    <w:rsid w:val="00E60115"/>
    <w:rsid w:val="00E60407"/>
    <w:rsid w:val="00E60B13"/>
    <w:rsid w:val="00E60D79"/>
    <w:rsid w:val="00E6118F"/>
    <w:rsid w:val="00E611B0"/>
    <w:rsid w:val="00E61600"/>
    <w:rsid w:val="00E61848"/>
    <w:rsid w:val="00E618BE"/>
    <w:rsid w:val="00E62547"/>
    <w:rsid w:val="00E62FF8"/>
    <w:rsid w:val="00E63C31"/>
    <w:rsid w:val="00E63DB1"/>
    <w:rsid w:val="00E64606"/>
    <w:rsid w:val="00E6551B"/>
    <w:rsid w:val="00E65D95"/>
    <w:rsid w:val="00E65EC1"/>
    <w:rsid w:val="00E66515"/>
    <w:rsid w:val="00E66582"/>
    <w:rsid w:val="00E666C2"/>
    <w:rsid w:val="00E6672C"/>
    <w:rsid w:val="00E66B1D"/>
    <w:rsid w:val="00E66D4F"/>
    <w:rsid w:val="00E66DAD"/>
    <w:rsid w:val="00E6733E"/>
    <w:rsid w:val="00E6740A"/>
    <w:rsid w:val="00E6771A"/>
    <w:rsid w:val="00E70516"/>
    <w:rsid w:val="00E70529"/>
    <w:rsid w:val="00E70956"/>
    <w:rsid w:val="00E713E8"/>
    <w:rsid w:val="00E7141C"/>
    <w:rsid w:val="00E7155F"/>
    <w:rsid w:val="00E71720"/>
    <w:rsid w:val="00E71CEC"/>
    <w:rsid w:val="00E725B9"/>
    <w:rsid w:val="00E72635"/>
    <w:rsid w:val="00E72957"/>
    <w:rsid w:val="00E729A2"/>
    <w:rsid w:val="00E73026"/>
    <w:rsid w:val="00E733A4"/>
    <w:rsid w:val="00E73806"/>
    <w:rsid w:val="00E73D38"/>
    <w:rsid w:val="00E73EB7"/>
    <w:rsid w:val="00E7483A"/>
    <w:rsid w:val="00E748A3"/>
    <w:rsid w:val="00E74A12"/>
    <w:rsid w:val="00E75211"/>
    <w:rsid w:val="00E754A7"/>
    <w:rsid w:val="00E75631"/>
    <w:rsid w:val="00E76673"/>
    <w:rsid w:val="00E76A6B"/>
    <w:rsid w:val="00E770D6"/>
    <w:rsid w:val="00E77944"/>
    <w:rsid w:val="00E77BF2"/>
    <w:rsid w:val="00E77D3D"/>
    <w:rsid w:val="00E80AA6"/>
    <w:rsid w:val="00E80B77"/>
    <w:rsid w:val="00E80B7C"/>
    <w:rsid w:val="00E80D1E"/>
    <w:rsid w:val="00E80E28"/>
    <w:rsid w:val="00E81117"/>
    <w:rsid w:val="00E817C6"/>
    <w:rsid w:val="00E81E52"/>
    <w:rsid w:val="00E81EEE"/>
    <w:rsid w:val="00E82583"/>
    <w:rsid w:val="00E8274D"/>
    <w:rsid w:val="00E829FA"/>
    <w:rsid w:val="00E82C2D"/>
    <w:rsid w:val="00E82D18"/>
    <w:rsid w:val="00E82DF9"/>
    <w:rsid w:val="00E8338A"/>
    <w:rsid w:val="00E83601"/>
    <w:rsid w:val="00E8419C"/>
    <w:rsid w:val="00E847A7"/>
    <w:rsid w:val="00E848F5"/>
    <w:rsid w:val="00E84921"/>
    <w:rsid w:val="00E84B19"/>
    <w:rsid w:val="00E84CFB"/>
    <w:rsid w:val="00E852A4"/>
    <w:rsid w:val="00E85575"/>
    <w:rsid w:val="00E85B24"/>
    <w:rsid w:val="00E85C7A"/>
    <w:rsid w:val="00E85DB9"/>
    <w:rsid w:val="00E85E24"/>
    <w:rsid w:val="00E860BB"/>
    <w:rsid w:val="00E862FE"/>
    <w:rsid w:val="00E87116"/>
    <w:rsid w:val="00E8754C"/>
    <w:rsid w:val="00E87558"/>
    <w:rsid w:val="00E875E5"/>
    <w:rsid w:val="00E87773"/>
    <w:rsid w:val="00E87D42"/>
    <w:rsid w:val="00E905CA"/>
    <w:rsid w:val="00E909D9"/>
    <w:rsid w:val="00E90D43"/>
    <w:rsid w:val="00E912EE"/>
    <w:rsid w:val="00E913DE"/>
    <w:rsid w:val="00E917FF"/>
    <w:rsid w:val="00E91AA2"/>
    <w:rsid w:val="00E91AAA"/>
    <w:rsid w:val="00E91CE4"/>
    <w:rsid w:val="00E91F17"/>
    <w:rsid w:val="00E920D5"/>
    <w:rsid w:val="00E9230F"/>
    <w:rsid w:val="00E926F4"/>
    <w:rsid w:val="00E92D45"/>
    <w:rsid w:val="00E92EA7"/>
    <w:rsid w:val="00E93496"/>
    <w:rsid w:val="00E94714"/>
    <w:rsid w:val="00E95D4A"/>
    <w:rsid w:val="00E96333"/>
    <w:rsid w:val="00E968D0"/>
    <w:rsid w:val="00E96917"/>
    <w:rsid w:val="00E96953"/>
    <w:rsid w:val="00EA0C2A"/>
    <w:rsid w:val="00EA0CA2"/>
    <w:rsid w:val="00EA0E4E"/>
    <w:rsid w:val="00EA133B"/>
    <w:rsid w:val="00EA14BA"/>
    <w:rsid w:val="00EA16DB"/>
    <w:rsid w:val="00EA1A1D"/>
    <w:rsid w:val="00EA1EE5"/>
    <w:rsid w:val="00EA224A"/>
    <w:rsid w:val="00EA296C"/>
    <w:rsid w:val="00EA29FC"/>
    <w:rsid w:val="00EA2C5F"/>
    <w:rsid w:val="00EA3BA6"/>
    <w:rsid w:val="00EA3EDD"/>
    <w:rsid w:val="00EA46A1"/>
    <w:rsid w:val="00EA4C2E"/>
    <w:rsid w:val="00EA5941"/>
    <w:rsid w:val="00EA5C7A"/>
    <w:rsid w:val="00EA5F11"/>
    <w:rsid w:val="00EA61A7"/>
    <w:rsid w:val="00EA65B2"/>
    <w:rsid w:val="00EA76CA"/>
    <w:rsid w:val="00EA7790"/>
    <w:rsid w:val="00EA7823"/>
    <w:rsid w:val="00EA7D9B"/>
    <w:rsid w:val="00EB0508"/>
    <w:rsid w:val="00EB0F90"/>
    <w:rsid w:val="00EB1148"/>
    <w:rsid w:val="00EB14FF"/>
    <w:rsid w:val="00EB1942"/>
    <w:rsid w:val="00EB221B"/>
    <w:rsid w:val="00EB25D5"/>
    <w:rsid w:val="00EB2699"/>
    <w:rsid w:val="00EB2AB4"/>
    <w:rsid w:val="00EB2C50"/>
    <w:rsid w:val="00EB2F60"/>
    <w:rsid w:val="00EB3885"/>
    <w:rsid w:val="00EB3F04"/>
    <w:rsid w:val="00EB4976"/>
    <w:rsid w:val="00EB575D"/>
    <w:rsid w:val="00EB59DE"/>
    <w:rsid w:val="00EB5A14"/>
    <w:rsid w:val="00EB5ADE"/>
    <w:rsid w:val="00EB5AE6"/>
    <w:rsid w:val="00EB6040"/>
    <w:rsid w:val="00EB6143"/>
    <w:rsid w:val="00EB63FE"/>
    <w:rsid w:val="00EB6969"/>
    <w:rsid w:val="00EB69E0"/>
    <w:rsid w:val="00EB6FB7"/>
    <w:rsid w:val="00EB7053"/>
    <w:rsid w:val="00EB723E"/>
    <w:rsid w:val="00EB7B57"/>
    <w:rsid w:val="00EB7F9A"/>
    <w:rsid w:val="00EC0A85"/>
    <w:rsid w:val="00EC0DDB"/>
    <w:rsid w:val="00EC1132"/>
    <w:rsid w:val="00EC1F7E"/>
    <w:rsid w:val="00EC2585"/>
    <w:rsid w:val="00EC3540"/>
    <w:rsid w:val="00EC37D6"/>
    <w:rsid w:val="00EC3801"/>
    <w:rsid w:val="00EC3EDB"/>
    <w:rsid w:val="00EC45D1"/>
    <w:rsid w:val="00EC46DA"/>
    <w:rsid w:val="00EC474F"/>
    <w:rsid w:val="00EC4941"/>
    <w:rsid w:val="00EC4B73"/>
    <w:rsid w:val="00EC4E1D"/>
    <w:rsid w:val="00EC4F65"/>
    <w:rsid w:val="00EC55B4"/>
    <w:rsid w:val="00EC6374"/>
    <w:rsid w:val="00EC6910"/>
    <w:rsid w:val="00EC7B6A"/>
    <w:rsid w:val="00EC7C52"/>
    <w:rsid w:val="00ED0270"/>
    <w:rsid w:val="00ED047D"/>
    <w:rsid w:val="00ED07D4"/>
    <w:rsid w:val="00ED0B88"/>
    <w:rsid w:val="00ED1413"/>
    <w:rsid w:val="00ED240A"/>
    <w:rsid w:val="00ED26E4"/>
    <w:rsid w:val="00ED29F8"/>
    <w:rsid w:val="00ED3A6D"/>
    <w:rsid w:val="00ED3FEF"/>
    <w:rsid w:val="00ED4D75"/>
    <w:rsid w:val="00ED4E07"/>
    <w:rsid w:val="00ED517E"/>
    <w:rsid w:val="00ED55AA"/>
    <w:rsid w:val="00ED5726"/>
    <w:rsid w:val="00ED5876"/>
    <w:rsid w:val="00ED597C"/>
    <w:rsid w:val="00ED59DB"/>
    <w:rsid w:val="00ED6959"/>
    <w:rsid w:val="00ED6FB9"/>
    <w:rsid w:val="00ED708F"/>
    <w:rsid w:val="00ED73FD"/>
    <w:rsid w:val="00ED77BF"/>
    <w:rsid w:val="00EE0439"/>
    <w:rsid w:val="00EE0803"/>
    <w:rsid w:val="00EE11BD"/>
    <w:rsid w:val="00EE12B0"/>
    <w:rsid w:val="00EE1519"/>
    <w:rsid w:val="00EE1929"/>
    <w:rsid w:val="00EE2318"/>
    <w:rsid w:val="00EE260B"/>
    <w:rsid w:val="00EE2AAF"/>
    <w:rsid w:val="00EE2D2F"/>
    <w:rsid w:val="00EE3111"/>
    <w:rsid w:val="00EE31C9"/>
    <w:rsid w:val="00EE3281"/>
    <w:rsid w:val="00EE379A"/>
    <w:rsid w:val="00EE3AFF"/>
    <w:rsid w:val="00EE3F9A"/>
    <w:rsid w:val="00EE451E"/>
    <w:rsid w:val="00EE455C"/>
    <w:rsid w:val="00EE4876"/>
    <w:rsid w:val="00EE4C1C"/>
    <w:rsid w:val="00EE4E9B"/>
    <w:rsid w:val="00EE52F1"/>
    <w:rsid w:val="00EE53BE"/>
    <w:rsid w:val="00EE58B3"/>
    <w:rsid w:val="00EE621B"/>
    <w:rsid w:val="00EE667E"/>
    <w:rsid w:val="00EE66B3"/>
    <w:rsid w:val="00EE7634"/>
    <w:rsid w:val="00EE78DF"/>
    <w:rsid w:val="00EE7C45"/>
    <w:rsid w:val="00EE7D16"/>
    <w:rsid w:val="00EF02ED"/>
    <w:rsid w:val="00EF08EB"/>
    <w:rsid w:val="00EF09B1"/>
    <w:rsid w:val="00EF0D5E"/>
    <w:rsid w:val="00EF1C13"/>
    <w:rsid w:val="00EF2B08"/>
    <w:rsid w:val="00EF2EE1"/>
    <w:rsid w:val="00EF381F"/>
    <w:rsid w:val="00EF38D8"/>
    <w:rsid w:val="00EF3D6A"/>
    <w:rsid w:val="00EF3F84"/>
    <w:rsid w:val="00EF44B8"/>
    <w:rsid w:val="00EF4566"/>
    <w:rsid w:val="00EF46CA"/>
    <w:rsid w:val="00EF4705"/>
    <w:rsid w:val="00EF4915"/>
    <w:rsid w:val="00EF515F"/>
    <w:rsid w:val="00EF5527"/>
    <w:rsid w:val="00EF606B"/>
    <w:rsid w:val="00EF6184"/>
    <w:rsid w:val="00EF63A9"/>
    <w:rsid w:val="00EF6559"/>
    <w:rsid w:val="00EF6807"/>
    <w:rsid w:val="00EF6BAD"/>
    <w:rsid w:val="00EF6BB4"/>
    <w:rsid w:val="00EF77AC"/>
    <w:rsid w:val="00EF79F2"/>
    <w:rsid w:val="00F005A3"/>
    <w:rsid w:val="00F0083E"/>
    <w:rsid w:val="00F00B76"/>
    <w:rsid w:val="00F00D32"/>
    <w:rsid w:val="00F00E22"/>
    <w:rsid w:val="00F010FF"/>
    <w:rsid w:val="00F021FD"/>
    <w:rsid w:val="00F0233D"/>
    <w:rsid w:val="00F028CB"/>
    <w:rsid w:val="00F02A97"/>
    <w:rsid w:val="00F0351D"/>
    <w:rsid w:val="00F039BE"/>
    <w:rsid w:val="00F03B1B"/>
    <w:rsid w:val="00F04B2C"/>
    <w:rsid w:val="00F05250"/>
    <w:rsid w:val="00F05865"/>
    <w:rsid w:val="00F059F5"/>
    <w:rsid w:val="00F05D8F"/>
    <w:rsid w:val="00F060FE"/>
    <w:rsid w:val="00F064F8"/>
    <w:rsid w:val="00F06A52"/>
    <w:rsid w:val="00F06ED0"/>
    <w:rsid w:val="00F06F6F"/>
    <w:rsid w:val="00F075BD"/>
    <w:rsid w:val="00F07A9B"/>
    <w:rsid w:val="00F07AA9"/>
    <w:rsid w:val="00F07D2E"/>
    <w:rsid w:val="00F102CA"/>
    <w:rsid w:val="00F10325"/>
    <w:rsid w:val="00F10D8B"/>
    <w:rsid w:val="00F10E92"/>
    <w:rsid w:val="00F1129A"/>
    <w:rsid w:val="00F114BD"/>
    <w:rsid w:val="00F11E08"/>
    <w:rsid w:val="00F11E9B"/>
    <w:rsid w:val="00F11FB2"/>
    <w:rsid w:val="00F1219A"/>
    <w:rsid w:val="00F12595"/>
    <w:rsid w:val="00F12E04"/>
    <w:rsid w:val="00F132FB"/>
    <w:rsid w:val="00F134CD"/>
    <w:rsid w:val="00F152BE"/>
    <w:rsid w:val="00F153FF"/>
    <w:rsid w:val="00F157DF"/>
    <w:rsid w:val="00F161B9"/>
    <w:rsid w:val="00F16701"/>
    <w:rsid w:val="00F16832"/>
    <w:rsid w:val="00F16FDD"/>
    <w:rsid w:val="00F17282"/>
    <w:rsid w:val="00F2008F"/>
    <w:rsid w:val="00F200E4"/>
    <w:rsid w:val="00F20124"/>
    <w:rsid w:val="00F2067B"/>
    <w:rsid w:val="00F215AC"/>
    <w:rsid w:val="00F22A0C"/>
    <w:rsid w:val="00F22B16"/>
    <w:rsid w:val="00F239F5"/>
    <w:rsid w:val="00F23C31"/>
    <w:rsid w:val="00F244A1"/>
    <w:rsid w:val="00F245FE"/>
    <w:rsid w:val="00F2498E"/>
    <w:rsid w:val="00F24B57"/>
    <w:rsid w:val="00F24BAF"/>
    <w:rsid w:val="00F24E53"/>
    <w:rsid w:val="00F252A6"/>
    <w:rsid w:val="00F255C7"/>
    <w:rsid w:val="00F25C65"/>
    <w:rsid w:val="00F25D89"/>
    <w:rsid w:val="00F25F09"/>
    <w:rsid w:val="00F2604D"/>
    <w:rsid w:val="00F263F9"/>
    <w:rsid w:val="00F26A8B"/>
    <w:rsid w:val="00F26AA5"/>
    <w:rsid w:val="00F2720C"/>
    <w:rsid w:val="00F2779C"/>
    <w:rsid w:val="00F278FF"/>
    <w:rsid w:val="00F27CF2"/>
    <w:rsid w:val="00F304FD"/>
    <w:rsid w:val="00F3069F"/>
    <w:rsid w:val="00F3099D"/>
    <w:rsid w:val="00F30EEE"/>
    <w:rsid w:val="00F312B4"/>
    <w:rsid w:val="00F31394"/>
    <w:rsid w:val="00F31F30"/>
    <w:rsid w:val="00F3214B"/>
    <w:rsid w:val="00F32160"/>
    <w:rsid w:val="00F3373C"/>
    <w:rsid w:val="00F339A4"/>
    <w:rsid w:val="00F33E41"/>
    <w:rsid w:val="00F33FAE"/>
    <w:rsid w:val="00F340B3"/>
    <w:rsid w:val="00F3430D"/>
    <w:rsid w:val="00F3454E"/>
    <w:rsid w:val="00F34659"/>
    <w:rsid w:val="00F34766"/>
    <w:rsid w:val="00F34962"/>
    <w:rsid w:val="00F34ACD"/>
    <w:rsid w:val="00F34AEE"/>
    <w:rsid w:val="00F34DCF"/>
    <w:rsid w:val="00F351A9"/>
    <w:rsid w:val="00F3553F"/>
    <w:rsid w:val="00F357DA"/>
    <w:rsid w:val="00F358BB"/>
    <w:rsid w:val="00F35A5C"/>
    <w:rsid w:val="00F360B8"/>
    <w:rsid w:val="00F3639C"/>
    <w:rsid w:val="00F3654C"/>
    <w:rsid w:val="00F36A53"/>
    <w:rsid w:val="00F36A5A"/>
    <w:rsid w:val="00F37360"/>
    <w:rsid w:val="00F37388"/>
    <w:rsid w:val="00F375C5"/>
    <w:rsid w:val="00F37D12"/>
    <w:rsid w:val="00F4004A"/>
    <w:rsid w:val="00F405BF"/>
    <w:rsid w:val="00F40789"/>
    <w:rsid w:val="00F40B39"/>
    <w:rsid w:val="00F411A5"/>
    <w:rsid w:val="00F4250F"/>
    <w:rsid w:val="00F42534"/>
    <w:rsid w:val="00F42782"/>
    <w:rsid w:val="00F42907"/>
    <w:rsid w:val="00F4293A"/>
    <w:rsid w:val="00F42B2B"/>
    <w:rsid w:val="00F42BC0"/>
    <w:rsid w:val="00F42BC5"/>
    <w:rsid w:val="00F43453"/>
    <w:rsid w:val="00F43575"/>
    <w:rsid w:val="00F435CF"/>
    <w:rsid w:val="00F435DF"/>
    <w:rsid w:val="00F43BFB"/>
    <w:rsid w:val="00F43EF4"/>
    <w:rsid w:val="00F446B1"/>
    <w:rsid w:val="00F44C82"/>
    <w:rsid w:val="00F45295"/>
    <w:rsid w:val="00F452FB"/>
    <w:rsid w:val="00F454DD"/>
    <w:rsid w:val="00F45C6C"/>
    <w:rsid w:val="00F45D89"/>
    <w:rsid w:val="00F45F06"/>
    <w:rsid w:val="00F46373"/>
    <w:rsid w:val="00F46D8A"/>
    <w:rsid w:val="00F47BD6"/>
    <w:rsid w:val="00F47C71"/>
    <w:rsid w:val="00F47CD0"/>
    <w:rsid w:val="00F47CF5"/>
    <w:rsid w:val="00F50020"/>
    <w:rsid w:val="00F507DF"/>
    <w:rsid w:val="00F50A51"/>
    <w:rsid w:val="00F50B8E"/>
    <w:rsid w:val="00F51224"/>
    <w:rsid w:val="00F5141E"/>
    <w:rsid w:val="00F5158A"/>
    <w:rsid w:val="00F52613"/>
    <w:rsid w:val="00F529D5"/>
    <w:rsid w:val="00F52A95"/>
    <w:rsid w:val="00F52DDC"/>
    <w:rsid w:val="00F53061"/>
    <w:rsid w:val="00F5337B"/>
    <w:rsid w:val="00F53402"/>
    <w:rsid w:val="00F53BF0"/>
    <w:rsid w:val="00F54172"/>
    <w:rsid w:val="00F542E2"/>
    <w:rsid w:val="00F54756"/>
    <w:rsid w:val="00F54B2B"/>
    <w:rsid w:val="00F555EA"/>
    <w:rsid w:val="00F55EC1"/>
    <w:rsid w:val="00F55F1E"/>
    <w:rsid w:val="00F560DE"/>
    <w:rsid w:val="00F56270"/>
    <w:rsid w:val="00F56361"/>
    <w:rsid w:val="00F56A39"/>
    <w:rsid w:val="00F56ADF"/>
    <w:rsid w:val="00F5710A"/>
    <w:rsid w:val="00F5786B"/>
    <w:rsid w:val="00F57A3C"/>
    <w:rsid w:val="00F603A3"/>
    <w:rsid w:val="00F607D3"/>
    <w:rsid w:val="00F611AD"/>
    <w:rsid w:val="00F611D9"/>
    <w:rsid w:val="00F61A39"/>
    <w:rsid w:val="00F61C5E"/>
    <w:rsid w:val="00F61FB4"/>
    <w:rsid w:val="00F62290"/>
    <w:rsid w:val="00F6234B"/>
    <w:rsid w:val="00F6263D"/>
    <w:rsid w:val="00F629BB"/>
    <w:rsid w:val="00F62B69"/>
    <w:rsid w:val="00F62D05"/>
    <w:rsid w:val="00F62EBA"/>
    <w:rsid w:val="00F633F4"/>
    <w:rsid w:val="00F63433"/>
    <w:rsid w:val="00F6345C"/>
    <w:rsid w:val="00F63A35"/>
    <w:rsid w:val="00F63D10"/>
    <w:rsid w:val="00F642DE"/>
    <w:rsid w:val="00F64776"/>
    <w:rsid w:val="00F649A4"/>
    <w:rsid w:val="00F658FF"/>
    <w:rsid w:val="00F65E2B"/>
    <w:rsid w:val="00F65F13"/>
    <w:rsid w:val="00F6620B"/>
    <w:rsid w:val="00F66678"/>
    <w:rsid w:val="00F66ABE"/>
    <w:rsid w:val="00F66E28"/>
    <w:rsid w:val="00F670F7"/>
    <w:rsid w:val="00F671A8"/>
    <w:rsid w:val="00F67BBA"/>
    <w:rsid w:val="00F70293"/>
    <w:rsid w:val="00F70617"/>
    <w:rsid w:val="00F706F0"/>
    <w:rsid w:val="00F706FC"/>
    <w:rsid w:val="00F70867"/>
    <w:rsid w:val="00F70D38"/>
    <w:rsid w:val="00F70E5C"/>
    <w:rsid w:val="00F71237"/>
    <w:rsid w:val="00F7137A"/>
    <w:rsid w:val="00F7177C"/>
    <w:rsid w:val="00F717EB"/>
    <w:rsid w:val="00F727C8"/>
    <w:rsid w:val="00F72A17"/>
    <w:rsid w:val="00F72F29"/>
    <w:rsid w:val="00F72F78"/>
    <w:rsid w:val="00F72FC0"/>
    <w:rsid w:val="00F731E7"/>
    <w:rsid w:val="00F733F6"/>
    <w:rsid w:val="00F73663"/>
    <w:rsid w:val="00F73BF8"/>
    <w:rsid w:val="00F73F72"/>
    <w:rsid w:val="00F74050"/>
    <w:rsid w:val="00F7413C"/>
    <w:rsid w:val="00F749DA"/>
    <w:rsid w:val="00F750EC"/>
    <w:rsid w:val="00F75B28"/>
    <w:rsid w:val="00F75B59"/>
    <w:rsid w:val="00F75E02"/>
    <w:rsid w:val="00F7607D"/>
    <w:rsid w:val="00F761C2"/>
    <w:rsid w:val="00F76346"/>
    <w:rsid w:val="00F76F4C"/>
    <w:rsid w:val="00F772BA"/>
    <w:rsid w:val="00F7776B"/>
    <w:rsid w:val="00F779D3"/>
    <w:rsid w:val="00F801EA"/>
    <w:rsid w:val="00F8034D"/>
    <w:rsid w:val="00F81043"/>
    <w:rsid w:val="00F81103"/>
    <w:rsid w:val="00F81324"/>
    <w:rsid w:val="00F819C3"/>
    <w:rsid w:val="00F82277"/>
    <w:rsid w:val="00F82934"/>
    <w:rsid w:val="00F829A7"/>
    <w:rsid w:val="00F82C0A"/>
    <w:rsid w:val="00F82DF1"/>
    <w:rsid w:val="00F833DA"/>
    <w:rsid w:val="00F837BE"/>
    <w:rsid w:val="00F83A41"/>
    <w:rsid w:val="00F83A51"/>
    <w:rsid w:val="00F83BFE"/>
    <w:rsid w:val="00F8459E"/>
    <w:rsid w:val="00F8498B"/>
    <w:rsid w:val="00F84991"/>
    <w:rsid w:val="00F8540A"/>
    <w:rsid w:val="00F856B7"/>
    <w:rsid w:val="00F85B46"/>
    <w:rsid w:val="00F8600D"/>
    <w:rsid w:val="00F864C4"/>
    <w:rsid w:val="00F86A3B"/>
    <w:rsid w:val="00F86FE3"/>
    <w:rsid w:val="00F90028"/>
    <w:rsid w:val="00F90040"/>
    <w:rsid w:val="00F9113E"/>
    <w:rsid w:val="00F913E0"/>
    <w:rsid w:val="00F9149C"/>
    <w:rsid w:val="00F919F2"/>
    <w:rsid w:val="00F91AEB"/>
    <w:rsid w:val="00F9241E"/>
    <w:rsid w:val="00F925A0"/>
    <w:rsid w:val="00F93B54"/>
    <w:rsid w:val="00F93E79"/>
    <w:rsid w:val="00F93EF3"/>
    <w:rsid w:val="00F94220"/>
    <w:rsid w:val="00F94333"/>
    <w:rsid w:val="00F9440B"/>
    <w:rsid w:val="00F94D3D"/>
    <w:rsid w:val="00F94EB4"/>
    <w:rsid w:val="00F951E8"/>
    <w:rsid w:val="00F9579F"/>
    <w:rsid w:val="00F95B21"/>
    <w:rsid w:val="00F9641D"/>
    <w:rsid w:val="00F96482"/>
    <w:rsid w:val="00F96CC5"/>
    <w:rsid w:val="00F96EB8"/>
    <w:rsid w:val="00F97AF0"/>
    <w:rsid w:val="00FA00B1"/>
    <w:rsid w:val="00FA023D"/>
    <w:rsid w:val="00FA04A1"/>
    <w:rsid w:val="00FA1773"/>
    <w:rsid w:val="00FA198E"/>
    <w:rsid w:val="00FA1FEF"/>
    <w:rsid w:val="00FA20F5"/>
    <w:rsid w:val="00FA2795"/>
    <w:rsid w:val="00FA2885"/>
    <w:rsid w:val="00FA295C"/>
    <w:rsid w:val="00FA39CF"/>
    <w:rsid w:val="00FA3C20"/>
    <w:rsid w:val="00FA3F00"/>
    <w:rsid w:val="00FA4027"/>
    <w:rsid w:val="00FA4A5F"/>
    <w:rsid w:val="00FA4FF9"/>
    <w:rsid w:val="00FA517B"/>
    <w:rsid w:val="00FA53F5"/>
    <w:rsid w:val="00FA5A0F"/>
    <w:rsid w:val="00FA5F09"/>
    <w:rsid w:val="00FA5FCA"/>
    <w:rsid w:val="00FA6351"/>
    <w:rsid w:val="00FA646D"/>
    <w:rsid w:val="00FA655A"/>
    <w:rsid w:val="00FA6763"/>
    <w:rsid w:val="00FA6962"/>
    <w:rsid w:val="00FA6E71"/>
    <w:rsid w:val="00FA72F5"/>
    <w:rsid w:val="00FB02DD"/>
    <w:rsid w:val="00FB0C22"/>
    <w:rsid w:val="00FB10CA"/>
    <w:rsid w:val="00FB123D"/>
    <w:rsid w:val="00FB1F30"/>
    <w:rsid w:val="00FB2021"/>
    <w:rsid w:val="00FB203E"/>
    <w:rsid w:val="00FB3112"/>
    <w:rsid w:val="00FB3565"/>
    <w:rsid w:val="00FB4008"/>
    <w:rsid w:val="00FB5195"/>
    <w:rsid w:val="00FB5359"/>
    <w:rsid w:val="00FB547D"/>
    <w:rsid w:val="00FB5814"/>
    <w:rsid w:val="00FB64A3"/>
    <w:rsid w:val="00FB660A"/>
    <w:rsid w:val="00FB6AA9"/>
    <w:rsid w:val="00FB718E"/>
    <w:rsid w:val="00FB789B"/>
    <w:rsid w:val="00FB7937"/>
    <w:rsid w:val="00FB7B48"/>
    <w:rsid w:val="00FB7BC5"/>
    <w:rsid w:val="00FB7DBB"/>
    <w:rsid w:val="00FC03DB"/>
    <w:rsid w:val="00FC04DD"/>
    <w:rsid w:val="00FC05A6"/>
    <w:rsid w:val="00FC128C"/>
    <w:rsid w:val="00FC129A"/>
    <w:rsid w:val="00FC20FB"/>
    <w:rsid w:val="00FC21E3"/>
    <w:rsid w:val="00FC2610"/>
    <w:rsid w:val="00FC3059"/>
    <w:rsid w:val="00FC3080"/>
    <w:rsid w:val="00FC3EA4"/>
    <w:rsid w:val="00FC404D"/>
    <w:rsid w:val="00FC412D"/>
    <w:rsid w:val="00FC4D67"/>
    <w:rsid w:val="00FC551D"/>
    <w:rsid w:val="00FC58DC"/>
    <w:rsid w:val="00FC64BB"/>
    <w:rsid w:val="00FC64ED"/>
    <w:rsid w:val="00FC6CAF"/>
    <w:rsid w:val="00FC6E28"/>
    <w:rsid w:val="00FC7016"/>
    <w:rsid w:val="00FC7914"/>
    <w:rsid w:val="00FC79CB"/>
    <w:rsid w:val="00FC7D93"/>
    <w:rsid w:val="00FC7DED"/>
    <w:rsid w:val="00FC7F3E"/>
    <w:rsid w:val="00FD0B8A"/>
    <w:rsid w:val="00FD0D8F"/>
    <w:rsid w:val="00FD1103"/>
    <w:rsid w:val="00FD16AD"/>
    <w:rsid w:val="00FD1B1F"/>
    <w:rsid w:val="00FD1E7A"/>
    <w:rsid w:val="00FD1F38"/>
    <w:rsid w:val="00FD2A7F"/>
    <w:rsid w:val="00FD2B92"/>
    <w:rsid w:val="00FD2D6E"/>
    <w:rsid w:val="00FD3487"/>
    <w:rsid w:val="00FD364A"/>
    <w:rsid w:val="00FD3A43"/>
    <w:rsid w:val="00FD3F21"/>
    <w:rsid w:val="00FD4D44"/>
    <w:rsid w:val="00FD5835"/>
    <w:rsid w:val="00FD5C7D"/>
    <w:rsid w:val="00FD5F60"/>
    <w:rsid w:val="00FD612B"/>
    <w:rsid w:val="00FD6573"/>
    <w:rsid w:val="00FD671C"/>
    <w:rsid w:val="00FD68E7"/>
    <w:rsid w:val="00FD6A3F"/>
    <w:rsid w:val="00FD72B2"/>
    <w:rsid w:val="00FD7711"/>
    <w:rsid w:val="00FD7909"/>
    <w:rsid w:val="00FD7F8C"/>
    <w:rsid w:val="00FE0491"/>
    <w:rsid w:val="00FE072E"/>
    <w:rsid w:val="00FE07B4"/>
    <w:rsid w:val="00FE0824"/>
    <w:rsid w:val="00FE0959"/>
    <w:rsid w:val="00FE0A76"/>
    <w:rsid w:val="00FE0CB7"/>
    <w:rsid w:val="00FE107C"/>
    <w:rsid w:val="00FE1131"/>
    <w:rsid w:val="00FE1BC6"/>
    <w:rsid w:val="00FE1F39"/>
    <w:rsid w:val="00FE24C4"/>
    <w:rsid w:val="00FE260F"/>
    <w:rsid w:val="00FE2A83"/>
    <w:rsid w:val="00FE2AC7"/>
    <w:rsid w:val="00FE2B4D"/>
    <w:rsid w:val="00FE2CFE"/>
    <w:rsid w:val="00FE2DDA"/>
    <w:rsid w:val="00FE2E12"/>
    <w:rsid w:val="00FE3044"/>
    <w:rsid w:val="00FE30B8"/>
    <w:rsid w:val="00FE30E8"/>
    <w:rsid w:val="00FE33E3"/>
    <w:rsid w:val="00FE359F"/>
    <w:rsid w:val="00FE3705"/>
    <w:rsid w:val="00FE3EA8"/>
    <w:rsid w:val="00FE4933"/>
    <w:rsid w:val="00FE4C60"/>
    <w:rsid w:val="00FE4CE8"/>
    <w:rsid w:val="00FE57B6"/>
    <w:rsid w:val="00FE5A89"/>
    <w:rsid w:val="00FE64D8"/>
    <w:rsid w:val="00FE65FC"/>
    <w:rsid w:val="00FE6A62"/>
    <w:rsid w:val="00FE6BB4"/>
    <w:rsid w:val="00FE7031"/>
    <w:rsid w:val="00FE7677"/>
    <w:rsid w:val="00FE77E3"/>
    <w:rsid w:val="00FE7B36"/>
    <w:rsid w:val="00FE7D61"/>
    <w:rsid w:val="00FE7E7C"/>
    <w:rsid w:val="00FE7FF0"/>
    <w:rsid w:val="00FF0340"/>
    <w:rsid w:val="00FF0802"/>
    <w:rsid w:val="00FF0BB5"/>
    <w:rsid w:val="00FF16E4"/>
    <w:rsid w:val="00FF1755"/>
    <w:rsid w:val="00FF1890"/>
    <w:rsid w:val="00FF215D"/>
    <w:rsid w:val="00FF2436"/>
    <w:rsid w:val="00FF2653"/>
    <w:rsid w:val="00FF29C3"/>
    <w:rsid w:val="00FF2D9B"/>
    <w:rsid w:val="00FF3587"/>
    <w:rsid w:val="00FF3588"/>
    <w:rsid w:val="00FF35CC"/>
    <w:rsid w:val="00FF3A86"/>
    <w:rsid w:val="00FF41EE"/>
    <w:rsid w:val="00FF498C"/>
    <w:rsid w:val="00FF4E3F"/>
    <w:rsid w:val="00FF513E"/>
    <w:rsid w:val="00FF5828"/>
    <w:rsid w:val="00FF5994"/>
    <w:rsid w:val="00FF5AC9"/>
    <w:rsid w:val="00FF5DC9"/>
    <w:rsid w:val="00FF615B"/>
    <w:rsid w:val="00FF6185"/>
    <w:rsid w:val="00FF6626"/>
    <w:rsid w:val="00FF6C13"/>
    <w:rsid w:val="00FF7604"/>
    <w:rsid w:val="00FF7AA5"/>
    <w:rsid w:val="00FF7B36"/>
    <w:rsid w:val="00FF7B9B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4A09FAA2"/>
  <w15:docId w15:val="{743EBA0F-2039-4E0B-8E4F-EF7A1C58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2B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F53061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</w:rPr>
  </w:style>
  <w:style w:type="paragraph" w:styleId="Heading2">
    <w:name w:val="heading 2"/>
    <w:basedOn w:val="Normal"/>
    <w:next w:val="Normal"/>
    <w:link w:val="Heading2Char"/>
    <w:qFormat/>
    <w:rsid w:val="0093541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ascii="Angsana New" w:hAnsi="Angsana New" w:cs="Times New Roman"/>
      <w:b/>
      <w:bCs/>
      <w:sz w:val="30"/>
    </w:rPr>
  </w:style>
  <w:style w:type="paragraph" w:styleId="Heading3">
    <w:name w:val="heading 3"/>
    <w:basedOn w:val="Normal"/>
    <w:next w:val="Normal"/>
    <w:link w:val="Heading3Char1"/>
    <w:qFormat/>
    <w:rsid w:val="00B578D4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1"/>
    <w:qFormat/>
    <w:rsid w:val="00B578D4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rsid w:val="00B578D4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B578D4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B578D4"/>
    <w:rPr>
      <w:rFonts w:cs="Times New Roman"/>
      <w:b/>
      <w:bCs/>
    </w:rPr>
  </w:style>
  <w:style w:type="paragraph" w:styleId="ListBullet">
    <w:name w:val="List Bullet"/>
    <w:basedOn w:val="Normal"/>
    <w:rsid w:val="00B578D4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B578D4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B578D4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B578D4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B578D4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B578D4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B578D4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B578D4"/>
    <w:pPr>
      <w:ind w:left="284"/>
    </w:pPr>
  </w:style>
  <w:style w:type="paragraph" w:customStyle="1" w:styleId="AAFrameAddress">
    <w:name w:val="AA Frame Address"/>
    <w:basedOn w:val="Heading1"/>
    <w:rsid w:val="00B578D4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B578D4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B578D4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B578D4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B578D4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B578D4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B578D4"/>
    <w:pPr>
      <w:ind w:left="851" w:hanging="284"/>
    </w:pPr>
  </w:style>
  <w:style w:type="paragraph" w:styleId="Index4">
    <w:name w:val="index 4"/>
    <w:basedOn w:val="Normal"/>
    <w:next w:val="Normal"/>
    <w:semiHidden/>
    <w:rsid w:val="00B578D4"/>
    <w:pPr>
      <w:ind w:left="1135" w:hanging="284"/>
    </w:pPr>
  </w:style>
  <w:style w:type="paragraph" w:styleId="Index6">
    <w:name w:val="index 6"/>
    <w:basedOn w:val="Normal"/>
    <w:next w:val="Normal"/>
    <w:semiHidden/>
    <w:rsid w:val="00B578D4"/>
    <w:pPr>
      <w:ind w:left="1702" w:hanging="284"/>
    </w:pPr>
  </w:style>
  <w:style w:type="paragraph" w:styleId="Index5">
    <w:name w:val="index 5"/>
    <w:basedOn w:val="Normal"/>
    <w:next w:val="Normal"/>
    <w:semiHidden/>
    <w:rsid w:val="00B578D4"/>
    <w:pPr>
      <w:ind w:left="1418" w:hanging="284"/>
    </w:pPr>
  </w:style>
  <w:style w:type="paragraph" w:styleId="Index7">
    <w:name w:val="index 7"/>
    <w:basedOn w:val="Normal"/>
    <w:next w:val="Normal"/>
    <w:semiHidden/>
    <w:rsid w:val="00B578D4"/>
    <w:pPr>
      <w:ind w:left="1985" w:hanging="284"/>
    </w:pPr>
  </w:style>
  <w:style w:type="paragraph" w:styleId="Index8">
    <w:name w:val="index 8"/>
    <w:basedOn w:val="Normal"/>
    <w:next w:val="Normal"/>
    <w:semiHidden/>
    <w:rsid w:val="00B578D4"/>
    <w:pPr>
      <w:ind w:left="2269" w:hanging="284"/>
    </w:pPr>
  </w:style>
  <w:style w:type="paragraph" w:styleId="Index9">
    <w:name w:val="index 9"/>
    <w:basedOn w:val="Normal"/>
    <w:next w:val="Normal"/>
    <w:semiHidden/>
    <w:rsid w:val="00B578D4"/>
    <w:pPr>
      <w:ind w:left="2552" w:hanging="284"/>
    </w:pPr>
  </w:style>
  <w:style w:type="paragraph" w:styleId="TOC2">
    <w:name w:val="toc 2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B578D4"/>
    <w:pPr>
      <w:ind w:left="851"/>
    </w:pPr>
  </w:style>
  <w:style w:type="paragraph" w:styleId="TOC5">
    <w:name w:val="toc 5"/>
    <w:basedOn w:val="Normal"/>
    <w:next w:val="Normal"/>
    <w:semiHidden/>
    <w:rsid w:val="00B578D4"/>
    <w:pPr>
      <w:ind w:left="1134"/>
    </w:pPr>
  </w:style>
  <w:style w:type="paragraph" w:styleId="TOC6">
    <w:name w:val="toc 6"/>
    <w:basedOn w:val="Normal"/>
    <w:next w:val="Normal"/>
    <w:semiHidden/>
    <w:rsid w:val="00B578D4"/>
    <w:pPr>
      <w:ind w:left="1418"/>
    </w:pPr>
  </w:style>
  <w:style w:type="paragraph" w:styleId="TOC7">
    <w:name w:val="toc 7"/>
    <w:basedOn w:val="Normal"/>
    <w:next w:val="Normal"/>
    <w:semiHidden/>
    <w:rsid w:val="00B578D4"/>
    <w:pPr>
      <w:ind w:left="1701"/>
    </w:pPr>
  </w:style>
  <w:style w:type="paragraph" w:styleId="TOC8">
    <w:name w:val="toc 8"/>
    <w:basedOn w:val="Normal"/>
    <w:next w:val="Normal"/>
    <w:semiHidden/>
    <w:rsid w:val="00B578D4"/>
    <w:pPr>
      <w:ind w:left="1985"/>
    </w:pPr>
  </w:style>
  <w:style w:type="paragraph" w:styleId="TOC9">
    <w:name w:val="toc 9"/>
    <w:basedOn w:val="Normal"/>
    <w:next w:val="Normal"/>
    <w:semiHidden/>
    <w:rsid w:val="00B578D4"/>
    <w:pPr>
      <w:ind w:left="2268"/>
    </w:pPr>
  </w:style>
  <w:style w:type="paragraph" w:styleId="TableofFigures">
    <w:name w:val="table of figures"/>
    <w:basedOn w:val="Normal"/>
    <w:next w:val="Normal"/>
    <w:semiHidden/>
    <w:rsid w:val="00B578D4"/>
    <w:pPr>
      <w:ind w:left="567" w:hanging="567"/>
    </w:pPr>
  </w:style>
  <w:style w:type="paragraph" w:styleId="ListBullet5">
    <w:name w:val="List Bullet 5"/>
    <w:basedOn w:val="Normal"/>
    <w:rsid w:val="00B578D4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ody อักขระ"/>
    <w:basedOn w:val="Normal"/>
    <w:link w:val="BodyTextChar"/>
    <w:rsid w:val="00B578D4"/>
    <w:pPr>
      <w:spacing w:after="120"/>
    </w:pPr>
  </w:style>
  <w:style w:type="paragraph" w:styleId="BodyTextFirstIndent">
    <w:name w:val="Body Text First Indent"/>
    <w:basedOn w:val="BodyText"/>
    <w:link w:val="BodyTextFirstIndentChar1"/>
    <w:rsid w:val="00B578D4"/>
    <w:pPr>
      <w:ind w:firstLine="284"/>
    </w:pPr>
  </w:style>
  <w:style w:type="paragraph" w:styleId="BodyTextIndent">
    <w:name w:val="Body Text Indent"/>
    <w:aliases w:val="i"/>
    <w:basedOn w:val="Normal"/>
    <w:link w:val="BodyTextIndentChar1"/>
    <w:rsid w:val="00B578D4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1"/>
    <w:rsid w:val="00B578D4"/>
    <w:pPr>
      <w:ind w:left="284" w:firstLine="284"/>
    </w:pPr>
  </w:style>
  <w:style w:type="character" w:styleId="Strong">
    <w:name w:val="Strong"/>
    <w:qFormat/>
    <w:rsid w:val="00B578D4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B578D4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B578D4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B578D4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B578D4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B578D4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B578D4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B578D4"/>
    <w:pPr>
      <w:framePr w:h="1054" w:wrap="around" w:y="5920"/>
    </w:pPr>
  </w:style>
  <w:style w:type="paragraph" w:customStyle="1" w:styleId="ReportHeading3">
    <w:name w:val="ReportHeading3"/>
    <w:basedOn w:val="ReportHeading2"/>
    <w:rsid w:val="00B578D4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78D4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B578D4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B578D4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B578D4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B578D4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B578D4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rsid w:val="00B578D4"/>
  </w:style>
  <w:style w:type="paragraph" w:customStyle="1" w:styleId="a0">
    <w:name w:val="ºÇ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?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link w:val="BodyText3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?????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customStyle="1" w:styleId="a2">
    <w:name w:val="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30">
    <w:name w:val="?????3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a3">
    <w:name w:val="บวก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styleId="BodyTextIndent2">
    <w:name w:val="Body Text Indent 2"/>
    <w:basedOn w:val="Normal"/>
    <w:link w:val="BodyTextIndent2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paragraph" w:customStyle="1" w:styleId="a4">
    <w:name w:val="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styleId="EndnoteText">
    <w:name w:val="endnote text"/>
    <w:basedOn w:val="Normal"/>
    <w:semiHidden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0"/>
      <w:szCs w:val="20"/>
      <w:lang w:val="th-TH"/>
    </w:rPr>
  </w:style>
  <w:style w:type="paragraph" w:customStyle="1" w:styleId="E">
    <w:name w:val="?????????? 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6">
    <w:name w:val="ข้อควา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styleId="List">
    <w:name w:val="Lis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hanging="360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10">
    <w:name w:val="10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7">
    <w:name w:val="ลบ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E0">
    <w:name w:val="ปก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/>
      <w:b/>
      <w:bCs/>
      <w:snapToGrid w:val="0"/>
      <w:sz w:val="24"/>
      <w:szCs w:val="24"/>
      <w:lang w:val="th-TH" w:eastAsia="th-TH"/>
    </w:rPr>
  </w:style>
  <w:style w:type="paragraph" w:styleId="BlockText">
    <w:name w:val="Block Tex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right="29" w:hanging="540"/>
    </w:pPr>
    <w:rPr>
      <w:rFonts w:ascii="Wingdings" w:eastAsia="Batang" w:hAnsi="Wingdings"/>
      <w:sz w:val="28"/>
      <w:szCs w:val="28"/>
    </w:rPr>
  </w:style>
  <w:style w:type="paragraph" w:styleId="BalloonText">
    <w:name w:val="Balloon Text"/>
    <w:basedOn w:val="Normal"/>
    <w:link w:val="BalloonTextChar"/>
    <w:semiHidden/>
    <w:rsid w:val="00366A7B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A46D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-43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rsid w:val="00A46DF9"/>
    <w:rPr>
      <w:rFonts w:ascii="Angsana New" w:hAnsi="Angsana New"/>
      <w:i/>
      <w:iCs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9607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ccpolicyheading0">
    <w:name w:val="accpolicyheading"/>
    <w:basedOn w:val="Normal"/>
    <w:rsid w:val="009607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hAnsi="Times New Roman" w:cs="Tahoma"/>
      <w:sz w:val="28"/>
      <w:szCs w:val="28"/>
    </w:rPr>
  </w:style>
  <w:style w:type="paragraph" w:customStyle="1" w:styleId="index">
    <w:name w:val="index"/>
    <w:aliases w:val="ix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table" w:styleId="TableGrid">
    <w:name w:val="Table Grid"/>
    <w:basedOn w:val="TableNormal"/>
    <w:uiPriority w:val="39"/>
    <w:rsid w:val="005F442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5A24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Heading2Char">
    <w:name w:val="Heading 2 Char"/>
    <w:link w:val="Heading2"/>
    <w:rsid w:val="0093541E"/>
    <w:rPr>
      <w:rFonts w:ascii="Angsana New" w:hAnsi="Angsana New" w:cs="Times New Roman"/>
      <w:b/>
      <w:bCs/>
      <w:sz w:val="30"/>
      <w:szCs w:val="18"/>
    </w:rPr>
  </w:style>
  <w:style w:type="paragraph" w:customStyle="1" w:styleId="acctfourfigures">
    <w:name w:val="acct four figures"/>
    <w:aliases w:val="a4,a4 + Angsana New,Left:  -0.05&quot;,Right:  -0.05&quot;,Lin...,...,a4 + 8 pt,(Complex) + 8 pt,(Complex),Thai Distribute...,Before:  3 pt,Line spacing:  At l..."/>
    <w:basedOn w:val="Normal"/>
    <w:rsid w:val="007821B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439E1"/>
    <w:pPr>
      <w:ind w:left="720"/>
      <w:contextualSpacing/>
    </w:pPr>
    <w:rPr>
      <w:szCs w:val="22"/>
    </w:rPr>
  </w:style>
  <w:style w:type="character" w:customStyle="1" w:styleId="Heading2Char1">
    <w:name w:val="Heading 2 Char1"/>
    <w:rsid w:val="00E27334"/>
    <w:rPr>
      <w:rFonts w:ascii="Arial" w:eastAsia="Times New Roman" w:hAnsi="Arial" w:cs="Times New Roman"/>
      <w:b/>
      <w:bCs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EF1C1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,Body อักขระ Char"/>
    <w:link w:val="BodyText"/>
    <w:rsid w:val="009B67E3"/>
    <w:rPr>
      <w:rFonts w:ascii="Arial" w:hAnsi="Arial"/>
      <w:sz w:val="18"/>
      <w:szCs w:val="18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E27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6E2771"/>
    <w:rPr>
      <w:rFonts w:ascii="Angsana New" w:eastAsia="Calibri" w:hAnsi="Angsana New"/>
      <w:i/>
      <w:iCs/>
      <w:sz w:val="30"/>
      <w:szCs w:val="30"/>
    </w:rPr>
  </w:style>
  <w:style w:type="paragraph" w:customStyle="1" w:styleId="Default">
    <w:name w:val="Default"/>
    <w:rsid w:val="00D400E7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84C9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484C9D"/>
    <w:rPr>
      <w:rFonts w:ascii="Angsana New" w:eastAsia="Calibri" w:hAnsi="Angsana New"/>
      <w:i/>
      <w:iCs/>
      <w:sz w:val="30"/>
      <w:szCs w:val="30"/>
    </w:rPr>
  </w:style>
  <w:style w:type="character" w:customStyle="1" w:styleId="Heading1Char">
    <w:name w:val="Heading 1 Char"/>
    <w:link w:val="Heading1"/>
    <w:uiPriority w:val="99"/>
    <w:rsid w:val="00F53061"/>
    <w:rPr>
      <w:rFonts w:ascii="Angsana New" w:hAnsi="Angsana New"/>
      <w:b/>
      <w:bCs/>
      <w:sz w:val="30"/>
      <w:szCs w:val="18"/>
      <w:shd w:val="solid" w:color="FFFFFF" w:fill="FFFFFF"/>
    </w:rPr>
  </w:style>
  <w:style w:type="character" w:customStyle="1" w:styleId="BodyText2Char">
    <w:name w:val="Body Text 2 Char"/>
    <w:link w:val="BodyText2"/>
    <w:rsid w:val="00B21B05"/>
    <w:rPr>
      <w:rFonts w:ascii="Book Antiqua" w:hAnsi="Book Antiqua"/>
      <w:sz w:val="22"/>
      <w:szCs w:val="22"/>
    </w:rPr>
  </w:style>
  <w:style w:type="paragraph" w:customStyle="1" w:styleId="normalAngsanaNew">
    <w:name w:val="normal + Angsana New"/>
    <w:aliases w:val="15 pt,Left,Before:  0 pt,Line spacing:  At least..."/>
    <w:basedOn w:val="Normal"/>
    <w:rsid w:val="00892AD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eastAsia="PMingLiU" w:hAnsi="Times New Roman" w:cs="Times New Roman"/>
      <w:sz w:val="22"/>
      <w:szCs w:val="20"/>
      <w:lang w:val="en-GB" w:bidi="ar-SA"/>
    </w:rPr>
  </w:style>
  <w:style w:type="character" w:customStyle="1" w:styleId="st1">
    <w:name w:val="st1"/>
    <w:basedOn w:val="DefaultParagraphFont"/>
    <w:rsid w:val="00943B6A"/>
  </w:style>
  <w:style w:type="character" w:customStyle="1" w:styleId="Heading6Char">
    <w:name w:val="Heading 6 Char"/>
    <w:link w:val="Heading6"/>
    <w:rsid w:val="00932065"/>
    <w:rPr>
      <w:rFonts w:cs="EucrosiaUPC"/>
      <w:b/>
      <w:bCs/>
      <w:sz w:val="32"/>
      <w:szCs w:val="32"/>
    </w:rPr>
  </w:style>
  <w:style w:type="character" w:customStyle="1" w:styleId="Heading1Char1">
    <w:name w:val="Heading 1 Char1"/>
    <w:uiPriority w:val="99"/>
    <w:rsid w:val="001B6B20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3Char1">
    <w:name w:val="Heading 3 Char1"/>
    <w:link w:val="Heading3"/>
    <w:rsid w:val="001B6B20"/>
    <w:rPr>
      <w:rFonts w:ascii="Arial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1B6B20"/>
    <w:rPr>
      <w:rFonts w:cs="EucrosiaUPC"/>
      <w:b/>
      <w:bCs/>
      <w:sz w:val="30"/>
      <w:szCs w:val="30"/>
    </w:rPr>
  </w:style>
  <w:style w:type="character" w:customStyle="1" w:styleId="Heading6Char1">
    <w:name w:val="Heading 6 Char1"/>
    <w:rsid w:val="001B6B20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1B6B20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1B6B20"/>
    <w:rPr>
      <w:rFonts w:cs="EucrosiaUPC"/>
      <w:b/>
      <w:bCs/>
      <w:sz w:val="28"/>
      <w:szCs w:val="28"/>
    </w:rPr>
  </w:style>
  <w:style w:type="character" w:customStyle="1" w:styleId="Heading9Char1">
    <w:name w:val="Heading 9 Char1"/>
    <w:link w:val="Heading9"/>
    <w:rsid w:val="001B6B20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,Body Char2"/>
    <w:rsid w:val="001B6B20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link w:val="Header"/>
    <w:uiPriority w:val="99"/>
    <w:rsid w:val="001B6B20"/>
    <w:rPr>
      <w:rFonts w:ascii="Arial" w:hAnsi="Arial"/>
      <w:sz w:val="18"/>
      <w:szCs w:val="18"/>
    </w:rPr>
  </w:style>
  <w:style w:type="character" w:customStyle="1" w:styleId="FooterChar1">
    <w:name w:val="Footer Char1"/>
    <w:link w:val="Footer"/>
    <w:uiPriority w:val="99"/>
    <w:rsid w:val="001B6B20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link w:val="BodyTextFirstIndent"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link w:val="BodyTextIndent"/>
    <w:rsid w:val="001B6B20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link w:val="BodyTextFirstIndent2"/>
    <w:rsid w:val="001B6B20"/>
    <w:rPr>
      <w:rFonts w:ascii="Arial" w:hAnsi="Arial"/>
      <w:sz w:val="18"/>
      <w:szCs w:val="18"/>
    </w:rPr>
  </w:style>
  <w:style w:type="character" w:customStyle="1" w:styleId="BodyText2Char1">
    <w:name w:val="Body Text 2 Char1"/>
    <w:rsid w:val="001B6B20"/>
    <w:rPr>
      <w:rFonts w:ascii="Book Antiqua" w:eastAsia="Times New Roman" w:hAnsi="Book Antiqua" w:cs="Times New Roman"/>
      <w:szCs w:val="22"/>
    </w:rPr>
  </w:style>
  <w:style w:type="paragraph" w:customStyle="1" w:styleId="E1">
    <w:name w:val="ª×èÍºÃÔÉÑ· 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BodyText3Char1">
    <w:name w:val="Body Text 3 Char1"/>
    <w:link w:val="BodyText3"/>
    <w:rsid w:val="001B6B20"/>
    <w:rPr>
      <w:rFonts w:ascii="Angsana New" w:hAnsi="Angsana New"/>
      <w:sz w:val="30"/>
      <w:szCs w:val="30"/>
      <w:lang w:val="th-TH"/>
    </w:rPr>
  </w:style>
  <w:style w:type="paragraph" w:customStyle="1" w:styleId="ASSETS">
    <w:name w:val="ASSETS"/>
    <w:basedOn w:val="Normal"/>
    <w:uiPriority w:val="99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character" w:customStyle="1" w:styleId="BodyTextIndent2Char1">
    <w:name w:val="Body Text Indent 2 Char1"/>
    <w:link w:val="BodyTextIndent2"/>
    <w:rsid w:val="001B6B20"/>
    <w:rPr>
      <w:rFonts w:cs="EucrosiaUPC"/>
      <w:sz w:val="28"/>
      <w:szCs w:val="28"/>
    </w:rPr>
  </w:style>
  <w:style w:type="character" w:customStyle="1" w:styleId="BalloonTextChar">
    <w:name w:val="Balloon Text Char"/>
    <w:link w:val="BalloonText"/>
    <w:semiHidden/>
    <w:rsid w:val="001B6B20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1"/>
    <w:rsid w:val="001B6B20"/>
    <w:pPr>
      <w:spacing w:line="240" w:lineRule="auto"/>
    </w:pPr>
    <w:rPr>
      <w:rFonts w:cs="Times New Roman"/>
    </w:rPr>
  </w:style>
  <w:style w:type="character" w:customStyle="1" w:styleId="SignatureChar">
    <w:name w:val="Signature Char"/>
    <w:rsid w:val="001B6B20"/>
    <w:rPr>
      <w:rFonts w:ascii="Arial" w:hAnsi="Arial"/>
      <w:sz w:val="18"/>
      <w:szCs w:val="22"/>
    </w:rPr>
  </w:style>
  <w:style w:type="character" w:customStyle="1" w:styleId="SignatureChar1">
    <w:name w:val="Signature Char1"/>
    <w:link w:val="Signature"/>
    <w:rsid w:val="001B6B20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1B6B20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1B6B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1B6B20"/>
    <w:pPr>
      <w:spacing w:after="0"/>
    </w:pPr>
  </w:style>
  <w:style w:type="paragraph" w:customStyle="1" w:styleId="acctdividends">
    <w:name w:val="acct dividends"/>
    <w:aliases w:val="a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1B6B20"/>
    <w:pPr>
      <w:spacing w:after="0"/>
    </w:pPr>
  </w:style>
  <w:style w:type="paragraph" w:customStyle="1" w:styleId="acctindent">
    <w:name w:val="acct indent"/>
    <w:aliases w:val="ai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1B6B20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1B6B20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1B6B2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1B6B2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1B6B2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1B6B20"/>
    <w:pPr>
      <w:ind w:left="1134"/>
    </w:pPr>
    <w:rPr>
      <w:rFonts w:eastAsia="Calibri" w:cs="Cordi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1B6B20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1B6B20"/>
    <w:pPr>
      <w:spacing w:after="0"/>
    </w:pPr>
    <w:rPr>
      <w:rFonts w:eastAsia="Calibri" w:cs="Cordia New"/>
    </w:rPr>
  </w:style>
  <w:style w:type="paragraph" w:customStyle="1" w:styleId="block2nospaceafter">
    <w:name w:val="block2 no space after"/>
    <w:aliases w:val="b2n,block2 no sp"/>
    <w:basedOn w:val="block2"/>
    <w:rsid w:val="001B6B20"/>
    <w:pPr>
      <w:spacing w:after="0"/>
    </w:pPr>
  </w:style>
  <w:style w:type="paragraph" w:customStyle="1" w:styleId="List1a">
    <w:name w:val="List 1a"/>
    <w:aliases w:val="1a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1B6B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1B6B20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1B6B20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1B6B20"/>
  </w:style>
  <w:style w:type="paragraph" w:customStyle="1" w:styleId="zreportaddinfo">
    <w:name w:val="zreport addinfo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1B6B20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1B6B2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ind">
    <w:name w:val="*in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1B6B20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1B6B20"/>
    <w:rPr>
      <w:b/>
      <w:bCs/>
    </w:rPr>
  </w:style>
  <w:style w:type="paragraph" w:customStyle="1" w:styleId="nineptbodytext">
    <w:name w:val="nine pt body text"/>
    <w:aliases w:val="9bt"/>
    <w:basedOn w:val="nineptnormal"/>
    <w:rsid w:val="001B6B20"/>
    <w:pPr>
      <w:spacing w:after="220"/>
    </w:pPr>
  </w:style>
  <w:style w:type="paragraph" w:customStyle="1" w:styleId="nineptnormal">
    <w:name w:val="nine pt normal"/>
    <w:aliases w:val="9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1B6B20"/>
    <w:pPr>
      <w:jc w:val="center"/>
    </w:pPr>
  </w:style>
  <w:style w:type="paragraph" w:customStyle="1" w:styleId="heading">
    <w:name w:val="heading"/>
    <w:aliases w:val="h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1B6B2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1B6B20"/>
  </w:style>
  <w:style w:type="paragraph" w:customStyle="1" w:styleId="nineptheadingcentredbold">
    <w:name w:val="nine pt heading centred bold"/>
    <w:aliases w:val="9hc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1B6B2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1B6B2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1B6B20"/>
    <w:rPr>
      <w:b/>
    </w:rPr>
  </w:style>
  <w:style w:type="paragraph" w:customStyle="1" w:styleId="nineptcolumntab1">
    <w:name w:val="nine pt column tab1"/>
    <w:aliases w:val="a91"/>
    <w:basedOn w:val="nineptnormal"/>
    <w:rsid w:val="001B6B2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1B6B2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1B6B20"/>
    <w:pPr>
      <w:jc w:val="center"/>
    </w:pPr>
  </w:style>
  <w:style w:type="paragraph" w:customStyle="1" w:styleId="Normalheading">
    <w:name w:val="Normal heading"/>
    <w:aliases w:val="nh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1B6B20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1B6B20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1B6B20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1B6B2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1B6B2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1B6B2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1B6B2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1B6B20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1B6B20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1B6B20"/>
    <w:pPr>
      <w:ind w:left="1134" w:hanging="567"/>
    </w:pPr>
    <w:rPr>
      <w:rFonts w:eastAsia="Calibri" w:cs="Cordia New"/>
    </w:rPr>
  </w:style>
  <w:style w:type="paragraph" w:customStyle="1" w:styleId="blocklist2">
    <w:name w:val="block list2"/>
    <w:aliases w:val="blist2"/>
    <w:basedOn w:val="blocklist"/>
    <w:rsid w:val="001B6B20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1B6B20"/>
    <w:pPr>
      <w:keepNext/>
      <w:keepLines/>
      <w:spacing w:before="70"/>
    </w:pPr>
    <w:rPr>
      <w:rFonts w:eastAsia="Calibri" w:cs="Cordia New"/>
      <w:b/>
    </w:rPr>
  </w:style>
  <w:style w:type="paragraph" w:customStyle="1" w:styleId="blockheadingitalicnosp">
    <w:name w:val="block heading italic no sp"/>
    <w:aliases w:val="bhin"/>
    <w:basedOn w:val="blockheadingitalic"/>
    <w:rsid w:val="001B6B2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1B6B2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1B6B2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1B6B20"/>
    <w:pPr>
      <w:spacing w:after="0"/>
    </w:pPr>
  </w:style>
  <w:style w:type="paragraph" w:customStyle="1" w:styleId="smallreturn">
    <w:name w:val="small return"/>
    <w:aliases w:val="sr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1B6B20"/>
    <w:pPr>
      <w:spacing w:after="0"/>
    </w:pPr>
  </w:style>
  <w:style w:type="paragraph" w:customStyle="1" w:styleId="headingbolditalic">
    <w:name w:val="heading bold italic"/>
    <w:aliases w:val="hbi"/>
    <w:basedOn w:val="heading"/>
    <w:rsid w:val="001B6B20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1B6B2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1B6B20"/>
    <w:pPr>
      <w:spacing w:after="0"/>
    </w:pPr>
  </w:style>
  <w:style w:type="paragraph" w:customStyle="1" w:styleId="blockbullet">
    <w:name w:val="block bullet"/>
    <w:aliases w:val="bb"/>
    <w:basedOn w:val="block"/>
    <w:rsid w:val="001B6B20"/>
    <w:pPr>
      <w:tabs>
        <w:tab w:val="num" w:pos="907"/>
      </w:tabs>
      <w:ind w:left="907" w:hanging="340"/>
    </w:pPr>
    <w:rPr>
      <w:rFonts w:eastAsia="Calibri" w:cs="Cordia New"/>
    </w:rPr>
  </w:style>
  <w:style w:type="paragraph" w:customStyle="1" w:styleId="acctfourfigureslongernumber3">
    <w:name w:val="acct four figures longer number3"/>
    <w:aliases w:val="a4+3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1B6B2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1B6B20"/>
    <w:pPr>
      <w:spacing w:after="0"/>
    </w:pPr>
  </w:style>
  <w:style w:type="paragraph" w:customStyle="1" w:styleId="eightptnormal">
    <w:name w:val="eight pt normal"/>
    <w:aliases w:val="8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1B6B2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1B6B2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1B6B2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1B6B20"/>
    <w:rPr>
      <w:b/>
      <w:bCs/>
    </w:rPr>
  </w:style>
  <w:style w:type="paragraph" w:customStyle="1" w:styleId="eightptbodytext">
    <w:name w:val="eight pt body text"/>
    <w:aliases w:val="8bt"/>
    <w:basedOn w:val="eightptnormal"/>
    <w:rsid w:val="001B6B2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1B6B2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1B6B2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1B6B2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1B6B20"/>
    <w:pPr>
      <w:spacing w:after="0"/>
    </w:pPr>
  </w:style>
  <w:style w:type="paragraph" w:customStyle="1" w:styleId="eightptblock">
    <w:name w:val="eight pt block"/>
    <w:aliases w:val="8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1B6B2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1B6B2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1B6B20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1B6B20"/>
    <w:pPr>
      <w:spacing w:after="0"/>
    </w:pPr>
  </w:style>
  <w:style w:type="paragraph" w:customStyle="1" w:styleId="blockindent">
    <w:name w:val="block indent"/>
    <w:aliases w:val="bi"/>
    <w:basedOn w:val="block"/>
    <w:rsid w:val="001B6B20"/>
    <w:pPr>
      <w:ind w:left="737" w:hanging="170"/>
    </w:pPr>
    <w:rPr>
      <w:rFonts w:eastAsia="Calibri" w:cs="Cordia New"/>
    </w:rPr>
  </w:style>
  <w:style w:type="paragraph" w:customStyle="1" w:styleId="nineptnormalcentred">
    <w:name w:val="nine pt normal centred"/>
    <w:aliases w:val="9nc"/>
    <w:basedOn w:val="nineptnormal"/>
    <w:rsid w:val="001B6B20"/>
    <w:pPr>
      <w:jc w:val="center"/>
    </w:pPr>
  </w:style>
  <w:style w:type="paragraph" w:customStyle="1" w:styleId="nineptcol">
    <w:name w:val="nine pt %col"/>
    <w:aliases w:val="9%"/>
    <w:basedOn w:val="nineptnormal"/>
    <w:rsid w:val="001B6B2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1B6B2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1B6B2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1B6B20"/>
    <w:pPr>
      <w:spacing w:after="0"/>
    </w:pPr>
  </w:style>
  <w:style w:type="paragraph" w:customStyle="1" w:styleId="nineptblocklist">
    <w:name w:val="nine pt block list"/>
    <w:aliases w:val="9bl"/>
    <w:basedOn w:val="nineptblock"/>
    <w:rsid w:val="001B6B2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1B6B2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1B6B20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1B6B2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1B6B2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1B6B2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1B6B2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1B6B2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1B6B2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1B6B2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1B6B2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1B6B20"/>
    <w:pPr>
      <w:spacing w:after="80"/>
    </w:pPr>
  </w:style>
  <w:style w:type="paragraph" w:customStyle="1" w:styleId="nineptratecol">
    <w:name w:val="nine pt rate col"/>
    <w:aliases w:val="a9r"/>
    <w:basedOn w:val="nineptnormal"/>
    <w:rsid w:val="001B6B2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1B6B2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1B6B20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1B6B2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1B6B20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1B6B2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1B6B2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1B6B2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1B6B2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1B6B2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1B6B2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1B6B20"/>
    <w:pPr>
      <w:ind w:left="907" w:hanging="340"/>
    </w:pPr>
    <w:rPr>
      <w:rFonts w:eastAsia="Calibri" w:cs="Cordia New"/>
    </w:rPr>
  </w:style>
  <w:style w:type="paragraph" w:customStyle="1" w:styleId="List3i">
    <w:name w:val="List 3i"/>
    <w:aliases w:val="3i"/>
    <w:basedOn w:val="List2i"/>
    <w:rsid w:val="001B6B2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1B6B2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1B6B2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1B6B2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1B6B2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1B6B2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1B6B2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1B6B20"/>
    <w:pPr>
      <w:spacing w:after="80"/>
    </w:pPr>
  </w:style>
  <w:style w:type="paragraph" w:customStyle="1" w:styleId="blockbullet2">
    <w:name w:val="block bullet 2"/>
    <w:aliases w:val="bb2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1B6B20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1B6B20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eastAsia="Calibri" w:hAnsi="Times New Roman" w:cs="Cordia New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Calibri" w:hAnsi="Times New Roman" w:cs="Cordia New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character" w:customStyle="1" w:styleId="DocumentMapChar">
    <w:name w:val="Document Map Char"/>
    <w:link w:val="DocumentMap"/>
    <w:semiHidden/>
    <w:rsid w:val="001B6B20"/>
    <w:rPr>
      <w:rFonts w:ascii="Tahoma" w:hAnsi="Tahoma" w:cs="Tahoma"/>
      <w:shd w:val="clear" w:color="auto" w:fill="000080"/>
    </w:rPr>
  </w:style>
  <w:style w:type="character" w:customStyle="1" w:styleId="AccPolicyHeadingCharChar">
    <w:name w:val="Acc Policy Heading Char Char"/>
    <w:rsid w:val="001B6B20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1B6B20"/>
    <w:rPr>
      <w:sz w:val="29"/>
      <w:szCs w:val="29"/>
    </w:rPr>
  </w:style>
  <w:style w:type="character" w:customStyle="1" w:styleId="shorttext">
    <w:name w:val="short_text"/>
    <w:basedOn w:val="DefaultParagraphFont"/>
    <w:rsid w:val="001B6B20"/>
  </w:style>
  <w:style w:type="paragraph" w:styleId="PlainText">
    <w:name w:val="Plain Text"/>
    <w:basedOn w:val="Normal"/>
    <w:link w:val="PlainTextCha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1B6B20"/>
    <w:rPr>
      <w:rFonts w:ascii="Consolas" w:hAnsi="Consolas"/>
      <w:sz w:val="21"/>
      <w:szCs w:val="26"/>
    </w:rPr>
  </w:style>
  <w:style w:type="paragraph" w:styleId="CommentText">
    <w:name w:val="annotation text"/>
    <w:basedOn w:val="Normal"/>
    <w:link w:val="CommentTextChar"/>
    <w:rsid w:val="001B6B2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1B6B20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B6B20"/>
    <w:rPr>
      <w:b/>
      <w:bCs/>
    </w:rPr>
  </w:style>
  <w:style w:type="character" w:customStyle="1" w:styleId="CommentSubjectChar">
    <w:name w:val="Comment Subject Char"/>
    <w:link w:val="CommentSubject"/>
    <w:rsid w:val="001B6B20"/>
    <w:rPr>
      <w:rFonts w:ascii="Arial" w:hAnsi="Arial"/>
      <w:b/>
      <w:bCs/>
      <w:szCs w:val="25"/>
    </w:rPr>
  </w:style>
  <w:style w:type="character" w:customStyle="1" w:styleId="Heading3Char">
    <w:name w:val="Heading 3 Char"/>
    <w:locked/>
    <w:rsid w:val="001B6B20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locked/>
    <w:rsid w:val="001B6B20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1B6B20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1B6B20"/>
    <w:rPr>
      <w:rFonts w:cs="EucrosiaUPC"/>
      <w:sz w:val="30"/>
      <w:szCs w:val="30"/>
      <w:lang w:bidi="th-TH"/>
    </w:rPr>
  </w:style>
  <w:style w:type="character" w:customStyle="1" w:styleId="hps">
    <w:name w:val="hps"/>
    <w:rsid w:val="001B6B20"/>
    <w:rPr>
      <w:rFonts w:cs="Times New Roman"/>
    </w:rPr>
  </w:style>
  <w:style w:type="character" w:customStyle="1" w:styleId="gt-icon-text1">
    <w:name w:val="gt-icon-text1"/>
    <w:rsid w:val="001B6B20"/>
    <w:rPr>
      <w:rFonts w:cs="Times New Roman"/>
    </w:rPr>
  </w:style>
  <w:style w:type="character" w:customStyle="1" w:styleId="longtext">
    <w:name w:val="long_text"/>
    <w:rsid w:val="001B6B20"/>
    <w:rPr>
      <w:rFonts w:cs="Times New Roman"/>
    </w:rPr>
  </w:style>
  <w:style w:type="character" w:styleId="CommentReference">
    <w:name w:val="annotation reference"/>
    <w:rsid w:val="001B6B20"/>
    <w:rPr>
      <w:rFonts w:cs="Times New Roman"/>
      <w:sz w:val="16"/>
      <w:szCs w:val="16"/>
    </w:rPr>
  </w:style>
  <w:style w:type="character" w:customStyle="1" w:styleId="CharChar22">
    <w:name w:val="Char Char22"/>
    <w:rsid w:val="001B6B20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B6B20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B6B20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1B6B20"/>
  </w:style>
  <w:style w:type="character" w:styleId="Emphasis">
    <w:name w:val="Emphasis"/>
    <w:uiPriority w:val="20"/>
    <w:qFormat/>
    <w:rsid w:val="001B6B20"/>
    <w:rPr>
      <w:b w:val="0"/>
      <w:bCs w:val="0"/>
      <w:i w:val="0"/>
      <w:iCs w:val="0"/>
      <w:color w:val="D14836"/>
    </w:rPr>
  </w:style>
  <w:style w:type="paragraph" w:styleId="Revision">
    <w:name w:val="Revision"/>
    <w:hidden/>
    <w:uiPriority w:val="99"/>
    <w:semiHidden/>
    <w:rsid w:val="001B6B20"/>
    <w:rPr>
      <w:rFonts w:ascii="Arial" w:hAnsi="Arial"/>
      <w:sz w:val="18"/>
      <w:szCs w:val="22"/>
    </w:rPr>
  </w:style>
  <w:style w:type="character" w:styleId="Hyperlink">
    <w:name w:val="Hyperlink"/>
    <w:uiPriority w:val="99"/>
    <w:semiHidden/>
    <w:unhideWhenUsed/>
    <w:rsid w:val="001B6B20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1B6B2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1B6B20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B6B20"/>
    <w:rPr>
      <w:rFonts w:ascii="Univers 45 Light" w:eastAsia="MS Mincho" w:hAnsi="Univers 45 Light" w:cs="Univers 45 Light"/>
      <w:color w:val="000000"/>
      <w:lang w:val="en-GB" w:bidi="ar-SA"/>
    </w:rPr>
  </w:style>
  <w:style w:type="table" w:customStyle="1" w:styleId="TableGridLight1">
    <w:name w:val="Table Grid Light1"/>
    <w:basedOn w:val="TableNormal"/>
    <w:uiPriority w:val="40"/>
    <w:rsid w:val="001B6B20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otnoteReference">
    <w:name w:val="footnote reference"/>
    <w:uiPriority w:val="99"/>
    <w:semiHidden/>
    <w:unhideWhenUsed/>
    <w:rsid w:val="00630121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C6B86"/>
    <w:rPr>
      <w:rFonts w:ascii="Courier New" w:hAnsi="Courier New" w:cs="Courier New"/>
    </w:rPr>
  </w:style>
  <w:style w:type="paragraph" w:styleId="NoSpacing">
    <w:name w:val="No Spacing"/>
    <w:uiPriority w:val="1"/>
    <w:qFormat/>
    <w:rsid w:val="009354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4342E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297FFE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7A124-9DF1-4CB8-8B61-92849A7DA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</TotalTime>
  <Pages>3</Pages>
  <Words>408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ซันโค โกเซ (ประเทศไทย) จำกัด</vt:lpstr>
    </vt:vector>
  </TitlesOfParts>
  <Company>KPMG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ซันโค โกเซ (ประเทศไทย) จำกัด</dc:title>
  <dc:subject/>
  <dc:creator>typist03</dc:creator>
  <cp:keywords/>
  <dc:description/>
  <cp:lastModifiedBy>Somjai, Nigonyanont</cp:lastModifiedBy>
  <cp:revision>3</cp:revision>
  <cp:lastPrinted>2020-05-13T02:37:00Z</cp:lastPrinted>
  <dcterms:created xsi:type="dcterms:W3CDTF">2021-05-12T14:49:00Z</dcterms:created>
  <dcterms:modified xsi:type="dcterms:W3CDTF">2021-05-12T14:51:00Z</dcterms:modified>
</cp:coreProperties>
</file>